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1F2" w:rsidRDefault="001351F2" w:rsidP="001351F2">
      <w:pPr>
        <w:pStyle w:val="Heading1"/>
      </w:pPr>
      <w:bookmarkStart w:id="0" w:name="TOCUpdate"/>
      <w:bookmarkStart w:id="1" w:name="_Toc324764899"/>
      <w:bookmarkStart w:id="2" w:name="_Toc505590141"/>
      <w:bookmarkStart w:id="3" w:name="_Toc506778854"/>
      <w:bookmarkStart w:id="4" w:name="_Toc19940303"/>
      <w:bookmarkStart w:id="5" w:name="_Toc38690302"/>
      <w:bookmarkStart w:id="6" w:name="_Toc43272146"/>
      <w:bookmarkStart w:id="7" w:name="_GoBack"/>
      <w:bookmarkEnd w:id="0"/>
      <w:bookmarkEnd w:id="7"/>
      <w:r>
        <w:t>Table of Contents</w:t>
      </w:r>
      <w:bookmarkEnd w:id="1"/>
    </w:p>
    <w:p w:rsidR="004476C8" w:rsidRDefault="001351F2">
      <w:pPr>
        <w:pStyle w:val="TOC1"/>
        <w:rPr>
          <w:rFonts w:asciiTheme="minorHAnsi" w:eastAsiaTheme="minorEastAsia" w:hAnsiTheme="minorHAnsi" w:cstheme="minorBidi"/>
          <w:b w:val="0"/>
          <w:bCs w:val="0"/>
          <w:caps w:val="0"/>
          <w:sz w:val="22"/>
          <w:szCs w:val="22"/>
          <w:lang w:eastAsia="en-US"/>
        </w:rPr>
      </w:pPr>
      <w:r>
        <w:fldChar w:fldCharType="begin"/>
      </w:r>
      <w:r>
        <w:instrText xml:space="preserve"> TOC \o "1-3" \h \z \u </w:instrText>
      </w:r>
      <w:r>
        <w:fldChar w:fldCharType="separate"/>
      </w:r>
      <w:hyperlink w:anchor="_Toc324764899" w:history="1">
        <w:r w:rsidR="004476C8" w:rsidRPr="008303B5">
          <w:rPr>
            <w:rStyle w:val="Hyperlink"/>
          </w:rPr>
          <w:t>Table of Contents</w:t>
        </w:r>
        <w:r w:rsidR="004476C8">
          <w:rPr>
            <w:webHidden/>
          </w:rPr>
          <w:tab/>
        </w:r>
        <w:r w:rsidR="004476C8">
          <w:rPr>
            <w:webHidden/>
          </w:rPr>
          <w:fldChar w:fldCharType="begin"/>
        </w:r>
        <w:r w:rsidR="004476C8">
          <w:rPr>
            <w:webHidden/>
          </w:rPr>
          <w:instrText xml:space="preserve"> PAGEREF _Toc324764899 \h </w:instrText>
        </w:r>
        <w:r w:rsidR="004476C8">
          <w:rPr>
            <w:webHidden/>
          </w:rPr>
        </w:r>
        <w:r w:rsidR="004476C8">
          <w:rPr>
            <w:webHidden/>
          </w:rPr>
          <w:fldChar w:fldCharType="separate"/>
        </w:r>
        <w:r w:rsidR="00D92985">
          <w:rPr>
            <w:webHidden/>
          </w:rPr>
          <w:t>1</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00" w:history="1">
        <w:r w:rsidR="004476C8" w:rsidRPr="008303B5">
          <w:rPr>
            <w:rStyle w:val="Hyperlink"/>
          </w:rPr>
          <w:t>BACKGROUND AND RATIONALE</w:t>
        </w:r>
        <w:r w:rsidR="004476C8">
          <w:rPr>
            <w:webHidden/>
          </w:rPr>
          <w:tab/>
        </w:r>
        <w:r w:rsidR="004476C8">
          <w:rPr>
            <w:webHidden/>
          </w:rPr>
          <w:fldChar w:fldCharType="begin"/>
        </w:r>
        <w:r w:rsidR="004476C8">
          <w:rPr>
            <w:webHidden/>
          </w:rPr>
          <w:instrText xml:space="preserve"> PAGEREF _Toc324764900 \h </w:instrText>
        </w:r>
        <w:r w:rsidR="004476C8">
          <w:rPr>
            <w:webHidden/>
          </w:rPr>
        </w:r>
        <w:r w:rsidR="004476C8">
          <w:rPr>
            <w:webHidden/>
          </w:rPr>
          <w:fldChar w:fldCharType="separate"/>
        </w:r>
        <w:r>
          <w:rPr>
            <w:webHidden/>
          </w:rPr>
          <w:t>5</w:t>
        </w:r>
        <w:r w:rsidR="004476C8">
          <w:rPr>
            <w:webHidden/>
          </w:rPr>
          <w:fldChar w:fldCharType="end"/>
        </w:r>
      </w:hyperlink>
    </w:p>
    <w:p w:rsidR="004476C8" w:rsidRDefault="00D92985">
      <w:pPr>
        <w:pStyle w:val="TOC2"/>
        <w:tabs>
          <w:tab w:val="right" w:leader="dot" w:pos="9350"/>
        </w:tabs>
        <w:rPr>
          <w:rFonts w:asciiTheme="minorHAnsi" w:eastAsiaTheme="minorEastAsia" w:hAnsiTheme="minorHAnsi" w:cstheme="minorBidi"/>
          <w:noProof/>
          <w:sz w:val="22"/>
          <w:szCs w:val="22"/>
          <w:lang w:eastAsia="en-US"/>
        </w:rPr>
      </w:pPr>
      <w:hyperlink w:anchor="_Toc324764901" w:history="1">
        <w:r w:rsidR="004476C8" w:rsidRPr="008303B5">
          <w:rPr>
            <w:rStyle w:val="Hyperlink"/>
            <w:noProof/>
          </w:rPr>
          <w:t>Disclaimer Information</w:t>
        </w:r>
        <w:r w:rsidR="004476C8">
          <w:rPr>
            <w:noProof/>
            <w:webHidden/>
          </w:rPr>
          <w:tab/>
        </w:r>
        <w:r w:rsidR="004476C8">
          <w:rPr>
            <w:noProof/>
            <w:webHidden/>
          </w:rPr>
          <w:fldChar w:fldCharType="begin"/>
        </w:r>
        <w:r w:rsidR="004476C8">
          <w:rPr>
            <w:noProof/>
            <w:webHidden/>
          </w:rPr>
          <w:instrText xml:space="preserve"> PAGEREF _Toc324764901 \h </w:instrText>
        </w:r>
        <w:r w:rsidR="004476C8">
          <w:rPr>
            <w:noProof/>
            <w:webHidden/>
          </w:rPr>
        </w:r>
        <w:r w:rsidR="004476C8">
          <w:rPr>
            <w:noProof/>
            <w:webHidden/>
          </w:rPr>
          <w:fldChar w:fldCharType="separate"/>
        </w:r>
        <w:r>
          <w:rPr>
            <w:noProof/>
            <w:webHidden/>
          </w:rPr>
          <w:t>5</w:t>
        </w:r>
        <w:r w:rsidR="004476C8">
          <w:rPr>
            <w:noProof/>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02" w:history="1">
        <w:r w:rsidR="004476C8" w:rsidRPr="008303B5">
          <w:rPr>
            <w:rStyle w:val="Hyperlink"/>
          </w:rPr>
          <w:t>Disclaimer</w:t>
        </w:r>
        <w:r w:rsidR="004476C8">
          <w:rPr>
            <w:webHidden/>
          </w:rPr>
          <w:tab/>
        </w:r>
        <w:r w:rsidR="004476C8">
          <w:rPr>
            <w:webHidden/>
          </w:rPr>
          <w:fldChar w:fldCharType="begin"/>
        </w:r>
        <w:r w:rsidR="004476C8">
          <w:rPr>
            <w:webHidden/>
          </w:rPr>
          <w:instrText xml:space="preserve"> PAGEREF _Toc324764902 \h </w:instrText>
        </w:r>
        <w:r w:rsidR="004476C8">
          <w:rPr>
            <w:webHidden/>
          </w:rPr>
        </w:r>
        <w:r w:rsidR="004476C8">
          <w:rPr>
            <w:webHidden/>
          </w:rPr>
          <w:fldChar w:fldCharType="separate"/>
        </w:r>
        <w:r>
          <w:rPr>
            <w:webHidden/>
          </w:rPr>
          <w:t>5</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03" w:history="1">
        <w:r w:rsidR="004476C8" w:rsidRPr="008303B5">
          <w:rPr>
            <w:rStyle w:val="Hyperlink"/>
          </w:rPr>
          <w:t>objective 1:</w:t>
        </w:r>
        <w:r w:rsidR="004476C8">
          <w:rPr>
            <w:webHidden/>
          </w:rPr>
          <w:tab/>
        </w:r>
        <w:r w:rsidR="004476C8">
          <w:rPr>
            <w:webHidden/>
          </w:rPr>
          <w:fldChar w:fldCharType="begin"/>
        </w:r>
        <w:r w:rsidR="004476C8">
          <w:rPr>
            <w:webHidden/>
          </w:rPr>
          <w:instrText xml:space="preserve"> PAGEREF _Toc324764903 \h </w:instrText>
        </w:r>
        <w:r w:rsidR="004476C8">
          <w:rPr>
            <w:webHidden/>
          </w:rPr>
        </w:r>
        <w:r w:rsidR="004476C8">
          <w:rPr>
            <w:webHidden/>
          </w:rPr>
          <w:fldChar w:fldCharType="separate"/>
        </w:r>
        <w:r>
          <w:rPr>
            <w:webHidden/>
          </w:rPr>
          <w:t>6</w:t>
        </w:r>
        <w:r w:rsidR="004476C8">
          <w:rPr>
            <w:webHidden/>
          </w:rPr>
          <w:fldChar w:fldCharType="end"/>
        </w:r>
      </w:hyperlink>
    </w:p>
    <w:p w:rsidR="004476C8" w:rsidRDefault="00D92985">
      <w:pPr>
        <w:pStyle w:val="TOC2"/>
        <w:tabs>
          <w:tab w:val="right" w:leader="dot" w:pos="9350"/>
        </w:tabs>
        <w:rPr>
          <w:rFonts w:asciiTheme="minorHAnsi" w:eastAsiaTheme="minorEastAsia" w:hAnsiTheme="minorHAnsi" w:cstheme="minorBidi"/>
          <w:noProof/>
          <w:sz w:val="22"/>
          <w:szCs w:val="22"/>
          <w:lang w:eastAsia="en-US"/>
        </w:rPr>
      </w:pPr>
      <w:hyperlink w:anchor="_Toc324764904" w:history="1">
        <w:r w:rsidR="004476C8" w:rsidRPr="008303B5">
          <w:rPr>
            <w:rStyle w:val="Hyperlink"/>
            <w:noProof/>
          </w:rPr>
          <w:t>Microsoft Office Access 2010 Global Address Shortcut Keystrokes</w:t>
        </w:r>
        <w:r w:rsidR="004476C8">
          <w:rPr>
            <w:noProof/>
            <w:webHidden/>
          </w:rPr>
          <w:tab/>
        </w:r>
        <w:r w:rsidR="004476C8">
          <w:rPr>
            <w:noProof/>
            <w:webHidden/>
          </w:rPr>
          <w:fldChar w:fldCharType="begin"/>
        </w:r>
        <w:r w:rsidR="004476C8">
          <w:rPr>
            <w:noProof/>
            <w:webHidden/>
          </w:rPr>
          <w:instrText xml:space="preserve"> PAGEREF _Toc324764904 \h </w:instrText>
        </w:r>
        <w:r w:rsidR="004476C8">
          <w:rPr>
            <w:noProof/>
            <w:webHidden/>
          </w:rPr>
        </w:r>
        <w:r w:rsidR="004476C8">
          <w:rPr>
            <w:noProof/>
            <w:webHidden/>
          </w:rPr>
          <w:fldChar w:fldCharType="separate"/>
        </w:r>
        <w:r>
          <w:rPr>
            <w:noProof/>
            <w:webHidden/>
          </w:rPr>
          <w:t>6</w:t>
        </w:r>
        <w:r w:rsidR="004476C8">
          <w:rPr>
            <w:noProof/>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05" w:history="1">
        <w:r w:rsidR="004476C8" w:rsidRPr="008303B5">
          <w:rPr>
            <w:rStyle w:val="Hyperlink"/>
          </w:rPr>
          <w:t>Opening Databases</w:t>
        </w:r>
        <w:r w:rsidR="004476C8">
          <w:rPr>
            <w:webHidden/>
          </w:rPr>
          <w:tab/>
        </w:r>
        <w:r w:rsidR="004476C8">
          <w:rPr>
            <w:webHidden/>
          </w:rPr>
          <w:fldChar w:fldCharType="begin"/>
        </w:r>
        <w:r w:rsidR="004476C8">
          <w:rPr>
            <w:webHidden/>
          </w:rPr>
          <w:instrText xml:space="preserve"> PAGEREF _Toc324764905 \h </w:instrText>
        </w:r>
        <w:r w:rsidR="004476C8">
          <w:rPr>
            <w:webHidden/>
          </w:rPr>
        </w:r>
        <w:r w:rsidR="004476C8">
          <w:rPr>
            <w:webHidden/>
          </w:rPr>
          <w:fldChar w:fldCharType="separate"/>
        </w:r>
        <w:r>
          <w:rPr>
            <w:webHidden/>
          </w:rPr>
          <w:t>6</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06" w:history="1">
        <w:r w:rsidR="004476C8" w:rsidRPr="008303B5">
          <w:rPr>
            <w:rStyle w:val="Hyperlink"/>
          </w:rPr>
          <w:t>Printing and Saving</w:t>
        </w:r>
        <w:r w:rsidR="004476C8">
          <w:rPr>
            <w:webHidden/>
          </w:rPr>
          <w:tab/>
        </w:r>
        <w:r w:rsidR="004476C8">
          <w:rPr>
            <w:webHidden/>
          </w:rPr>
          <w:fldChar w:fldCharType="begin"/>
        </w:r>
        <w:r w:rsidR="004476C8">
          <w:rPr>
            <w:webHidden/>
          </w:rPr>
          <w:instrText xml:space="preserve"> PAGEREF _Toc324764906 \h </w:instrText>
        </w:r>
        <w:r w:rsidR="004476C8">
          <w:rPr>
            <w:webHidden/>
          </w:rPr>
        </w:r>
        <w:r w:rsidR="004476C8">
          <w:rPr>
            <w:webHidden/>
          </w:rPr>
          <w:fldChar w:fldCharType="separate"/>
        </w:r>
        <w:r>
          <w:rPr>
            <w:webHidden/>
          </w:rPr>
          <w:t>6</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07" w:history="1">
        <w:r w:rsidR="004476C8" w:rsidRPr="008303B5">
          <w:rPr>
            <w:rStyle w:val="Hyperlink"/>
          </w:rPr>
          <w:t>Using a Combo Box or List Box</w:t>
        </w:r>
        <w:r w:rsidR="004476C8">
          <w:rPr>
            <w:webHidden/>
          </w:rPr>
          <w:tab/>
        </w:r>
        <w:r w:rsidR="004476C8">
          <w:rPr>
            <w:webHidden/>
          </w:rPr>
          <w:fldChar w:fldCharType="begin"/>
        </w:r>
        <w:r w:rsidR="004476C8">
          <w:rPr>
            <w:webHidden/>
          </w:rPr>
          <w:instrText xml:space="preserve"> PAGEREF _Toc324764907 \h </w:instrText>
        </w:r>
        <w:r w:rsidR="004476C8">
          <w:rPr>
            <w:webHidden/>
          </w:rPr>
        </w:r>
        <w:r w:rsidR="004476C8">
          <w:rPr>
            <w:webHidden/>
          </w:rPr>
          <w:fldChar w:fldCharType="separate"/>
        </w:r>
        <w:r>
          <w:rPr>
            <w:webHidden/>
          </w:rPr>
          <w:t>7</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08" w:history="1">
        <w:r w:rsidR="004476C8" w:rsidRPr="008303B5">
          <w:rPr>
            <w:rStyle w:val="Hyperlink"/>
          </w:rPr>
          <w:t>Finding and Replacing Text or Data</w:t>
        </w:r>
        <w:r w:rsidR="004476C8">
          <w:rPr>
            <w:webHidden/>
          </w:rPr>
          <w:tab/>
        </w:r>
        <w:r w:rsidR="004476C8">
          <w:rPr>
            <w:webHidden/>
          </w:rPr>
          <w:fldChar w:fldCharType="begin"/>
        </w:r>
        <w:r w:rsidR="004476C8">
          <w:rPr>
            <w:webHidden/>
          </w:rPr>
          <w:instrText xml:space="preserve"> PAGEREF _Toc324764908 \h </w:instrText>
        </w:r>
        <w:r w:rsidR="004476C8">
          <w:rPr>
            <w:webHidden/>
          </w:rPr>
        </w:r>
        <w:r w:rsidR="004476C8">
          <w:rPr>
            <w:webHidden/>
          </w:rPr>
          <w:fldChar w:fldCharType="separate"/>
        </w:r>
        <w:r>
          <w:rPr>
            <w:webHidden/>
          </w:rPr>
          <w:t>7</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09" w:history="1">
        <w:r w:rsidR="004476C8" w:rsidRPr="008303B5">
          <w:rPr>
            <w:rStyle w:val="Hyperlink"/>
          </w:rPr>
          <w:t>Working in Design View</w:t>
        </w:r>
        <w:r w:rsidR="004476C8">
          <w:rPr>
            <w:webHidden/>
          </w:rPr>
          <w:tab/>
        </w:r>
        <w:r w:rsidR="004476C8">
          <w:rPr>
            <w:webHidden/>
          </w:rPr>
          <w:fldChar w:fldCharType="begin"/>
        </w:r>
        <w:r w:rsidR="004476C8">
          <w:rPr>
            <w:webHidden/>
          </w:rPr>
          <w:instrText xml:space="preserve"> PAGEREF _Toc324764909 \h </w:instrText>
        </w:r>
        <w:r w:rsidR="004476C8">
          <w:rPr>
            <w:webHidden/>
          </w:rPr>
        </w:r>
        <w:r w:rsidR="004476C8">
          <w:rPr>
            <w:webHidden/>
          </w:rPr>
          <w:fldChar w:fldCharType="separate"/>
        </w:r>
        <w:r>
          <w:rPr>
            <w:webHidden/>
          </w:rPr>
          <w:t>8</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0" w:history="1">
        <w:r w:rsidR="004476C8" w:rsidRPr="008303B5">
          <w:rPr>
            <w:rStyle w:val="Hyperlink"/>
          </w:rPr>
          <w:t>Editing Controls in Form and Report Design View</w:t>
        </w:r>
        <w:r w:rsidR="004476C8">
          <w:rPr>
            <w:webHidden/>
          </w:rPr>
          <w:tab/>
        </w:r>
        <w:r w:rsidR="004476C8">
          <w:rPr>
            <w:webHidden/>
          </w:rPr>
          <w:fldChar w:fldCharType="begin"/>
        </w:r>
        <w:r w:rsidR="004476C8">
          <w:rPr>
            <w:webHidden/>
          </w:rPr>
          <w:instrText xml:space="preserve"> PAGEREF _Toc324764910 \h </w:instrText>
        </w:r>
        <w:r w:rsidR="004476C8">
          <w:rPr>
            <w:webHidden/>
          </w:rPr>
        </w:r>
        <w:r w:rsidR="004476C8">
          <w:rPr>
            <w:webHidden/>
          </w:rPr>
          <w:fldChar w:fldCharType="separate"/>
        </w:r>
        <w:r>
          <w:rPr>
            <w:webHidden/>
          </w:rPr>
          <w:t>8</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1" w:history="1">
        <w:r w:rsidR="004476C8" w:rsidRPr="008303B5">
          <w:rPr>
            <w:rStyle w:val="Hyperlink"/>
          </w:rPr>
          <w:t>Windows Operations</w:t>
        </w:r>
        <w:r w:rsidR="004476C8">
          <w:rPr>
            <w:webHidden/>
          </w:rPr>
          <w:tab/>
        </w:r>
        <w:r w:rsidR="004476C8">
          <w:rPr>
            <w:webHidden/>
          </w:rPr>
          <w:fldChar w:fldCharType="begin"/>
        </w:r>
        <w:r w:rsidR="004476C8">
          <w:rPr>
            <w:webHidden/>
          </w:rPr>
          <w:instrText xml:space="preserve"> PAGEREF _Toc324764911 \h </w:instrText>
        </w:r>
        <w:r w:rsidR="004476C8">
          <w:rPr>
            <w:webHidden/>
          </w:rPr>
        </w:r>
        <w:r w:rsidR="004476C8">
          <w:rPr>
            <w:webHidden/>
          </w:rPr>
          <w:fldChar w:fldCharType="separate"/>
        </w:r>
        <w:r>
          <w:rPr>
            <w:webHidden/>
          </w:rPr>
          <w:t>9</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2" w:history="1">
        <w:r w:rsidR="004476C8" w:rsidRPr="008303B5">
          <w:rPr>
            <w:rStyle w:val="Hyperlink"/>
          </w:rPr>
          <w:t>Working with Wizards</w:t>
        </w:r>
        <w:r w:rsidR="004476C8">
          <w:rPr>
            <w:webHidden/>
          </w:rPr>
          <w:tab/>
        </w:r>
        <w:r w:rsidR="004476C8">
          <w:rPr>
            <w:webHidden/>
          </w:rPr>
          <w:fldChar w:fldCharType="begin"/>
        </w:r>
        <w:r w:rsidR="004476C8">
          <w:rPr>
            <w:webHidden/>
          </w:rPr>
          <w:instrText xml:space="preserve"> PAGEREF _Toc324764912 \h </w:instrText>
        </w:r>
        <w:r w:rsidR="004476C8">
          <w:rPr>
            <w:webHidden/>
          </w:rPr>
        </w:r>
        <w:r w:rsidR="004476C8">
          <w:rPr>
            <w:webHidden/>
          </w:rPr>
          <w:fldChar w:fldCharType="separate"/>
        </w:r>
        <w:r>
          <w:rPr>
            <w:webHidden/>
          </w:rPr>
          <w:t>10</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3" w:history="1">
        <w:r w:rsidR="004476C8" w:rsidRPr="008303B5">
          <w:rPr>
            <w:rStyle w:val="Hyperlink"/>
          </w:rPr>
          <w:t>Miscellaneous</w:t>
        </w:r>
        <w:r w:rsidR="004476C8">
          <w:rPr>
            <w:webHidden/>
          </w:rPr>
          <w:tab/>
        </w:r>
        <w:r w:rsidR="004476C8">
          <w:rPr>
            <w:webHidden/>
          </w:rPr>
          <w:fldChar w:fldCharType="begin"/>
        </w:r>
        <w:r w:rsidR="004476C8">
          <w:rPr>
            <w:webHidden/>
          </w:rPr>
          <w:instrText xml:space="preserve"> PAGEREF _Toc324764913 \h </w:instrText>
        </w:r>
        <w:r w:rsidR="004476C8">
          <w:rPr>
            <w:webHidden/>
          </w:rPr>
        </w:r>
        <w:r w:rsidR="004476C8">
          <w:rPr>
            <w:webHidden/>
          </w:rPr>
          <w:fldChar w:fldCharType="separate"/>
        </w:r>
        <w:r>
          <w:rPr>
            <w:webHidden/>
          </w:rPr>
          <w:t>10</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4" w:history="1">
        <w:r w:rsidR="004476C8" w:rsidRPr="008303B5">
          <w:rPr>
            <w:rStyle w:val="Hyperlink"/>
          </w:rPr>
          <w:t>Navigation Pane Shortcuts</w:t>
        </w:r>
        <w:r w:rsidR="004476C8">
          <w:rPr>
            <w:webHidden/>
          </w:rPr>
          <w:tab/>
        </w:r>
        <w:r w:rsidR="004476C8">
          <w:rPr>
            <w:webHidden/>
          </w:rPr>
          <w:fldChar w:fldCharType="begin"/>
        </w:r>
        <w:r w:rsidR="004476C8">
          <w:rPr>
            <w:webHidden/>
          </w:rPr>
          <w:instrText xml:space="preserve"> PAGEREF _Toc324764914 \h </w:instrText>
        </w:r>
        <w:r w:rsidR="004476C8">
          <w:rPr>
            <w:webHidden/>
          </w:rPr>
        </w:r>
        <w:r w:rsidR="004476C8">
          <w:rPr>
            <w:webHidden/>
          </w:rPr>
          <w:fldChar w:fldCharType="separate"/>
        </w:r>
        <w:r>
          <w:rPr>
            <w:webHidden/>
          </w:rPr>
          <w:t>11</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5" w:history="1">
        <w:r w:rsidR="004476C8" w:rsidRPr="008303B5">
          <w:rPr>
            <w:rStyle w:val="Hyperlink"/>
          </w:rPr>
          <w:t>Navigating and Opening Objects</w:t>
        </w:r>
        <w:r w:rsidR="004476C8">
          <w:rPr>
            <w:webHidden/>
          </w:rPr>
          <w:tab/>
        </w:r>
        <w:r w:rsidR="004476C8">
          <w:rPr>
            <w:webHidden/>
          </w:rPr>
          <w:fldChar w:fldCharType="begin"/>
        </w:r>
        <w:r w:rsidR="004476C8">
          <w:rPr>
            <w:webHidden/>
          </w:rPr>
          <w:instrText xml:space="preserve"> PAGEREF _Toc324764915 \h </w:instrText>
        </w:r>
        <w:r w:rsidR="004476C8">
          <w:rPr>
            <w:webHidden/>
          </w:rPr>
        </w:r>
        <w:r w:rsidR="004476C8">
          <w:rPr>
            <w:webHidden/>
          </w:rPr>
          <w:fldChar w:fldCharType="separate"/>
        </w:r>
        <w:r>
          <w:rPr>
            <w:webHidden/>
          </w:rPr>
          <w:t>12</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6" w:history="1">
        <w:r w:rsidR="004476C8" w:rsidRPr="008303B5">
          <w:rPr>
            <w:rStyle w:val="Hyperlink"/>
          </w:rPr>
          <w:t>Working with Menus</w:t>
        </w:r>
        <w:r w:rsidR="004476C8">
          <w:rPr>
            <w:webHidden/>
          </w:rPr>
          <w:tab/>
        </w:r>
        <w:r w:rsidR="004476C8">
          <w:rPr>
            <w:webHidden/>
          </w:rPr>
          <w:fldChar w:fldCharType="begin"/>
        </w:r>
        <w:r w:rsidR="004476C8">
          <w:rPr>
            <w:webHidden/>
          </w:rPr>
          <w:instrText xml:space="preserve"> PAGEREF _Toc324764916 \h </w:instrText>
        </w:r>
        <w:r w:rsidR="004476C8">
          <w:rPr>
            <w:webHidden/>
          </w:rPr>
        </w:r>
        <w:r w:rsidR="004476C8">
          <w:rPr>
            <w:webHidden/>
          </w:rPr>
          <w:fldChar w:fldCharType="separate"/>
        </w:r>
        <w:r>
          <w:rPr>
            <w:webHidden/>
          </w:rPr>
          <w:t>12</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7" w:history="1">
        <w:r w:rsidR="004476C8" w:rsidRPr="008303B5">
          <w:rPr>
            <w:rStyle w:val="Hyperlink"/>
          </w:rPr>
          <w:t>Working in Windows and Dialog Boxes</w:t>
        </w:r>
        <w:r w:rsidR="004476C8">
          <w:rPr>
            <w:webHidden/>
          </w:rPr>
          <w:tab/>
        </w:r>
        <w:r w:rsidR="004476C8">
          <w:rPr>
            <w:webHidden/>
          </w:rPr>
          <w:fldChar w:fldCharType="begin"/>
        </w:r>
        <w:r w:rsidR="004476C8">
          <w:rPr>
            <w:webHidden/>
          </w:rPr>
          <w:instrText xml:space="preserve"> PAGEREF _Toc324764917 \h </w:instrText>
        </w:r>
        <w:r w:rsidR="004476C8">
          <w:rPr>
            <w:webHidden/>
          </w:rPr>
        </w:r>
        <w:r w:rsidR="004476C8">
          <w:rPr>
            <w:webHidden/>
          </w:rPr>
          <w:fldChar w:fldCharType="separate"/>
        </w:r>
        <w:r>
          <w:rPr>
            <w:webHidden/>
          </w:rPr>
          <w:t>13</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8" w:history="1">
        <w:r w:rsidR="004476C8" w:rsidRPr="008303B5">
          <w:rPr>
            <w:rStyle w:val="Hyperlink"/>
          </w:rPr>
          <w:t>Using a Dialog Box</w:t>
        </w:r>
        <w:r w:rsidR="004476C8">
          <w:rPr>
            <w:webHidden/>
          </w:rPr>
          <w:tab/>
        </w:r>
        <w:r w:rsidR="004476C8">
          <w:rPr>
            <w:webHidden/>
          </w:rPr>
          <w:fldChar w:fldCharType="begin"/>
        </w:r>
        <w:r w:rsidR="004476C8">
          <w:rPr>
            <w:webHidden/>
          </w:rPr>
          <w:instrText xml:space="preserve"> PAGEREF _Toc324764918 \h </w:instrText>
        </w:r>
        <w:r w:rsidR="004476C8">
          <w:rPr>
            <w:webHidden/>
          </w:rPr>
        </w:r>
        <w:r w:rsidR="004476C8">
          <w:rPr>
            <w:webHidden/>
          </w:rPr>
          <w:fldChar w:fldCharType="separate"/>
        </w:r>
        <w:r>
          <w:rPr>
            <w:webHidden/>
          </w:rPr>
          <w:t>13</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19" w:history="1">
        <w:r w:rsidR="004476C8" w:rsidRPr="008303B5">
          <w:rPr>
            <w:rStyle w:val="Hyperlink"/>
          </w:rPr>
          <w:t>Editing in a Text Box</w:t>
        </w:r>
        <w:r w:rsidR="004476C8">
          <w:rPr>
            <w:webHidden/>
          </w:rPr>
          <w:tab/>
        </w:r>
        <w:r w:rsidR="004476C8">
          <w:rPr>
            <w:webHidden/>
          </w:rPr>
          <w:fldChar w:fldCharType="begin"/>
        </w:r>
        <w:r w:rsidR="004476C8">
          <w:rPr>
            <w:webHidden/>
          </w:rPr>
          <w:instrText xml:space="preserve"> PAGEREF _Toc324764919 \h </w:instrText>
        </w:r>
        <w:r w:rsidR="004476C8">
          <w:rPr>
            <w:webHidden/>
          </w:rPr>
        </w:r>
        <w:r w:rsidR="004476C8">
          <w:rPr>
            <w:webHidden/>
          </w:rPr>
          <w:fldChar w:fldCharType="separate"/>
        </w:r>
        <w:r>
          <w:rPr>
            <w:webHidden/>
          </w:rPr>
          <w:t>14</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20" w:history="1">
        <w:r w:rsidR="004476C8" w:rsidRPr="008303B5">
          <w:rPr>
            <w:rStyle w:val="Hyperlink"/>
          </w:rPr>
          <w:t>Working with Property Sheets</w:t>
        </w:r>
        <w:r w:rsidR="004476C8">
          <w:rPr>
            <w:webHidden/>
          </w:rPr>
          <w:tab/>
        </w:r>
        <w:r w:rsidR="004476C8">
          <w:rPr>
            <w:webHidden/>
          </w:rPr>
          <w:fldChar w:fldCharType="begin"/>
        </w:r>
        <w:r w:rsidR="004476C8">
          <w:rPr>
            <w:webHidden/>
          </w:rPr>
          <w:instrText xml:space="preserve"> PAGEREF _Toc324764920 \h </w:instrText>
        </w:r>
        <w:r w:rsidR="004476C8">
          <w:rPr>
            <w:webHidden/>
          </w:rPr>
        </w:r>
        <w:r w:rsidR="004476C8">
          <w:rPr>
            <w:webHidden/>
          </w:rPr>
          <w:fldChar w:fldCharType="separate"/>
        </w:r>
        <w:r>
          <w:rPr>
            <w:webHidden/>
          </w:rPr>
          <w:t>15</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21" w:history="1">
        <w:r w:rsidR="004476C8" w:rsidRPr="008303B5">
          <w:rPr>
            <w:rStyle w:val="Hyperlink"/>
          </w:rPr>
          <w:t>Using a Property Sheet with a Table or Query</w:t>
        </w:r>
        <w:r w:rsidR="004476C8">
          <w:rPr>
            <w:webHidden/>
          </w:rPr>
          <w:tab/>
        </w:r>
        <w:r w:rsidR="004476C8">
          <w:rPr>
            <w:webHidden/>
          </w:rPr>
          <w:fldChar w:fldCharType="begin"/>
        </w:r>
        <w:r w:rsidR="004476C8">
          <w:rPr>
            <w:webHidden/>
          </w:rPr>
          <w:instrText xml:space="preserve"> PAGEREF _Toc324764921 \h </w:instrText>
        </w:r>
        <w:r w:rsidR="004476C8">
          <w:rPr>
            <w:webHidden/>
          </w:rPr>
        </w:r>
        <w:r w:rsidR="004476C8">
          <w:rPr>
            <w:webHidden/>
          </w:rPr>
          <w:fldChar w:fldCharType="separate"/>
        </w:r>
        <w:r>
          <w:rPr>
            <w:webHidden/>
          </w:rPr>
          <w:t>16</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22" w:history="1">
        <w:r w:rsidR="004476C8" w:rsidRPr="008303B5">
          <w:rPr>
            <w:rStyle w:val="Hyperlink"/>
          </w:rPr>
          <w:t>Working with the Field List Pane</w:t>
        </w:r>
        <w:r w:rsidR="004476C8">
          <w:rPr>
            <w:webHidden/>
          </w:rPr>
          <w:tab/>
        </w:r>
        <w:r w:rsidR="004476C8">
          <w:rPr>
            <w:webHidden/>
          </w:rPr>
          <w:fldChar w:fldCharType="begin"/>
        </w:r>
        <w:r w:rsidR="004476C8">
          <w:rPr>
            <w:webHidden/>
          </w:rPr>
          <w:instrText xml:space="preserve"> PAGEREF _Toc324764922 \h </w:instrText>
        </w:r>
        <w:r w:rsidR="004476C8">
          <w:rPr>
            <w:webHidden/>
          </w:rPr>
        </w:r>
        <w:r w:rsidR="004476C8">
          <w:rPr>
            <w:webHidden/>
          </w:rPr>
          <w:fldChar w:fldCharType="separate"/>
        </w:r>
        <w:r>
          <w:rPr>
            <w:webHidden/>
          </w:rPr>
          <w:t>16</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23" w:history="1">
        <w:r w:rsidR="004476C8" w:rsidRPr="008303B5">
          <w:rPr>
            <w:rStyle w:val="Hyperlink"/>
          </w:rPr>
          <w:t>Keyboard Shortcuts for Using the Help Window</w:t>
        </w:r>
        <w:r w:rsidR="004476C8">
          <w:rPr>
            <w:webHidden/>
          </w:rPr>
          <w:tab/>
        </w:r>
        <w:r w:rsidR="004476C8">
          <w:rPr>
            <w:webHidden/>
          </w:rPr>
          <w:fldChar w:fldCharType="begin"/>
        </w:r>
        <w:r w:rsidR="004476C8">
          <w:rPr>
            <w:webHidden/>
          </w:rPr>
          <w:instrText xml:space="preserve"> PAGEREF _Toc324764923 \h </w:instrText>
        </w:r>
        <w:r w:rsidR="004476C8">
          <w:rPr>
            <w:webHidden/>
          </w:rPr>
        </w:r>
        <w:r w:rsidR="004476C8">
          <w:rPr>
            <w:webHidden/>
          </w:rPr>
          <w:fldChar w:fldCharType="separate"/>
        </w:r>
        <w:r>
          <w:rPr>
            <w:webHidden/>
          </w:rPr>
          <w:t>17</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24" w:history="1">
        <w:r w:rsidR="004476C8" w:rsidRPr="008303B5">
          <w:rPr>
            <w:rStyle w:val="Hyperlink"/>
          </w:rPr>
          <w:t>Objective 2:</w:t>
        </w:r>
        <w:r w:rsidR="004476C8">
          <w:rPr>
            <w:webHidden/>
          </w:rPr>
          <w:tab/>
        </w:r>
        <w:r w:rsidR="004476C8">
          <w:rPr>
            <w:webHidden/>
          </w:rPr>
          <w:fldChar w:fldCharType="begin"/>
        </w:r>
        <w:r w:rsidR="004476C8">
          <w:rPr>
            <w:webHidden/>
          </w:rPr>
          <w:instrText xml:space="preserve"> PAGEREF _Toc324764924 \h </w:instrText>
        </w:r>
        <w:r w:rsidR="004476C8">
          <w:rPr>
            <w:webHidden/>
          </w:rPr>
        </w:r>
        <w:r w:rsidR="004476C8">
          <w:rPr>
            <w:webHidden/>
          </w:rPr>
          <w:fldChar w:fldCharType="separate"/>
        </w:r>
        <w:r>
          <w:rPr>
            <w:webHidden/>
          </w:rPr>
          <w:t>18</w:t>
        </w:r>
        <w:r w:rsidR="004476C8">
          <w:rPr>
            <w:webHidden/>
          </w:rPr>
          <w:fldChar w:fldCharType="end"/>
        </w:r>
      </w:hyperlink>
    </w:p>
    <w:p w:rsidR="004476C8" w:rsidRDefault="00D92985">
      <w:pPr>
        <w:pStyle w:val="TOC2"/>
        <w:tabs>
          <w:tab w:val="right" w:leader="dot" w:pos="9350"/>
        </w:tabs>
        <w:rPr>
          <w:rFonts w:asciiTheme="minorHAnsi" w:eastAsiaTheme="minorEastAsia" w:hAnsiTheme="minorHAnsi" w:cstheme="minorBidi"/>
          <w:noProof/>
          <w:sz w:val="22"/>
          <w:szCs w:val="22"/>
          <w:lang w:eastAsia="en-US"/>
        </w:rPr>
      </w:pPr>
      <w:hyperlink w:anchor="_Toc324764925" w:history="1">
        <w:r w:rsidR="004476C8" w:rsidRPr="008303B5">
          <w:rPr>
            <w:rStyle w:val="Hyperlink"/>
            <w:noProof/>
          </w:rPr>
          <w:t>Keystrokes for Working with Text and Data</w:t>
        </w:r>
        <w:r w:rsidR="004476C8">
          <w:rPr>
            <w:noProof/>
            <w:webHidden/>
          </w:rPr>
          <w:tab/>
        </w:r>
        <w:r w:rsidR="004476C8">
          <w:rPr>
            <w:noProof/>
            <w:webHidden/>
          </w:rPr>
          <w:fldChar w:fldCharType="begin"/>
        </w:r>
        <w:r w:rsidR="004476C8">
          <w:rPr>
            <w:noProof/>
            <w:webHidden/>
          </w:rPr>
          <w:instrText xml:space="preserve"> PAGEREF _Toc324764925 \h </w:instrText>
        </w:r>
        <w:r w:rsidR="004476C8">
          <w:rPr>
            <w:noProof/>
            <w:webHidden/>
          </w:rPr>
        </w:r>
        <w:r w:rsidR="004476C8">
          <w:rPr>
            <w:noProof/>
            <w:webHidden/>
          </w:rPr>
          <w:fldChar w:fldCharType="separate"/>
        </w:r>
        <w:r>
          <w:rPr>
            <w:noProof/>
            <w:webHidden/>
          </w:rPr>
          <w:t>18</w:t>
        </w:r>
        <w:r w:rsidR="004476C8">
          <w:rPr>
            <w:noProof/>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26" w:history="1">
        <w:r w:rsidR="004476C8" w:rsidRPr="008303B5">
          <w:rPr>
            <w:rStyle w:val="Hyperlink"/>
          </w:rPr>
          <w:t>Selecting Text and Data</w:t>
        </w:r>
        <w:r w:rsidR="004476C8">
          <w:rPr>
            <w:webHidden/>
          </w:rPr>
          <w:tab/>
        </w:r>
        <w:r w:rsidR="004476C8">
          <w:rPr>
            <w:webHidden/>
          </w:rPr>
          <w:fldChar w:fldCharType="begin"/>
        </w:r>
        <w:r w:rsidR="004476C8">
          <w:rPr>
            <w:webHidden/>
          </w:rPr>
          <w:instrText xml:space="preserve"> PAGEREF _Toc324764926 \h </w:instrText>
        </w:r>
        <w:r w:rsidR="004476C8">
          <w:rPr>
            <w:webHidden/>
          </w:rPr>
        </w:r>
        <w:r w:rsidR="004476C8">
          <w:rPr>
            <w:webHidden/>
          </w:rPr>
          <w:fldChar w:fldCharType="separate"/>
        </w:r>
        <w:r>
          <w:rPr>
            <w:webHidden/>
          </w:rPr>
          <w:t>18</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27" w:history="1">
        <w:r w:rsidR="004476C8" w:rsidRPr="008303B5">
          <w:rPr>
            <w:rStyle w:val="Hyperlink"/>
          </w:rPr>
          <w:t>Selecting a Field or Record</w:t>
        </w:r>
        <w:r w:rsidR="004476C8">
          <w:rPr>
            <w:webHidden/>
          </w:rPr>
          <w:tab/>
        </w:r>
        <w:r w:rsidR="004476C8">
          <w:rPr>
            <w:webHidden/>
          </w:rPr>
          <w:fldChar w:fldCharType="begin"/>
        </w:r>
        <w:r w:rsidR="004476C8">
          <w:rPr>
            <w:webHidden/>
          </w:rPr>
          <w:instrText xml:space="preserve"> PAGEREF _Toc324764927 \h </w:instrText>
        </w:r>
        <w:r w:rsidR="004476C8">
          <w:rPr>
            <w:webHidden/>
          </w:rPr>
        </w:r>
        <w:r w:rsidR="004476C8">
          <w:rPr>
            <w:webHidden/>
          </w:rPr>
          <w:fldChar w:fldCharType="separate"/>
        </w:r>
        <w:r>
          <w:rPr>
            <w:webHidden/>
          </w:rPr>
          <w:t>18</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28" w:history="1">
        <w:r w:rsidR="004476C8" w:rsidRPr="008303B5">
          <w:rPr>
            <w:rStyle w:val="Hyperlink"/>
          </w:rPr>
          <w:t>Editing Text or Data</w:t>
        </w:r>
        <w:r w:rsidR="004476C8">
          <w:rPr>
            <w:webHidden/>
          </w:rPr>
          <w:tab/>
        </w:r>
        <w:r w:rsidR="004476C8">
          <w:rPr>
            <w:webHidden/>
          </w:rPr>
          <w:fldChar w:fldCharType="begin"/>
        </w:r>
        <w:r w:rsidR="004476C8">
          <w:rPr>
            <w:webHidden/>
          </w:rPr>
          <w:instrText xml:space="preserve"> PAGEREF _Toc324764928 \h </w:instrText>
        </w:r>
        <w:r w:rsidR="004476C8">
          <w:rPr>
            <w:webHidden/>
          </w:rPr>
        </w:r>
        <w:r w:rsidR="004476C8">
          <w:rPr>
            <w:webHidden/>
          </w:rPr>
          <w:fldChar w:fldCharType="separate"/>
        </w:r>
        <w:r>
          <w:rPr>
            <w:webHidden/>
          </w:rPr>
          <w:t>20</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29" w:history="1">
        <w:r w:rsidR="004476C8" w:rsidRPr="008303B5">
          <w:rPr>
            <w:rStyle w:val="Hyperlink"/>
          </w:rPr>
          <w:t>Copying, Moving or Deleting Text</w:t>
        </w:r>
        <w:r w:rsidR="004476C8">
          <w:rPr>
            <w:webHidden/>
          </w:rPr>
          <w:tab/>
        </w:r>
        <w:r w:rsidR="004476C8">
          <w:rPr>
            <w:webHidden/>
          </w:rPr>
          <w:fldChar w:fldCharType="begin"/>
        </w:r>
        <w:r w:rsidR="004476C8">
          <w:rPr>
            <w:webHidden/>
          </w:rPr>
          <w:instrText xml:space="preserve"> PAGEREF _Toc324764929 \h </w:instrText>
        </w:r>
        <w:r w:rsidR="004476C8">
          <w:rPr>
            <w:webHidden/>
          </w:rPr>
        </w:r>
        <w:r w:rsidR="004476C8">
          <w:rPr>
            <w:webHidden/>
          </w:rPr>
          <w:fldChar w:fldCharType="separate"/>
        </w:r>
        <w:r>
          <w:rPr>
            <w:webHidden/>
          </w:rPr>
          <w:t>20</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30" w:history="1">
        <w:r w:rsidR="004476C8" w:rsidRPr="008303B5">
          <w:rPr>
            <w:rStyle w:val="Hyperlink"/>
          </w:rPr>
          <w:t>Undoing Changes</w:t>
        </w:r>
        <w:r w:rsidR="004476C8">
          <w:rPr>
            <w:webHidden/>
          </w:rPr>
          <w:tab/>
        </w:r>
        <w:r w:rsidR="004476C8">
          <w:rPr>
            <w:webHidden/>
          </w:rPr>
          <w:fldChar w:fldCharType="begin"/>
        </w:r>
        <w:r w:rsidR="004476C8">
          <w:rPr>
            <w:webHidden/>
          </w:rPr>
          <w:instrText xml:space="preserve"> PAGEREF _Toc324764930 \h </w:instrText>
        </w:r>
        <w:r w:rsidR="004476C8">
          <w:rPr>
            <w:webHidden/>
          </w:rPr>
        </w:r>
        <w:r w:rsidR="004476C8">
          <w:rPr>
            <w:webHidden/>
          </w:rPr>
          <w:fldChar w:fldCharType="separate"/>
        </w:r>
        <w:r>
          <w:rPr>
            <w:webHidden/>
          </w:rPr>
          <w:t>21</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31" w:history="1">
        <w:r w:rsidR="004476C8" w:rsidRPr="008303B5">
          <w:rPr>
            <w:rStyle w:val="Hyperlink"/>
          </w:rPr>
          <w:t>Entering Data in Datasheet or Form View</w:t>
        </w:r>
        <w:r w:rsidR="004476C8">
          <w:rPr>
            <w:webHidden/>
          </w:rPr>
          <w:tab/>
        </w:r>
        <w:r w:rsidR="004476C8">
          <w:rPr>
            <w:webHidden/>
          </w:rPr>
          <w:fldChar w:fldCharType="begin"/>
        </w:r>
        <w:r w:rsidR="004476C8">
          <w:rPr>
            <w:webHidden/>
          </w:rPr>
          <w:instrText xml:space="preserve"> PAGEREF _Toc324764931 \h </w:instrText>
        </w:r>
        <w:r w:rsidR="004476C8">
          <w:rPr>
            <w:webHidden/>
          </w:rPr>
        </w:r>
        <w:r w:rsidR="004476C8">
          <w:rPr>
            <w:webHidden/>
          </w:rPr>
          <w:fldChar w:fldCharType="separate"/>
        </w:r>
        <w:r>
          <w:rPr>
            <w:webHidden/>
          </w:rPr>
          <w:t>21</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32" w:history="1">
        <w:r w:rsidR="004476C8" w:rsidRPr="008303B5">
          <w:rPr>
            <w:rStyle w:val="Hyperlink"/>
          </w:rPr>
          <w:t>Refreshing Fields with Current Data</w:t>
        </w:r>
        <w:r w:rsidR="004476C8">
          <w:rPr>
            <w:webHidden/>
          </w:rPr>
          <w:tab/>
        </w:r>
        <w:r w:rsidR="004476C8">
          <w:rPr>
            <w:webHidden/>
          </w:rPr>
          <w:fldChar w:fldCharType="begin"/>
        </w:r>
        <w:r w:rsidR="004476C8">
          <w:rPr>
            <w:webHidden/>
          </w:rPr>
          <w:instrText xml:space="preserve"> PAGEREF _Toc324764932 \h </w:instrText>
        </w:r>
        <w:r w:rsidR="004476C8">
          <w:rPr>
            <w:webHidden/>
          </w:rPr>
        </w:r>
        <w:r w:rsidR="004476C8">
          <w:rPr>
            <w:webHidden/>
          </w:rPr>
          <w:fldChar w:fldCharType="separate"/>
        </w:r>
        <w:r>
          <w:rPr>
            <w:webHidden/>
          </w:rPr>
          <w:t>22</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33" w:history="1">
        <w:r w:rsidR="004476C8" w:rsidRPr="008303B5">
          <w:rPr>
            <w:rStyle w:val="Hyperlink"/>
          </w:rPr>
          <w:t>objective 3:</w:t>
        </w:r>
        <w:r w:rsidR="004476C8">
          <w:rPr>
            <w:webHidden/>
          </w:rPr>
          <w:tab/>
        </w:r>
        <w:r w:rsidR="004476C8">
          <w:rPr>
            <w:webHidden/>
          </w:rPr>
          <w:fldChar w:fldCharType="begin"/>
        </w:r>
        <w:r w:rsidR="004476C8">
          <w:rPr>
            <w:webHidden/>
          </w:rPr>
          <w:instrText xml:space="preserve"> PAGEREF _Toc324764933 \h </w:instrText>
        </w:r>
        <w:r w:rsidR="004476C8">
          <w:rPr>
            <w:webHidden/>
          </w:rPr>
        </w:r>
        <w:r w:rsidR="004476C8">
          <w:rPr>
            <w:webHidden/>
          </w:rPr>
          <w:fldChar w:fldCharType="separate"/>
        </w:r>
        <w:r>
          <w:rPr>
            <w:webHidden/>
          </w:rPr>
          <w:t>23</w:t>
        </w:r>
        <w:r w:rsidR="004476C8">
          <w:rPr>
            <w:webHidden/>
          </w:rPr>
          <w:fldChar w:fldCharType="end"/>
        </w:r>
      </w:hyperlink>
    </w:p>
    <w:p w:rsidR="004476C8" w:rsidRDefault="00D92985">
      <w:pPr>
        <w:pStyle w:val="TOC2"/>
        <w:tabs>
          <w:tab w:val="right" w:leader="dot" w:pos="9350"/>
        </w:tabs>
        <w:rPr>
          <w:rFonts w:asciiTheme="minorHAnsi" w:eastAsiaTheme="minorEastAsia" w:hAnsiTheme="minorHAnsi" w:cstheme="minorBidi"/>
          <w:noProof/>
          <w:sz w:val="22"/>
          <w:szCs w:val="22"/>
          <w:lang w:eastAsia="en-US"/>
        </w:rPr>
      </w:pPr>
      <w:hyperlink w:anchor="_Toc324764934" w:history="1">
        <w:r w:rsidR="004476C8" w:rsidRPr="008303B5">
          <w:rPr>
            <w:rStyle w:val="Hyperlink"/>
            <w:noProof/>
          </w:rPr>
          <w:t>Keystrokes for Navigating Records</w:t>
        </w:r>
        <w:r w:rsidR="004476C8">
          <w:rPr>
            <w:noProof/>
            <w:webHidden/>
          </w:rPr>
          <w:tab/>
        </w:r>
        <w:r w:rsidR="004476C8">
          <w:rPr>
            <w:noProof/>
            <w:webHidden/>
          </w:rPr>
          <w:fldChar w:fldCharType="begin"/>
        </w:r>
        <w:r w:rsidR="004476C8">
          <w:rPr>
            <w:noProof/>
            <w:webHidden/>
          </w:rPr>
          <w:instrText xml:space="preserve"> PAGEREF _Toc324764934 \h </w:instrText>
        </w:r>
        <w:r w:rsidR="004476C8">
          <w:rPr>
            <w:noProof/>
            <w:webHidden/>
          </w:rPr>
        </w:r>
        <w:r w:rsidR="004476C8">
          <w:rPr>
            <w:noProof/>
            <w:webHidden/>
          </w:rPr>
          <w:fldChar w:fldCharType="separate"/>
        </w:r>
        <w:r>
          <w:rPr>
            <w:noProof/>
            <w:webHidden/>
          </w:rPr>
          <w:t>23</w:t>
        </w:r>
        <w:r w:rsidR="004476C8">
          <w:rPr>
            <w:noProof/>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35" w:history="1">
        <w:r w:rsidR="004476C8" w:rsidRPr="008303B5">
          <w:rPr>
            <w:rStyle w:val="Hyperlink"/>
          </w:rPr>
          <w:t>Navigating in Design View</w:t>
        </w:r>
        <w:r w:rsidR="004476C8">
          <w:rPr>
            <w:webHidden/>
          </w:rPr>
          <w:tab/>
        </w:r>
        <w:r w:rsidR="004476C8">
          <w:rPr>
            <w:webHidden/>
          </w:rPr>
          <w:fldChar w:fldCharType="begin"/>
        </w:r>
        <w:r w:rsidR="004476C8">
          <w:rPr>
            <w:webHidden/>
          </w:rPr>
          <w:instrText xml:space="preserve"> PAGEREF _Toc324764935 \h </w:instrText>
        </w:r>
        <w:r w:rsidR="004476C8">
          <w:rPr>
            <w:webHidden/>
          </w:rPr>
        </w:r>
        <w:r w:rsidR="004476C8">
          <w:rPr>
            <w:webHidden/>
          </w:rPr>
          <w:fldChar w:fldCharType="separate"/>
        </w:r>
        <w:r>
          <w:rPr>
            <w:webHidden/>
          </w:rPr>
          <w:t>23</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36" w:history="1">
        <w:r w:rsidR="004476C8" w:rsidRPr="008303B5">
          <w:rPr>
            <w:rStyle w:val="Hyperlink"/>
          </w:rPr>
          <w:t>Navigating in Data Sheet View</w:t>
        </w:r>
        <w:r w:rsidR="004476C8">
          <w:rPr>
            <w:webHidden/>
          </w:rPr>
          <w:tab/>
        </w:r>
        <w:r w:rsidR="004476C8">
          <w:rPr>
            <w:webHidden/>
          </w:rPr>
          <w:fldChar w:fldCharType="begin"/>
        </w:r>
        <w:r w:rsidR="004476C8">
          <w:rPr>
            <w:webHidden/>
          </w:rPr>
          <w:instrText xml:space="preserve"> PAGEREF _Toc324764936 \h </w:instrText>
        </w:r>
        <w:r w:rsidR="004476C8">
          <w:rPr>
            <w:webHidden/>
          </w:rPr>
        </w:r>
        <w:r w:rsidR="004476C8">
          <w:rPr>
            <w:webHidden/>
          </w:rPr>
          <w:fldChar w:fldCharType="separate"/>
        </w:r>
        <w:r>
          <w:rPr>
            <w:webHidden/>
          </w:rPr>
          <w:t>25</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37" w:history="1">
        <w:r w:rsidR="004476C8" w:rsidRPr="008303B5">
          <w:rPr>
            <w:rStyle w:val="Hyperlink"/>
          </w:rPr>
          <w:t>Navigating between Fields and Records</w:t>
        </w:r>
        <w:r w:rsidR="004476C8">
          <w:rPr>
            <w:webHidden/>
          </w:rPr>
          <w:tab/>
        </w:r>
        <w:r w:rsidR="004476C8">
          <w:rPr>
            <w:webHidden/>
          </w:rPr>
          <w:fldChar w:fldCharType="begin"/>
        </w:r>
        <w:r w:rsidR="004476C8">
          <w:rPr>
            <w:webHidden/>
          </w:rPr>
          <w:instrText xml:space="preserve"> PAGEREF _Toc324764937 \h </w:instrText>
        </w:r>
        <w:r w:rsidR="004476C8">
          <w:rPr>
            <w:webHidden/>
          </w:rPr>
        </w:r>
        <w:r w:rsidR="004476C8">
          <w:rPr>
            <w:webHidden/>
          </w:rPr>
          <w:fldChar w:fldCharType="separate"/>
        </w:r>
        <w:r>
          <w:rPr>
            <w:webHidden/>
          </w:rPr>
          <w:t>25</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38" w:history="1">
        <w:r w:rsidR="004476C8" w:rsidRPr="008303B5">
          <w:rPr>
            <w:rStyle w:val="Hyperlink"/>
          </w:rPr>
          <w:t>Navigating to another Screen of Data</w:t>
        </w:r>
        <w:r w:rsidR="004476C8">
          <w:rPr>
            <w:webHidden/>
          </w:rPr>
          <w:tab/>
        </w:r>
        <w:r w:rsidR="004476C8">
          <w:rPr>
            <w:webHidden/>
          </w:rPr>
          <w:fldChar w:fldCharType="begin"/>
        </w:r>
        <w:r w:rsidR="004476C8">
          <w:rPr>
            <w:webHidden/>
          </w:rPr>
          <w:instrText xml:space="preserve"> PAGEREF _Toc324764938 \h </w:instrText>
        </w:r>
        <w:r w:rsidR="004476C8">
          <w:rPr>
            <w:webHidden/>
          </w:rPr>
        </w:r>
        <w:r w:rsidR="004476C8">
          <w:rPr>
            <w:webHidden/>
          </w:rPr>
          <w:fldChar w:fldCharType="separate"/>
        </w:r>
        <w:r>
          <w:rPr>
            <w:webHidden/>
          </w:rPr>
          <w:t>26</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39" w:history="1">
        <w:r w:rsidR="004476C8" w:rsidRPr="008303B5">
          <w:rPr>
            <w:rStyle w:val="Hyperlink"/>
          </w:rPr>
          <w:t>Navigating in Subdatasheets</w:t>
        </w:r>
        <w:r w:rsidR="004476C8">
          <w:rPr>
            <w:webHidden/>
          </w:rPr>
          <w:tab/>
        </w:r>
        <w:r w:rsidR="004476C8">
          <w:rPr>
            <w:webHidden/>
          </w:rPr>
          <w:fldChar w:fldCharType="begin"/>
        </w:r>
        <w:r w:rsidR="004476C8">
          <w:rPr>
            <w:webHidden/>
          </w:rPr>
          <w:instrText xml:space="preserve"> PAGEREF _Toc324764939 \h </w:instrText>
        </w:r>
        <w:r w:rsidR="004476C8">
          <w:rPr>
            <w:webHidden/>
          </w:rPr>
        </w:r>
        <w:r w:rsidR="004476C8">
          <w:rPr>
            <w:webHidden/>
          </w:rPr>
          <w:fldChar w:fldCharType="separate"/>
        </w:r>
        <w:r>
          <w:rPr>
            <w:webHidden/>
          </w:rPr>
          <w:t>26</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0" w:history="1">
        <w:r w:rsidR="004476C8" w:rsidRPr="008303B5">
          <w:rPr>
            <w:rStyle w:val="Hyperlink"/>
          </w:rPr>
          <w:t>Expanding and Collapsing Subdatasheets</w:t>
        </w:r>
        <w:r w:rsidR="004476C8">
          <w:rPr>
            <w:webHidden/>
          </w:rPr>
          <w:tab/>
        </w:r>
        <w:r w:rsidR="004476C8">
          <w:rPr>
            <w:webHidden/>
          </w:rPr>
          <w:fldChar w:fldCharType="begin"/>
        </w:r>
        <w:r w:rsidR="004476C8">
          <w:rPr>
            <w:webHidden/>
          </w:rPr>
          <w:instrText xml:space="preserve"> PAGEREF _Toc324764940 \h </w:instrText>
        </w:r>
        <w:r w:rsidR="004476C8">
          <w:rPr>
            <w:webHidden/>
          </w:rPr>
        </w:r>
        <w:r w:rsidR="004476C8">
          <w:rPr>
            <w:webHidden/>
          </w:rPr>
          <w:fldChar w:fldCharType="separate"/>
        </w:r>
        <w:r>
          <w:rPr>
            <w:webHidden/>
          </w:rPr>
          <w:t>27</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1" w:history="1">
        <w:r w:rsidR="004476C8" w:rsidRPr="008303B5">
          <w:rPr>
            <w:rStyle w:val="Hyperlink"/>
          </w:rPr>
          <w:t>Navigating between the Datasheet and Subdatasheet</w:t>
        </w:r>
        <w:r w:rsidR="004476C8">
          <w:rPr>
            <w:webHidden/>
          </w:rPr>
          <w:tab/>
        </w:r>
        <w:r w:rsidR="004476C8">
          <w:rPr>
            <w:webHidden/>
          </w:rPr>
          <w:fldChar w:fldCharType="begin"/>
        </w:r>
        <w:r w:rsidR="004476C8">
          <w:rPr>
            <w:webHidden/>
          </w:rPr>
          <w:instrText xml:space="preserve"> PAGEREF _Toc324764941 \h </w:instrText>
        </w:r>
        <w:r w:rsidR="004476C8">
          <w:rPr>
            <w:webHidden/>
          </w:rPr>
        </w:r>
        <w:r w:rsidR="004476C8">
          <w:rPr>
            <w:webHidden/>
          </w:rPr>
          <w:fldChar w:fldCharType="separate"/>
        </w:r>
        <w:r>
          <w:rPr>
            <w:webHidden/>
          </w:rPr>
          <w:t>27</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2" w:history="1">
        <w:r w:rsidR="004476C8" w:rsidRPr="008303B5">
          <w:rPr>
            <w:rStyle w:val="Hyperlink"/>
          </w:rPr>
          <w:t>Navigating in Form View</w:t>
        </w:r>
        <w:r w:rsidR="004476C8">
          <w:rPr>
            <w:webHidden/>
          </w:rPr>
          <w:tab/>
        </w:r>
        <w:r w:rsidR="004476C8">
          <w:rPr>
            <w:webHidden/>
          </w:rPr>
          <w:fldChar w:fldCharType="begin"/>
        </w:r>
        <w:r w:rsidR="004476C8">
          <w:rPr>
            <w:webHidden/>
          </w:rPr>
          <w:instrText xml:space="preserve"> PAGEREF _Toc324764942 \h </w:instrText>
        </w:r>
        <w:r w:rsidR="004476C8">
          <w:rPr>
            <w:webHidden/>
          </w:rPr>
        </w:r>
        <w:r w:rsidR="004476C8">
          <w:rPr>
            <w:webHidden/>
          </w:rPr>
          <w:fldChar w:fldCharType="separate"/>
        </w:r>
        <w:r>
          <w:rPr>
            <w:webHidden/>
          </w:rPr>
          <w:t>28</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3" w:history="1">
        <w:r w:rsidR="004476C8" w:rsidRPr="008303B5">
          <w:rPr>
            <w:rStyle w:val="Hyperlink"/>
          </w:rPr>
          <w:t>Navigating between Fields and Record</w:t>
        </w:r>
        <w:r w:rsidR="004476C8">
          <w:rPr>
            <w:webHidden/>
          </w:rPr>
          <w:tab/>
        </w:r>
        <w:r w:rsidR="004476C8">
          <w:rPr>
            <w:webHidden/>
          </w:rPr>
          <w:fldChar w:fldCharType="begin"/>
        </w:r>
        <w:r w:rsidR="004476C8">
          <w:rPr>
            <w:webHidden/>
          </w:rPr>
          <w:instrText xml:space="preserve"> PAGEREF _Toc324764943 \h </w:instrText>
        </w:r>
        <w:r w:rsidR="004476C8">
          <w:rPr>
            <w:webHidden/>
          </w:rPr>
        </w:r>
        <w:r w:rsidR="004476C8">
          <w:rPr>
            <w:webHidden/>
          </w:rPr>
          <w:fldChar w:fldCharType="separate"/>
        </w:r>
        <w:r>
          <w:rPr>
            <w:webHidden/>
          </w:rPr>
          <w:t>28</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4" w:history="1">
        <w:r w:rsidR="004476C8" w:rsidRPr="008303B5">
          <w:rPr>
            <w:rStyle w:val="Hyperlink"/>
          </w:rPr>
          <w:t>Navigating in Forms with more than one Page</w:t>
        </w:r>
        <w:r w:rsidR="004476C8">
          <w:rPr>
            <w:webHidden/>
          </w:rPr>
          <w:tab/>
        </w:r>
        <w:r w:rsidR="004476C8">
          <w:rPr>
            <w:webHidden/>
          </w:rPr>
          <w:fldChar w:fldCharType="begin"/>
        </w:r>
        <w:r w:rsidR="004476C8">
          <w:rPr>
            <w:webHidden/>
          </w:rPr>
          <w:instrText xml:space="preserve"> PAGEREF _Toc324764944 \h </w:instrText>
        </w:r>
        <w:r w:rsidR="004476C8">
          <w:rPr>
            <w:webHidden/>
          </w:rPr>
        </w:r>
        <w:r w:rsidR="004476C8">
          <w:rPr>
            <w:webHidden/>
          </w:rPr>
          <w:fldChar w:fldCharType="separate"/>
        </w:r>
        <w:r>
          <w:rPr>
            <w:webHidden/>
          </w:rPr>
          <w:t>29</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5" w:history="1">
        <w:r w:rsidR="004476C8" w:rsidRPr="008303B5">
          <w:rPr>
            <w:rStyle w:val="Hyperlink"/>
          </w:rPr>
          <w:t>Navigating between the Main Form and Subform</w:t>
        </w:r>
        <w:r w:rsidR="004476C8">
          <w:rPr>
            <w:webHidden/>
          </w:rPr>
          <w:tab/>
        </w:r>
        <w:r w:rsidR="004476C8">
          <w:rPr>
            <w:webHidden/>
          </w:rPr>
          <w:fldChar w:fldCharType="begin"/>
        </w:r>
        <w:r w:rsidR="004476C8">
          <w:rPr>
            <w:webHidden/>
          </w:rPr>
          <w:instrText xml:space="preserve"> PAGEREF _Toc324764945 \h </w:instrText>
        </w:r>
        <w:r w:rsidR="004476C8">
          <w:rPr>
            <w:webHidden/>
          </w:rPr>
        </w:r>
        <w:r w:rsidR="004476C8">
          <w:rPr>
            <w:webHidden/>
          </w:rPr>
          <w:fldChar w:fldCharType="separate"/>
        </w:r>
        <w:r>
          <w:rPr>
            <w:webHidden/>
          </w:rPr>
          <w:t>29</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6" w:history="1">
        <w:r w:rsidR="004476C8" w:rsidRPr="008303B5">
          <w:rPr>
            <w:rStyle w:val="Hyperlink"/>
          </w:rPr>
          <w:t>Navigating in Print Preview and Layout Preview</w:t>
        </w:r>
        <w:r w:rsidR="004476C8">
          <w:rPr>
            <w:webHidden/>
          </w:rPr>
          <w:tab/>
        </w:r>
        <w:r w:rsidR="004476C8">
          <w:rPr>
            <w:webHidden/>
          </w:rPr>
          <w:fldChar w:fldCharType="begin"/>
        </w:r>
        <w:r w:rsidR="004476C8">
          <w:rPr>
            <w:webHidden/>
          </w:rPr>
          <w:instrText xml:space="preserve"> PAGEREF _Toc324764946 \h </w:instrText>
        </w:r>
        <w:r w:rsidR="004476C8">
          <w:rPr>
            <w:webHidden/>
          </w:rPr>
        </w:r>
        <w:r w:rsidR="004476C8">
          <w:rPr>
            <w:webHidden/>
          </w:rPr>
          <w:fldChar w:fldCharType="separate"/>
        </w:r>
        <w:r>
          <w:rPr>
            <w:webHidden/>
          </w:rPr>
          <w:t>29</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7" w:history="1">
        <w:r w:rsidR="004476C8" w:rsidRPr="008303B5">
          <w:rPr>
            <w:rStyle w:val="Hyperlink"/>
          </w:rPr>
          <w:t>Viewing Different Pages</w:t>
        </w:r>
        <w:r w:rsidR="004476C8">
          <w:rPr>
            <w:webHidden/>
          </w:rPr>
          <w:tab/>
        </w:r>
        <w:r w:rsidR="004476C8">
          <w:rPr>
            <w:webHidden/>
          </w:rPr>
          <w:fldChar w:fldCharType="begin"/>
        </w:r>
        <w:r w:rsidR="004476C8">
          <w:rPr>
            <w:webHidden/>
          </w:rPr>
          <w:instrText xml:space="preserve"> PAGEREF _Toc324764947 \h </w:instrText>
        </w:r>
        <w:r w:rsidR="004476C8">
          <w:rPr>
            <w:webHidden/>
          </w:rPr>
        </w:r>
        <w:r w:rsidR="004476C8">
          <w:rPr>
            <w:webHidden/>
          </w:rPr>
          <w:fldChar w:fldCharType="separate"/>
        </w:r>
        <w:r>
          <w:rPr>
            <w:webHidden/>
          </w:rPr>
          <w:t>30</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8" w:history="1">
        <w:r w:rsidR="004476C8" w:rsidRPr="008303B5">
          <w:rPr>
            <w:rStyle w:val="Hyperlink"/>
          </w:rPr>
          <w:t>Navigating in Print Preview and Layout Preview</w:t>
        </w:r>
        <w:r w:rsidR="004476C8">
          <w:rPr>
            <w:webHidden/>
          </w:rPr>
          <w:tab/>
        </w:r>
        <w:r w:rsidR="004476C8">
          <w:rPr>
            <w:webHidden/>
          </w:rPr>
          <w:fldChar w:fldCharType="begin"/>
        </w:r>
        <w:r w:rsidR="004476C8">
          <w:rPr>
            <w:webHidden/>
          </w:rPr>
          <w:instrText xml:space="preserve"> PAGEREF _Toc324764948 \h </w:instrText>
        </w:r>
        <w:r w:rsidR="004476C8">
          <w:rPr>
            <w:webHidden/>
          </w:rPr>
        </w:r>
        <w:r w:rsidR="004476C8">
          <w:rPr>
            <w:webHidden/>
          </w:rPr>
          <w:fldChar w:fldCharType="separate"/>
        </w:r>
        <w:r>
          <w:rPr>
            <w:webHidden/>
          </w:rPr>
          <w:t>30</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49" w:history="1">
        <w:r w:rsidR="004476C8" w:rsidRPr="008303B5">
          <w:rPr>
            <w:rStyle w:val="Hyperlink"/>
          </w:rPr>
          <w:t>Navigating in the Database Diagram Window in an Access Project</w:t>
        </w:r>
        <w:r w:rsidR="004476C8">
          <w:rPr>
            <w:webHidden/>
          </w:rPr>
          <w:tab/>
        </w:r>
        <w:r w:rsidR="004476C8">
          <w:rPr>
            <w:webHidden/>
          </w:rPr>
          <w:fldChar w:fldCharType="begin"/>
        </w:r>
        <w:r w:rsidR="004476C8">
          <w:rPr>
            <w:webHidden/>
          </w:rPr>
          <w:instrText xml:space="preserve"> PAGEREF _Toc324764949 \h </w:instrText>
        </w:r>
        <w:r w:rsidR="004476C8">
          <w:rPr>
            <w:webHidden/>
          </w:rPr>
        </w:r>
        <w:r w:rsidR="004476C8">
          <w:rPr>
            <w:webHidden/>
          </w:rPr>
          <w:fldChar w:fldCharType="separate"/>
        </w:r>
        <w:r>
          <w:rPr>
            <w:webHidden/>
          </w:rPr>
          <w:t>31</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50" w:history="1">
        <w:r w:rsidR="004476C8" w:rsidRPr="008303B5">
          <w:rPr>
            <w:rStyle w:val="Hyperlink"/>
          </w:rPr>
          <w:t>Navigating in the Query Designer in an Access Project</w:t>
        </w:r>
        <w:r w:rsidR="004476C8">
          <w:rPr>
            <w:webHidden/>
          </w:rPr>
          <w:tab/>
        </w:r>
        <w:r w:rsidR="004476C8">
          <w:rPr>
            <w:webHidden/>
          </w:rPr>
          <w:fldChar w:fldCharType="begin"/>
        </w:r>
        <w:r w:rsidR="004476C8">
          <w:rPr>
            <w:webHidden/>
          </w:rPr>
          <w:instrText xml:space="preserve"> PAGEREF _Toc324764950 \h </w:instrText>
        </w:r>
        <w:r w:rsidR="004476C8">
          <w:rPr>
            <w:webHidden/>
          </w:rPr>
        </w:r>
        <w:r w:rsidR="004476C8">
          <w:rPr>
            <w:webHidden/>
          </w:rPr>
          <w:fldChar w:fldCharType="separate"/>
        </w:r>
        <w:r>
          <w:rPr>
            <w:webHidden/>
          </w:rPr>
          <w:t>32</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51" w:history="1">
        <w:r w:rsidR="004476C8" w:rsidRPr="008303B5">
          <w:rPr>
            <w:rStyle w:val="Hyperlink"/>
          </w:rPr>
          <w:t>Objective 4:</w:t>
        </w:r>
        <w:r w:rsidR="004476C8">
          <w:rPr>
            <w:webHidden/>
          </w:rPr>
          <w:tab/>
        </w:r>
        <w:r w:rsidR="004476C8">
          <w:rPr>
            <w:webHidden/>
          </w:rPr>
          <w:fldChar w:fldCharType="begin"/>
        </w:r>
        <w:r w:rsidR="004476C8">
          <w:rPr>
            <w:webHidden/>
          </w:rPr>
          <w:instrText xml:space="preserve"> PAGEREF _Toc324764951 \h </w:instrText>
        </w:r>
        <w:r w:rsidR="004476C8">
          <w:rPr>
            <w:webHidden/>
          </w:rPr>
        </w:r>
        <w:r w:rsidR="004476C8">
          <w:rPr>
            <w:webHidden/>
          </w:rPr>
          <w:fldChar w:fldCharType="separate"/>
        </w:r>
        <w:r>
          <w:rPr>
            <w:webHidden/>
          </w:rPr>
          <w:t>34</w:t>
        </w:r>
        <w:r w:rsidR="004476C8">
          <w:rPr>
            <w:webHidden/>
          </w:rPr>
          <w:fldChar w:fldCharType="end"/>
        </w:r>
      </w:hyperlink>
    </w:p>
    <w:p w:rsidR="004476C8" w:rsidRDefault="00D92985">
      <w:pPr>
        <w:pStyle w:val="TOC2"/>
        <w:tabs>
          <w:tab w:val="right" w:leader="dot" w:pos="9350"/>
        </w:tabs>
        <w:rPr>
          <w:rFonts w:asciiTheme="minorHAnsi" w:eastAsiaTheme="minorEastAsia" w:hAnsiTheme="minorHAnsi" w:cstheme="minorBidi"/>
          <w:noProof/>
          <w:sz w:val="22"/>
          <w:szCs w:val="22"/>
          <w:lang w:eastAsia="en-US"/>
        </w:rPr>
      </w:pPr>
      <w:hyperlink w:anchor="_Toc324764952" w:history="1">
        <w:r w:rsidR="004476C8" w:rsidRPr="008303B5">
          <w:rPr>
            <w:rStyle w:val="Hyperlink"/>
            <w:noProof/>
          </w:rPr>
          <w:t>Working with PivotTable Views</w:t>
        </w:r>
        <w:r w:rsidR="004476C8">
          <w:rPr>
            <w:noProof/>
            <w:webHidden/>
          </w:rPr>
          <w:tab/>
        </w:r>
        <w:r w:rsidR="004476C8">
          <w:rPr>
            <w:noProof/>
            <w:webHidden/>
          </w:rPr>
          <w:fldChar w:fldCharType="begin"/>
        </w:r>
        <w:r w:rsidR="004476C8">
          <w:rPr>
            <w:noProof/>
            <w:webHidden/>
          </w:rPr>
          <w:instrText xml:space="preserve"> PAGEREF _Toc324764952 \h </w:instrText>
        </w:r>
        <w:r w:rsidR="004476C8">
          <w:rPr>
            <w:noProof/>
            <w:webHidden/>
          </w:rPr>
        </w:r>
        <w:r w:rsidR="004476C8">
          <w:rPr>
            <w:noProof/>
            <w:webHidden/>
          </w:rPr>
          <w:fldChar w:fldCharType="separate"/>
        </w:r>
        <w:r>
          <w:rPr>
            <w:noProof/>
            <w:webHidden/>
          </w:rPr>
          <w:t>34</w:t>
        </w:r>
        <w:r w:rsidR="004476C8">
          <w:rPr>
            <w:noProof/>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53" w:history="1">
        <w:r w:rsidR="004476C8" w:rsidRPr="008303B5">
          <w:rPr>
            <w:rStyle w:val="Hyperlink"/>
          </w:rPr>
          <w:t>PivotTable View</w:t>
        </w:r>
        <w:r w:rsidR="004476C8">
          <w:rPr>
            <w:webHidden/>
          </w:rPr>
          <w:tab/>
        </w:r>
        <w:r w:rsidR="004476C8">
          <w:rPr>
            <w:webHidden/>
          </w:rPr>
          <w:fldChar w:fldCharType="begin"/>
        </w:r>
        <w:r w:rsidR="004476C8">
          <w:rPr>
            <w:webHidden/>
          </w:rPr>
          <w:instrText xml:space="preserve"> PAGEREF _Toc324764953 \h </w:instrText>
        </w:r>
        <w:r w:rsidR="004476C8">
          <w:rPr>
            <w:webHidden/>
          </w:rPr>
        </w:r>
        <w:r w:rsidR="004476C8">
          <w:rPr>
            <w:webHidden/>
          </w:rPr>
          <w:fldChar w:fldCharType="separate"/>
        </w:r>
        <w:r>
          <w:rPr>
            <w:webHidden/>
          </w:rPr>
          <w:t>34</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54" w:history="1">
        <w:r w:rsidR="004476C8" w:rsidRPr="008303B5">
          <w:rPr>
            <w:rStyle w:val="Hyperlink"/>
          </w:rPr>
          <w:t>Keystrokes for Carrying out Commands</w:t>
        </w:r>
        <w:r w:rsidR="004476C8">
          <w:rPr>
            <w:webHidden/>
          </w:rPr>
          <w:tab/>
        </w:r>
        <w:r w:rsidR="004476C8">
          <w:rPr>
            <w:webHidden/>
          </w:rPr>
          <w:fldChar w:fldCharType="begin"/>
        </w:r>
        <w:r w:rsidR="004476C8">
          <w:rPr>
            <w:webHidden/>
          </w:rPr>
          <w:instrText xml:space="preserve"> PAGEREF _Toc324764954 \h </w:instrText>
        </w:r>
        <w:r w:rsidR="004476C8">
          <w:rPr>
            <w:webHidden/>
          </w:rPr>
        </w:r>
        <w:r w:rsidR="004476C8">
          <w:rPr>
            <w:webHidden/>
          </w:rPr>
          <w:fldChar w:fldCharType="separate"/>
        </w:r>
        <w:r>
          <w:rPr>
            <w:webHidden/>
          </w:rPr>
          <w:t>35</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55" w:history="1">
        <w:r w:rsidR="004476C8" w:rsidRPr="008303B5">
          <w:rPr>
            <w:rStyle w:val="Hyperlink"/>
          </w:rPr>
          <w:t>Keystrokes for Adding Fields and Totals and Changing the Layout of a PivotTable View</w:t>
        </w:r>
        <w:r w:rsidR="004476C8">
          <w:rPr>
            <w:webHidden/>
          </w:rPr>
          <w:tab/>
        </w:r>
        <w:r w:rsidR="004476C8">
          <w:rPr>
            <w:webHidden/>
          </w:rPr>
          <w:fldChar w:fldCharType="begin"/>
        </w:r>
        <w:r w:rsidR="004476C8">
          <w:rPr>
            <w:webHidden/>
          </w:rPr>
          <w:instrText xml:space="preserve"> PAGEREF _Toc324764955 \h </w:instrText>
        </w:r>
        <w:r w:rsidR="004476C8">
          <w:rPr>
            <w:webHidden/>
          </w:rPr>
        </w:r>
        <w:r w:rsidR="004476C8">
          <w:rPr>
            <w:webHidden/>
          </w:rPr>
          <w:fldChar w:fldCharType="separate"/>
        </w:r>
        <w:r>
          <w:rPr>
            <w:webHidden/>
          </w:rPr>
          <w:t>37</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56" w:history="1">
        <w:r w:rsidR="004476C8" w:rsidRPr="008303B5">
          <w:rPr>
            <w:rStyle w:val="Hyperlink"/>
          </w:rPr>
          <w:t>Keystrokes for Adding Fields and Totals</w:t>
        </w:r>
        <w:r w:rsidR="004476C8">
          <w:rPr>
            <w:webHidden/>
          </w:rPr>
          <w:tab/>
        </w:r>
        <w:r w:rsidR="004476C8">
          <w:rPr>
            <w:webHidden/>
          </w:rPr>
          <w:fldChar w:fldCharType="begin"/>
        </w:r>
        <w:r w:rsidR="004476C8">
          <w:rPr>
            <w:webHidden/>
          </w:rPr>
          <w:instrText xml:space="preserve"> PAGEREF _Toc324764956 \h </w:instrText>
        </w:r>
        <w:r w:rsidR="004476C8">
          <w:rPr>
            <w:webHidden/>
          </w:rPr>
        </w:r>
        <w:r w:rsidR="004476C8">
          <w:rPr>
            <w:webHidden/>
          </w:rPr>
          <w:fldChar w:fldCharType="separate"/>
        </w:r>
        <w:r>
          <w:rPr>
            <w:webHidden/>
          </w:rPr>
          <w:t>38</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57" w:history="1">
        <w:r w:rsidR="004476C8" w:rsidRPr="008303B5">
          <w:rPr>
            <w:rStyle w:val="Hyperlink"/>
          </w:rPr>
          <w:t>Keystrokes for Changing the Layout</w:t>
        </w:r>
        <w:r w:rsidR="004476C8">
          <w:rPr>
            <w:webHidden/>
          </w:rPr>
          <w:tab/>
        </w:r>
        <w:r w:rsidR="004476C8">
          <w:rPr>
            <w:webHidden/>
          </w:rPr>
          <w:fldChar w:fldCharType="begin"/>
        </w:r>
        <w:r w:rsidR="004476C8">
          <w:rPr>
            <w:webHidden/>
          </w:rPr>
          <w:instrText xml:space="preserve"> PAGEREF _Toc324764957 \h </w:instrText>
        </w:r>
        <w:r w:rsidR="004476C8">
          <w:rPr>
            <w:webHidden/>
          </w:rPr>
        </w:r>
        <w:r w:rsidR="004476C8">
          <w:rPr>
            <w:webHidden/>
          </w:rPr>
          <w:fldChar w:fldCharType="separate"/>
        </w:r>
        <w:r>
          <w:rPr>
            <w:webHidden/>
          </w:rPr>
          <w:t>39</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58" w:history="1">
        <w:r w:rsidR="004476C8" w:rsidRPr="008303B5">
          <w:rPr>
            <w:rStyle w:val="Hyperlink"/>
          </w:rPr>
          <w:t>Keystrokes for Formatting Elements in PivotTable View</w:t>
        </w:r>
        <w:r w:rsidR="004476C8">
          <w:rPr>
            <w:webHidden/>
          </w:rPr>
          <w:tab/>
        </w:r>
        <w:r w:rsidR="004476C8">
          <w:rPr>
            <w:webHidden/>
          </w:rPr>
          <w:fldChar w:fldCharType="begin"/>
        </w:r>
        <w:r w:rsidR="004476C8">
          <w:rPr>
            <w:webHidden/>
          </w:rPr>
          <w:instrText xml:space="preserve"> PAGEREF _Toc324764958 \h </w:instrText>
        </w:r>
        <w:r w:rsidR="004476C8">
          <w:rPr>
            <w:webHidden/>
          </w:rPr>
        </w:r>
        <w:r w:rsidR="004476C8">
          <w:rPr>
            <w:webHidden/>
          </w:rPr>
          <w:fldChar w:fldCharType="separate"/>
        </w:r>
        <w:r>
          <w:rPr>
            <w:webHidden/>
          </w:rPr>
          <w:t>40</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59" w:history="1">
        <w:r w:rsidR="004476C8" w:rsidRPr="008303B5">
          <w:rPr>
            <w:rStyle w:val="Hyperlink"/>
          </w:rPr>
          <w:t>Pivot Chart View</w:t>
        </w:r>
        <w:r w:rsidR="004476C8">
          <w:rPr>
            <w:webHidden/>
          </w:rPr>
          <w:tab/>
        </w:r>
        <w:r w:rsidR="004476C8">
          <w:rPr>
            <w:webHidden/>
          </w:rPr>
          <w:fldChar w:fldCharType="begin"/>
        </w:r>
        <w:r w:rsidR="004476C8">
          <w:rPr>
            <w:webHidden/>
          </w:rPr>
          <w:instrText xml:space="preserve"> PAGEREF _Toc324764959 \h </w:instrText>
        </w:r>
        <w:r w:rsidR="004476C8">
          <w:rPr>
            <w:webHidden/>
          </w:rPr>
        </w:r>
        <w:r w:rsidR="004476C8">
          <w:rPr>
            <w:webHidden/>
          </w:rPr>
          <w:fldChar w:fldCharType="separate"/>
        </w:r>
        <w:r>
          <w:rPr>
            <w:webHidden/>
          </w:rPr>
          <w:t>41</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60" w:history="1">
        <w:r w:rsidR="004476C8" w:rsidRPr="008303B5">
          <w:rPr>
            <w:rStyle w:val="Hyperlink"/>
          </w:rPr>
          <w:t>Keystrokes for Working with Properties and Options</w:t>
        </w:r>
        <w:r w:rsidR="004476C8">
          <w:rPr>
            <w:webHidden/>
          </w:rPr>
          <w:tab/>
        </w:r>
        <w:r w:rsidR="004476C8">
          <w:rPr>
            <w:webHidden/>
          </w:rPr>
          <w:fldChar w:fldCharType="begin"/>
        </w:r>
        <w:r w:rsidR="004476C8">
          <w:rPr>
            <w:webHidden/>
          </w:rPr>
          <w:instrText xml:space="preserve"> PAGEREF _Toc324764960 \h </w:instrText>
        </w:r>
        <w:r w:rsidR="004476C8">
          <w:rPr>
            <w:webHidden/>
          </w:rPr>
        </w:r>
        <w:r w:rsidR="004476C8">
          <w:rPr>
            <w:webHidden/>
          </w:rPr>
          <w:fldChar w:fldCharType="separate"/>
        </w:r>
        <w:r>
          <w:rPr>
            <w:webHidden/>
          </w:rPr>
          <w:t>41</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61" w:history="1">
        <w:r w:rsidR="004476C8" w:rsidRPr="008303B5">
          <w:rPr>
            <w:rStyle w:val="Hyperlink"/>
          </w:rPr>
          <w:t>Keystrokes for Working with Fields</w:t>
        </w:r>
        <w:r w:rsidR="004476C8">
          <w:rPr>
            <w:webHidden/>
          </w:rPr>
          <w:tab/>
        </w:r>
        <w:r w:rsidR="004476C8">
          <w:rPr>
            <w:webHidden/>
          </w:rPr>
          <w:fldChar w:fldCharType="begin"/>
        </w:r>
        <w:r w:rsidR="004476C8">
          <w:rPr>
            <w:webHidden/>
          </w:rPr>
          <w:instrText xml:space="preserve"> PAGEREF _Toc324764961 \h </w:instrText>
        </w:r>
        <w:r w:rsidR="004476C8">
          <w:rPr>
            <w:webHidden/>
          </w:rPr>
        </w:r>
        <w:r w:rsidR="004476C8">
          <w:rPr>
            <w:webHidden/>
          </w:rPr>
          <w:fldChar w:fldCharType="separate"/>
        </w:r>
        <w:r>
          <w:rPr>
            <w:webHidden/>
          </w:rPr>
          <w:t>42</w:t>
        </w:r>
        <w:r w:rsidR="004476C8">
          <w:rPr>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62" w:history="1">
        <w:r w:rsidR="004476C8" w:rsidRPr="008303B5">
          <w:rPr>
            <w:rStyle w:val="Hyperlink"/>
          </w:rPr>
          <w:t>Keystrokes for Working with the Field List Pane</w:t>
        </w:r>
        <w:r w:rsidR="004476C8">
          <w:rPr>
            <w:webHidden/>
          </w:rPr>
          <w:tab/>
        </w:r>
        <w:r w:rsidR="004476C8">
          <w:rPr>
            <w:webHidden/>
          </w:rPr>
          <w:fldChar w:fldCharType="begin"/>
        </w:r>
        <w:r w:rsidR="004476C8">
          <w:rPr>
            <w:webHidden/>
          </w:rPr>
          <w:instrText xml:space="preserve"> PAGEREF _Toc324764962 \h </w:instrText>
        </w:r>
        <w:r w:rsidR="004476C8">
          <w:rPr>
            <w:webHidden/>
          </w:rPr>
        </w:r>
        <w:r w:rsidR="004476C8">
          <w:rPr>
            <w:webHidden/>
          </w:rPr>
          <w:fldChar w:fldCharType="separate"/>
        </w:r>
        <w:r>
          <w:rPr>
            <w:webHidden/>
          </w:rPr>
          <w:t>42</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63" w:history="1">
        <w:r w:rsidR="004476C8" w:rsidRPr="008303B5">
          <w:rPr>
            <w:rStyle w:val="Hyperlink"/>
          </w:rPr>
          <w:t>OBJECTIVE 5:</w:t>
        </w:r>
        <w:r w:rsidR="004476C8">
          <w:rPr>
            <w:webHidden/>
          </w:rPr>
          <w:tab/>
        </w:r>
        <w:r w:rsidR="004476C8">
          <w:rPr>
            <w:webHidden/>
          </w:rPr>
          <w:fldChar w:fldCharType="begin"/>
        </w:r>
        <w:r w:rsidR="004476C8">
          <w:rPr>
            <w:webHidden/>
          </w:rPr>
          <w:instrText xml:space="preserve"> PAGEREF _Toc324764963 \h </w:instrText>
        </w:r>
        <w:r w:rsidR="004476C8">
          <w:rPr>
            <w:webHidden/>
          </w:rPr>
        </w:r>
        <w:r w:rsidR="004476C8">
          <w:rPr>
            <w:webHidden/>
          </w:rPr>
          <w:fldChar w:fldCharType="separate"/>
        </w:r>
        <w:r>
          <w:rPr>
            <w:webHidden/>
          </w:rPr>
          <w:t>44</w:t>
        </w:r>
        <w:r w:rsidR="004476C8">
          <w:rPr>
            <w:webHidden/>
          </w:rPr>
          <w:fldChar w:fldCharType="end"/>
        </w:r>
      </w:hyperlink>
    </w:p>
    <w:p w:rsidR="004476C8" w:rsidRDefault="00D92985">
      <w:pPr>
        <w:pStyle w:val="TOC2"/>
        <w:tabs>
          <w:tab w:val="right" w:leader="dot" w:pos="9350"/>
        </w:tabs>
        <w:rPr>
          <w:rFonts w:asciiTheme="minorHAnsi" w:eastAsiaTheme="minorEastAsia" w:hAnsiTheme="minorHAnsi" w:cstheme="minorBidi"/>
          <w:noProof/>
          <w:sz w:val="22"/>
          <w:szCs w:val="22"/>
          <w:lang w:eastAsia="en-US"/>
        </w:rPr>
      </w:pPr>
      <w:hyperlink w:anchor="_Toc324764964" w:history="1">
        <w:r w:rsidR="004476C8" w:rsidRPr="008303B5">
          <w:rPr>
            <w:rStyle w:val="Hyperlink"/>
            <w:noProof/>
          </w:rPr>
          <w:t>Microsoft Office Fluent Ribbon</w:t>
        </w:r>
        <w:r w:rsidR="004476C8">
          <w:rPr>
            <w:noProof/>
            <w:webHidden/>
          </w:rPr>
          <w:tab/>
        </w:r>
        <w:r w:rsidR="004476C8">
          <w:rPr>
            <w:noProof/>
            <w:webHidden/>
          </w:rPr>
          <w:fldChar w:fldCharType="begin"/>
        </w:r>
        <w:r w:rsidR="004476C8">
          <w:rPr>
            <w:noProof/>
            <w:webHidden/>
          </w:rPr>
          <w:instrText xml:space="preserve"> PAGEREF _Toc324764964 \h </w:instrText>
        </w:r>
        <w:r w:rsidR="004476C8">
          <w:rPr>
            <w:noProof/>
            <w:webHidden/>
          </w:rPr>
        </w:r>
        <w:r w:rsidR="004476C8">
          <w:rPr>
            <w:noProof/>
            <w:webHidden/>
          </w:rPr>
          <w:fldChar w:fldCharType="separate"/>
        </w:r>
        <w:r>
          <w:rPr>
            <w:noProof/>
            <w:webHidden/>
          </w:rPr>
          <w:t>44</w:t>
        </w:r>
        <w:r w:rsidR="004476C8">
          <w:rPr>
            <w:noProof/>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65" w:history="1">
        <w:r w:rsidR="004476C8" w:rsidRPr="008303B5">
          <w:rPr>
            <w:rStyle w:val="Hyperlink"/>
          </w:rPr>
          <w:t>Office Fluent Ribbon</w:t>
        </w:r>
        <w:r w:rsidR="004476C8">
          <w:rPr>
            <w:webHidden/>
          </w:rPr>
          <w:tab/>
        </w:r>
        <w:r w:rsidR="004476C8">
          <w:rPr>
            <w:webHidden/>
          </w:rPr>
          <w:fldChar w:fldCharType="begin"/>
        </w:r>
        <w:r w:rsidR="004476C8">
          <w:rPr>
            <w:webHidden/>
          </w:rPr>
          <w:instrText xml:space="preserve"> PAGEREF _Toc324764965 \h </w:instrText>
        </w:r>
        <w:r w:rsidR="004476C8">
          <w:rPr>
            <w:webHidden/>
          </w:rPr>
        </w:r>
        <w:r w:rsidR="004476C8">
          <w:rPr>
            <w:webHidden/>
          </w:rPr>
          <w:fldChar w:fldCharType="separate"/>
        </w:r>
        <w:r>
          <w:rPr>
            <w:webHidden/>
          </w:rPr>
          <w:t>44</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66" w:history="1">
        <w:r w:rsidR="004476C8" w:rsidRPr="008303B5">
          <w:rPr>
            <w:rStyle w:val="Hyperlink"/>
          </w:rPr>
          <w:t>objective 6:</w:t>
        </w:r>
        <w:r w:rsidR="004476C8">
          <w:rPr>
            <w:webHidden/>
          </w:rPr>
          <w:tab/>
        </w:r>
        <w:r w:rsidR="004476C8">
          <w:rPr>
            <w:webHidden/>
          </w:rPr>
          <w:fldChar w:fldCharType="begin"/>
        </w:r>
        <w:r w:rsidR="004476C8">
          <w:rPr>
            <w:webHidden/>
          </w:rPr>
          <w:instrText xml:space="preserve"> PAGEREF _Toc324764966 \h </w:instrText>
        </w:r>
        <w:r w:rsidR="004476C8">
          <w:rPr>
            <w:webHidden/>
          </w:rPr>
        </w:r>
        <w:r w:rsidR="004476C8">
          <w:rPr>
            <w:webHidden/>
          </w:rPr>
          <w:fldChar w:fldCharType="separate"/>
        </w:r>
        <w:r>
          <w:rPr>
            <w:webHidden/>
          </w:rPr>
          <w:t>45</w:t>
        </w:r>
        <w:r w:rsidR="004476C8">
          <w:rPr>
            <w:webHidden/>
          </w:rPr>
          <w:fldChar w:fldCharType="end"/>
        </w:r>
      </w:hyperlink>
    </w:p>
    <w:p w:rsidR="004476C8" w:rsidRDefault="00D92985">
      <w:pPr>
        <w:pStyle w:val="TOC2"/>
        <w:tabs>
          <w:tab w:val="right" w:leader="dot" w:pos="9350"/>
        </w:tabs>
        <w:rPr>
          <w:rFonts w:asciiTheme="minorHAnsi" w:eastAsiaTheme="minorEastAsia" w:hAnsiTheme="minorHAnsi" w:cstheme="minorBidi"/>
          <w:noProof/>
          <w:sz w:val="22"/>
          <w:szCs w:val="22"/>
          <w:lang w:eastAsia="en-US"/>
        </w:rPr>
      </w:pPr>
      <w:hyperlink w:anchor="_Toc324764967" w:history="1">
        <w:r w:rsidR="004476C8" w:rsidRPr="008303B5">
          <w:rPr>
            <w:rStyle w:val="Hyperlink"/>
            <w:noProof/>
          </w:rPr>
          <w:t>Online Help</w:t>
        </w:r>
        <w:r w:rsidR="004476C8">
          <w:rPr>
            <w:noProof/>
            <w:webHidden/>
          </w:rPr>
          <w:tab/>
        </w:r>
        <w:r w:rsidR="004476C8">
          <w:rPr>
            <w:noProof/>
            <w:webHidden/>
          </w:rPr>
          <w:fldChar w:fldCharType="begin"/>
        </w:r>
        <w:r w:rsidR="004476C8">
          <w:rPr>
            <w:noProof/>
            <w:webHidden/>
          </w:rPr>
          <w:instrText xml:space="preserve"> PAGEREF _Toc324764967 \h </w:instrText>
        </w:r>
        <w:r w:rsidR="004476C8">
          <w:rPr>
            <w:noProof/>
            <w:webHidden/>
          </w:rPr>
        </w:r>
        <w:r w:rsidR="004476C8">
          <w:rPr>
            <w:noProof/>
            <w:webHidden/>
          </w:rPr>
          <w:fldChar w:fldCharType="separate"/>
        </w:r>
        <w:r>
          <w:rPr>
            <w:noProof/>
            <w:webHidden/>
          </w:rPr>
          <w:t>45</w:t>
        </w:r>
        <w:r w:rsidR="004476C8">
          <w:rPr>
            <w:noProof/>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68" w:history="1">
        <w:r w:rsidR="004476C8" w:rsidRPr="008303B5">
          <w:rPr>
            <w:rStyle w:val="Hyperlink"/>
          </w:rPr>
          <w:t>Keyboard Shortcuts for Using the Help Window</w:t>
        </w:r>
        <w:r w:rsidR="004476C8">
          <w:rPr>
            <w:webHidden/>
          </w:rPr>
          <w:tab/>
        </w:r>
        <w:r w:rsidR="004476C8">
          <w:rPr>
            <w:webHidden/>
          </w:rPr>
          <w:fldChar w:fldCharType="begin"/>
        </w:r>
        <w:r w:rsidR="004476C8">
          <w:rPr>
            <w:webHidden/>
          </w:rPr>
          <w:instrText xml:space="preserve"> PAGEREF _Toc324764968 \h </w:instrText>
        </w:r>
        <w:r w:rsidR="004476C8">
          <w:rPr>
            <w:webHidden/>
          </w:rPr>
        </w:r>
        <w:r w:rsidR="004476C8">
          <w:rPr>
            <w:webHidden/>
          </w:rPr>
          <w:fldChar w:fldCharType="separate"/>
        </w:r>
        <w:r>
          <w:rPr>
            <w:webHidden/>
          </w:rPr>
          <w:t>45</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69" w:history="1">
        <w:r w:rsidR="004476C8" w:rsidRPr="008303B5">
          <w:rPr>
            <w:rStyle w:val="Hyperlink"/>
          </w:rPr>
          <w:t>objective 7:</w:t>
        </w:r>
        <w:r w:rsidR="004476C8">
          <w:rPr>
            <w:webHidden/>
          </w:rPr>
          <w:tab/>
        </w:r>
        <w:r w:rsidR="004476C8">
          <w:rPr>
            <w:webHidden/>
          </w:rPr>
          <w:fldChar w:fldCharType="begin"/>
        </w:r>
        <w:r w:rsidR="004476C8">
          <w:rPr>
            <w:webHidden/>
          </w:rPr>
          <w:instrText xml:space="preserve"> PAGEREF _Toc324764969 \h </w:instrText>
        </w:r>
        <w:r w:rsidR="004476C8">
          <w:rPr>
            <w:webHidden/>
          </w:rPr>
        </w:r>
        <w:r w:rsidR="004476C8">
          <w:rPr>
            <w:webHidden/>
          </w:rPr>
          <w:fldChar w:fldCharType="separate"/>
        </w:r>
        <w:r>
          <w:rPr>
            <w:webHidden/>
          </w:rPr>
          <w:t>47</w:t>
        </w:r>
        <w:r w:rsidR="004476C8">
          <w:rPr>
            <w:webHidden/>
          </w:rPr>
          <w:fldChar w:fldCharType="end"/>
        </w:r>
      </w:hyperlink>
    </w:p>
    <w:p w:rsidR="004476C8" w:rsidRDefault="00D92985">
      <w:pPr>
        <w:pStyle w:val="TOC2"/>
        <w:tabs>
          <w:tab w:val="right" w:leader="dot" w:pos="9350"/>
        </w:tabs>
        <w:rPr>
          <w:rFonts w:asciiTheme="minorHAnsi" w:eastAsiaTheme="minorEastAsia" w:hAnsiTheme="minorHAnsi" w:cstheme="minorBidi"/>
          <w:noProof/>
          <w:sz w:val="22"/>
          <w:szCs w:val="22"/>
          <w:lang w:eastAsia="en-US"/>
        </w:rPr>
      </w:pPr>
      <w:hyperlink w:anchor="_Toc324764970" w:history="1">
        <w:r w:rsidR="004476C8" w:rsidRPr="008303B5">
          <w:rPr>
            <w:rStyle w:val="Hyperlink"/>
            <w:noProof/>
          </w:rPr>
          <w:t>JAWS Commands for Access</w:t>
        </w:r>
        <w:r w:rsidR="004476C8">
          <w:rPr>
            <w:noProof/>
            <w:webHidden/>
          </w:rPr>
          <w:tab/>
        </w:r>
        <w:r w:rsidR="004476C8">
          <w:rPr>
            <w:noProof/>
            <w:webHidden/>
          </w:rPr>
          <w:fldChar w:fldCharType="begin"/>
        </w:r>
        <w:r w:rsidR="004476C8">
          <w:rPr>
            <w:noProof/>
            <w:webHidden/>
          </w:rPr>
          <w:instrText xml:space="preserve"> PAGEREF _Toc324764970 \h </w:instrText>
        </w:r>
        <w:r w:rsidR="004476C8">
          <w:rPr>
            <w:noProof/>
            <w:webHidden/>
          </w:rPr>
        </w:r>
        <w:r w:rsidR="004476C8">
          <w:rPr>
            <w:noProof/>
            <w:webHidden/>
          </w:rPr>
          <w:fldChar w:fldCharType="separate"/>
        </w:r>
        <w:r>
          <w:rPr>
            <w:noProof/>
            <w:webHidden/>
          </w:rPr>
          <w:t>47</w:t>
        </w:r>
        <w:r w:rsidR="004476C8">
          <w:rPr>
            <w:noProof/>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71" w:history="1">
        <w:r w:rsidR="004476C8" w:rsidRPr="008303B5">
          <w:rPr>
            <w:rStyle w:val="Hyperlink"/>
          </w:rPr>
          <w:t>JAWS Commands for Access</w:t>
        </w:r>
        <w:r w:rsidR="004476C8">
          <w:rPr>
            <w:webHidden/>
          </w:rPr>
          <w:tab/>
        </w:r>
        <w:r w:rsidR="004476C8">
          <w:rPr>
            <w:webHidden/>
          </w:rPr>
          <w:fldChar w:fldCharType="begin"/>
        </w:r>
        <w:r w:rsidR="004476C8">
          <w:rPr>
            <w:webHidden/>
          </w:rPr>
          <w:instrText xml:space="preserve"> PAGEREF _Toc324764971 \h </w:instrText>
        </w:r>
        <w:r w:rsidR="004476C8">
          <w:rPr>
            <w:webHidden/>
          </w:rPr>
        </w:r>
        <w:r w:rsidR="004476C8">
          <w:rPr>
            <w:webHidden/>
          </w:rPr>
          <w:fldChar w:fldCharType="separate"/>
        </w:r>
        <w:r>
          <w:rPr>
            <w:webHidden/>
          </w:rPr>
          <w:t>47</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72" w:history="1">
        <w:r w:rsidR="004476C8" w:rsidRPr="008303B5">
          <w:rPr>
            <w:rStyle w:val="Hyperlink"/>
          </w:rPr>
          <w:t>Glossary</w:t>
        </w:r>
        <w:r w:rsidR="004476C8">
          <w:rPr>
            <w:webHidden/>
          </w:rPr>
          <w:tab/>
        </w:r>
        <w:r w:rsidR="004476C8">
          <w:rPr>
            <w:webHidden/>
          </w:rPr>
          <w:fldChar w:fldCharType="begin"/>
        </w:r>
        <w:r w:rsidR="004476C8">
          <w:rPr>
            <w:webHidden/>
          </w:rPr>
          <w:instrText xml:space="preserve"> PAGEREF _Toc324764972 \h </w:instrText>
        </w:r>
        <w:r w:rsidR="004476C8">
          <w:rPr>
            <w:webHidden/>
          </w:rPr>
        </w:r>
        <w:r w:rsidR="004476C8">
          <w:rPr>
            <w:webHidden/>
          </w:rPr>
          <w:fldChar w:fldCharType="separate"/>
        </w:r>
        <w:r>
          <w:rPr>
            <w:webHidden/>
          </w:rPr>
          <w:t>49</w:t>
        </w:r>
        <w:r w:rsidR="004476C8">
          <w:rPr>
            <w:webHidden/>
          </w:rPr>
          <w:fldChar w:fldCharType="end"/>
        </w:r>
      </w:hyperlink>
    </w:p>
    <w:p w:rsidR="004476C8" w:rsidRDefault="00D92985">
      <w:pPr>
        <w:pStyle w:val="TOC2"/>
        <w:tabs>
          <w:tab w:val="right" w:leader="dot" w:pos="9350"/>
        </w:tabs>
        <w:rPr>
          <w:rFonts w:asciiTheme="minorHAnsi" w:eastAsiaTheme="minorEastAsia" w:hAnsiTheme="minorHAnsi" w:cstheme="minorBidi"/>
          <w:noProof/>
          <w:sz w:val="22"/>
          <w:szCs w:val="22"/>
          <w:lang w:eastAsia="en-US"/>
        </w:rPr>
      </w:pPr>
      <w:hyperlink w:anchor="_Toc324764973" w:history="1">
        <w:r w:rsidR="004476C8" w:rsidRPr="008303B5">
          <w:rPr>
            <w:rStyle w:val="Hyperlink"/>
            <w:noProof/>
          </w:rPr>
          <w:t>Office Access 2010</w:t>
        </w:r>
        <w:r w:rsidR="004476C8">
          <w:rPr>
            <w:noProof/>
            <w:webHidden/>
          </w:rPr>
          <w:tab/>
        </w:r>
        <w:r w:rsidR="004476C8">
          <w:rPr>
            <w:noProof/>
            <w:webHidden/>
          </w:rPr>
          <w:fldChar w:fldCharType="begin"/>
        </w:r>
        <w:r w:rsidR="004476C8">
          <w:rPr>
            <w:noProof/>
            <w:webHidden/>
          </w:rPr>
          <w:instrText xml:space="preserve"> PAGEREF _Toc324764973 \h </w:instrText>
        </w:r>
        <w:r w:rsidR="004476C8">
          <w:rPr>
            <w:noProof/>
            <w:webHidden/>
          </w:rPr>
        </w:r>
        <w:r w:rsidR="004476C8">
          <w:rPr>
            <w:noProof/>
            <w:webHidden/>
          </w:rPr>
          <w:fldChar w:fldCharType="separate"/>
        </w:r>
        <w:r>
          <w:rPr>
            <w:noProof/>
            <w:webHidden/>
          </w:rPr>
          <w:t>49</w:t>
        </w:r>
        <w:r w:rsidR="004476C8">
          <w:rPr>
            <w:noProof/>
            <w:webHidden/>
          </w:rPr>
          <w:fldChar w:fldCharType="end"/>
        </w:r>
      </w:hyperlink>
    </w:p>
    <w:p w:rsidR="004476C8" w:rsidRDefault="00D92985" w:rsidP="004476C8">
      <w:pPr>
        <w:pStyle w:val="TOC3"/>
        <w:spacing w:after="240"/>
        <w:rPr>
          <w:rFonts w:asciiTheme="minorHAnsi" w:eastAsiaTheme="minorEastAsia" w:hAnsiTheme="minorHAnsi" w:cstheme="minorBidi"/>
          <w:sz w:val="22"/>
          <w:szCs w:val="22"/>
          <w:lang w:eastAsia="en-US"/>
        </w:rPr>
      </w:pPr>
      <w:hyperlink w:anchor="_Toc324764974" w:history="1">
        <w:r w:rsidR="004476C8" w:rsidRPr="008303B5">
          <w:rPr>
            <w:rStyle w:val="Hyperlink"/>
          </w:rPr>
          <w:t>Terms and Definitions</w:t>
        </w:r>
        <w:r w:rsidR="004476C8">
          <w:rPr>
            <w:webHidden/>
          </w:rPr>
          <w:tab/>
        </w:r>
        <w:r w:rsidR="004476C8">
          <w:rPr>
            <w:webHidden/>
          </w:rPr>
          <w:fldChar w:fldCharType="begin"/>
        </w:r>
        <w:r w:rsidR="004476C8">
          <w:rPr>
            <w:webHidden/>
          </w:rPr>
          <w:instrText xml:space="preserve"> PAGEREF _Toc324764974 \h </w:instrText>
        </w:r>
        <w:r w:rsidR="004476C8">
          <w:rPr>
            <w:webHidden/>
          </w:rPr>
        </w:r>
        <w:r w:rsidR="004476C8">
          <w:rPr>
            <w:webHidden/>
          </w:rPr>
          <w:fldChar w:fldCharType="separate"/>
        </w:r>
        <w:r>
          <w:rPr>
            <w:webHidden/>
          </w:rPr>
          <w:t>49</w:t>
        </w:r>
        <w:r w:rsidR="004476C8">
          <w:rPr>
            <w:webHidden/>
          </w:rPr>
          <w:fldChar w:fldCharType="end"/>
        </w:r>
      </w:hyperlink>
    </w:p>
    <w:p w:rsidR="004476C8" w:rsidRDefault="00D92985">
      <w:pPr>
        <w:pStyle w:val="TOC1"/>
        <w:rPr>
          <w:rFonts w:asciiTheme="minorHAnsi" w:eastAsiaTheme="minorEastAsia" w:hAnsiTheme="minorHAnsi" w:cstheme="minorBidi"/>
          <w:b w:val="0"/>
          <w:bCs w:val="0"/>
          <w:caps w:val="0"/>
          <w:sz w:val="22"/>
          <w:szCs w:val="22"/>
          <w:lang w:eastAsia="en-US"/>
        </w:rPr>
      </w:pPr>
      <w:hyperlink w:anchor="_Toc324764975" w:history="1">
        <w:r w:rsidR="004476C8" w:rsidRPr="008303B5">
          <w:rPr>
            <w:rStyle w:val="Hyperlink"/>
          </w:rPr>
          <w:t>FEEDBACK SHEET</w:t>
        </w:r>
        <w:r w:rsidR="004476C8">
          <w:rPr>
            <w:webHidden/>
          </w:rPr>
          <w:tab/>
        </w:r>
        <w:r w:rsidR="004476C8">
          <w:rPr>
            <w:webHidden/>
          </w:rPr>
          <w:fldChar w:fldCharType="begin"/>
        </w:r>
        <w:r w:rsidR="004476C8">
          <w:rPr>
            <w:webHidden/>
          </w:rPr>
          <w:instrText xml:space="preserve"> PAGEREF _Toc324764975 \h </w:instrText>
        </w:r>
        <w:r w:rsidR="004476C8">
          <w:rPr>
            <w:webHidden/>
          </w:rPr>
        </w:r>
        <w:r w:rsidR="004476C8">
          <w:rPr>
            <w:webHidden/>
          </w:rPr>
          <w:fldChar w:fldCharType="separate"/>
        </w:r>
        <w:r>
          <w:rPr>
            <w:webHidden/>
          </w:rPr>
          <w:t>51</w:t>
        </w:r>
        <w:r w:rsidR="004476C8">
          <w:rPr>
            <w:webHidden/>
          </w:rPr>
          <w:fldChar w:fldCharType="end"/>
        </w:r>
      </w:hyperlink>
    </w:p>
    <w:p w:rsidR="004476C8" w:rsidRDefault="001351F2">
      <w:pPr>
        <w:pStyle w:val="Heading1"/>
      </w:pPr>
      <w:r>
        <w:fldChar w:fldCharType="end"/>
      </w:r>
      <w:bookmarkStart w:id="8" w:name="_Toc324764900"/>
      <w:r w:rsidR="00995F32">
        <w:t>BACKGROUND AND RATIONALE</w:t>
      </w:r>
      <w:bookmarkEnd w:id="2"/>
      <w:bookmarkEnd w:id="3"/>
      <w:bookmarkEnd w:id="4"/>
      <w:bookmarkEnd w:id="5"/>
      <w:bookmarkEnd w:id="6"/>
      <w:bookmarkEnd w:id="8"/>
    </w:p>
    <w:p w:rsidR="004476C8" w:rsidRPr="004476C8" w:rsidRDefault="004476C8" w:rsidP="004476C8">
      <w:pPr>
        <w:pStyle w:val="Heading2"/>
      </w:pPr>
      <w:bookmarkStart w:id="9" w:name="_Toc324764901"/>
      <w:r>
        <w:t>Disclaimer Information</w:t>
      </w:r>
      <w:bookmarkEnd w:id="9"/>
    </w:p>
    <w:p w:rsidR="00995F32" w:rsidRDefault="004476C8" w:rsidP="004476C8">
      <w:pPr>
        <w:pStyle w:val="Heading3"/>
      </w:pPr>
      <w:bookmarkStart w:id="10" w:name="_Toc324764902"/>
      <w:r>
        <w:t>Disclaimer</w:t>
      </w:r>
      <w:bookmarkEnd w:id="10"/>
      <w:r w:rsidR="00995F32">
        <w:t xml:space="preserve"> </w:t>
      </w:r>
    </w:p>
    <w:p w:rsidR="00995F32" w:rsidRDefault="001351F2">
      <w:pPr>
        <w:pStyle w:val="Heading4"/>
      </w:pPr>
      <w:r>
        <w:t>General</w:t>
      </w:r>
    </w:p>
    <w:p w:rsidR="00072B73" w:rsidRDefault="00435FDD" w:rsidP="00072B73">
      <w:r>
        <w:t>We</w:t>
      </w:r>
      <w:r w:rsidR="00A649D2">
        <w:t xml:space="preserve"> </w:t>
      </w:r>
      <w:r>
        <w:t>extracted</w:t>
      </w:r>
      <w:r w:rsidR="00A649D2">
        <w:t xml:space="preserve"> </w:t>
      </w:r>
      <w:r>
        <w:t>t</w:t>
      </w:r>
      <w:r w:rsidR="00072B73">
        <w:t xml:space="preserve">he keyboard shortcuts contained in this document from the Microsoft Office </w:t>
      </w:r>
      <w:r w:rsidR="00A47DBB">
        <w:t>document,</w:t>
      </w:r>
      <w:r w:rsidR="00A47DBB" w:rsidRPr="00A47DBB">
        <w:rPr>
          <w:b/>
        </w:rPr>
        <w:t xml:space="preserve"> </w:t>
      </w:r>
      <w:r w:rsidR="00A47DBB" w:rsidRPr="00787824">
        <w:t>"</w:t>
      </w:r>
      <w:r w:rsidR="00A47DBB" w:rsidRPr="00A47DBB">
        <w:rPr>
          <w:b/>
        </w:rPr>
        <w:t>Keyboard</w:t>
      </w:r>
      <w:r w:rsidR="00072B73" w:rsidRPr="00A47DBB">
        <w:rPr>
          <w:b/>
        </w:rPr>
        <w:t xml:space="preserve"> shortcuts for Access</w:t>
      </w:r>
      <w:r w:rsidR="00072B73" w:rsidRPr="00787824">
        <w:t>."</w:t>
      </w:r>
      <w:r w:rsidR="00072B73">
        <w:t xml:space="preserve">  We have duplicated this information for ease of access, but have not verified that the keystrokes are compatible with JAWS or MAGic.  The keyboard shortcuts described in this document refer to the U.S. QWERTY keyboard layout.  For keyboard shortcuts in which you press two or more keys simultaneously, the keys to press </w:t>
      </w:r>
      <w:r w:rsidR="00194492">
        <w:t>appear</w:t>
      </w:r>
      <w:r w:rsidR="00072B73">
        <w:t xml:space="preserve"> separated by a plus sign (+).  For keyboard shortcuts in which you press one key immediately followed by another key, the keys to press </w:t>
      </w:r>
      <w:r w:rsidR="00A649D2">
        <w:t xml:space="preserve">appear </w:t>
      </w:r>
      <w:r w:rsidR="00072B73">
        <w:t>separated by a comma (,).</w:t>
      </w:r>
    </w:p>
    <w:p w:rsidR="00072B73" w:rsidRDefault="00072B73" w:rsidP="00072B73">
      <w:r>
        <w:rPr>
          <w:b/>
        </w:rPr>
        <w:t>Note</w:t>
      </w:r>
      <w:r>
        <w:t xml:space="preserve">:  This material focuses only on keystrokes relevant to Microsoft Office Access.  For keystrokes that are common throughout the Microsoft Office 2010 </w:t>
      </w:r>
      <w:r w:rsidR="00A47DBB">
        <w:t>Suite,</w:t>
      </w:r>
      <w:r>
        <w:t xml:space="preserve"> see the following training document, </w:t>
      </w:r>
      <w:r>
        <w:rPr>
          <w:b/>
        </w:rPr>
        <w:t>"Keystrokes Common Throughout the Microsoft Office 2010 Suite"</w:t>
      </w:r>
      <w:r>
        <w:t xml:space="preserve"> located on the</w:t>
      </w:r>
      <w:r w:rsidR="00A47DBB">
        <w:t xml:space="preserve"> Office of Learning (OL)</w:t>
      </w:r>
      <w:r>
        <w:t xml:space="preserve"> </w:t>
      </w:r>
      <w:hyperlink r:id="rId11" w:tooltip="Hypertext Link to Office of Learning (OL) Visual Impairment Curriculum Page" w:history="1">
        <w:r w:rsidR="00A47DBB">
          <w:rPr>
            <w:rStyle w:val="Hyperlink"/>
          </w:rPr>
          <w:t>Visual Impairment Curriculum</w:t>
        </w:r>
      </w:hyperlink>
      <w:r w:rsidR="00A47DBB">
        <w:t xml:space="preserve"> </w:t>
      </w:r>
      <w:r w:rsidRPr="00A47DBB">
        <w:rPr>
          <w:rStyle w:val="Hyperlink"/>
          <w:color w:val="000000"/>
          <w:u w:val="none"/>
        </w:rPr>
        <w:t>page</w:t>
      </w:r>
      <w:r>
        <w:t>.</w:t>
      </w:r>
    </w:p>
    <w:p w:rsidR="00072B73" w:rsidRPr="00F3214D" w:rsidRDefault="00072B73" w:rsidP="00072B73"/>
    <w:p w:rsidR="00072B73" w:rsidRDefault="00072B73" w:rsidP="001351F2"/>
    <w:p w:rsidR="00995F32" w:rsidRDefault="0064219C">
      <w:pPr>
        <w:pStyle w:val="Heading1"/>
        <w:rPr>
          <w:sz w:val="20"/>
        </w:rPr>
      </w:pPr>
      <w:bookmarkStart w:id="11" w:name="_Toc324764903"/>
      <w:r>
        <w:t>objective 1:</w:t>
      </w:r>
      <w:bookmarkEnd w:id="11"/>
    </w:p>
    <w:p w:rsidR="00995F32" w:rsidRDefault="0064219C">
      <w:pPr>
        <w:pStyle w:val="Heading2"/>
      </w:pPr>
      <w:bookmarkStart w:id="12" w:name="_Toc324764904"/>
      <w:r>
        <w:t xml:space="preserve">Microsoft Office Access 2010 </w:t>
      </w:r>
      <w:r w:rsidR="00D84F4A">
        <w:t>Global Address Shortcut Keystrokes</w:t>
      </w:r>
      <w:bookmarkEnd w:id="12"/>
    </w:p>
    <w:p w:rsidR="00995F32" w:rsidRDefault="00D84F4A">
      <w:pPr>
        <w:pStyle w:val="Heading3"/>
      </w:pPr>
      <w:bookmarkStart w:id="13" w:name="_Toc324764905"/>
      <w:r>
        <w:t>Opening Databases</w:t>
      </w:r>
      <w:bookmarkEnd w:id="13"/>
    </w:p>
    <w:p w:rsidR="00995F32" w:rsidRDefault="00D84F4A">
      <w:pPr>
        <w:pStyle w:val="Heading4"/>
      </w:pPr>
      <w:r>
        <w:t>General</w:t>
      </w:r>
    </w:p>
    <w:p w:rsidR="00BF0F20" w:rsidRDefault="00BF0F20" w:rsidP="00BF0F20">
      <w:r>
        <w:t xml:space="preserve">Open a new database = CTRL+N </w:t>
      </w:r>
    </w:p>
    <w:p w:rsidR="00BF0F20" w:rsidRDefault="00BF0F20" w:rsidP="00BF0F20">
      <w:r>
        <w:t xml:space="preserve">Open an existing database = CTRL+O </w:t>
      </w:r>
    </w:p>
    <w:p w:rsidR="00993CD6" w:rsidRDefault="00993CD6" w:rsidP="00993CD6">
      <w:pPr>
        <w:pStyle w:val="Heading3"/>
      </w:pPr>
      <w:bookmarkStart w:id="14" w:name="_Toc324764906"/>
      <w:r>
        <w:t>Printing and Saving</w:t>
      </w:r>
      <w:bookmarkEnd w:id="14"/>
    </w:p>
    <w:p w:rsidR="00995F32" w:rsidRDefault="00993CD6">
      <w:pPr>
        <w:pStyle w:val="Heading4"/>
      </w:pPr>
      <w:r>
        <w:t>General</w:t>
      </w:r>
    </w:p>
    <w:p w:rsidR="00993CD6" w:rsidRDefault="00993CD6" w:rsidP="00993CD6">
      <w:r>
        <w:t xml:space="preserve">Print the current or selected object = CTRL+P </w:t>
      </w:r>
    </w:p>
    <w:p w:rsidR="00993CD6" w:rsidRDefault="00993CD6" w:rsidP="00993CD6">
      <w:r>
        <w:t xml:space="preserve">Open the Print dialog box from Print Preview = P or CTRL+P </w:t>
      </w:r>
    </w:p>
    <w:p w:rsidR="00993CD6" w:rsidRDefault="00993CD6" w:rsidP="00993CD6">
      <w:r>
        <w:t xml:space="preserve">Open the Page Setup dialog box from Print Preview = S </w:t>
      </w:r>
    </w:p>
    <w:p w:rsidR="00993CD6" w:rsidRDefault="00993CD6" w:rsidP="00993CD6">
      <w:r>
        <w:t xml:space="preserve">Cancel Print Preview or Layout Preview = C or ESC </w:t>
      </w:r>
    </w:p>
    <w:p w:rsidR="00993CD6" w:rsidRDefault="00993CD6" w:rsidP="00993CD6">
      <w:r>
        <w:t xml:space="preserve">Save a database object = CTRL+S or SHIFT+F12 </w:t>
      </w:r>
    </w:p>
    <w:p w:rsidR="00995F32" w:rsidRDefault="00993CD6" w:rsidP="00993CD6">
      <w:r>
        <w:t>Open the Save As dialog box = F12</w:t>
      </w:r>
    </w:p>
    <w:p w:rsidR="00F30871" w:rsidRDefault="000B7C9B" w:rsidP="000B7C9B">
      <w:pPr>
        <w:pStyle w:val="Heading3"/>
      </w:pPr>
      <w:bookmarkStart w:id="15" w:name="_Toc324764907"/>
      <w:r>
        <w:t>Using a Combo Box or List Box</w:t>
      </w:r>
      <w:bookmarkEnd w:id="15"/>
    </w:p>
    <w:p w:rsidR="00995F32" w:rsidRDefault="000B7C9B">
      <w:pPr>
        <w:pStyle w:val="Heading4"/>
      </w:pPr>
      <w:r>
        <w:t>General</w:t>
      </w:r>
    </w:p>
    <w:p w:rsidR="000B7C9B" w:rsidRDefault="000B7C9B" w:rsidP="000B7C9B">
      <w:r>
        <w:t xml:space="preserve">Open a combo box = F4 or ALT+DOWN ARROW </w:t>
      </w:r>
    </w:p>
    <w:p w:rsidR="000B7C9B" w:rsidRDefault="000B7C9B" w:rsidP="000B7C9B">
      <w:r>
        <w:t xml:space="preserve">Refresh the contents of a Lookup </w:t>
      </w:r>
      <w:r w:rsidR="00A75DD9">
        <w:t>field, list</w:t>
      </w:r>
      <w:r>
        <w:t xml:space="preserve"> box</w:t>
      </w:r>
      <w:r w:rsidR="00A75DD9">
        <w:t>,</w:t>
      </w:r>
      <w:r>
        <w:t xml:space="preserve"> or combo box = F9 </w:t>
      </w:r>
    </w:p>
    <w:p w:rsidR="000B7C9B" w:rsidRDefault="000B7C9B" w:rsidP="000B7C9B">
      <w:r>
        <w:t xml:space="preserve">Move down one line = DOWN ARROW </w:t>
      </w:r>
    </w:p>
    <w:p w:rsidR="000B7C9B" w:rsidRDefault="000B7C9B" w:rsidP="000B7C9B">
      <w:r>
        <w:t xml:space="preserve">Move down one page = PAGE DOWN </w:t>
      </w:r>
    </w:p>
    <w:p w:rsidR="000B7C9B" w:rsidRDefault="000B7C9B" w:rsidP="000B7C9B">
      <w:r>
        <w:t xml:space="preserve">Move up one line = UP ARROW </w:t>
      </w:r>
    </w:p>
    <w:p w:rsidR="000B7C9B" w:rsidRDefault="000B7C9B" w:rsidP="000B7C9B">
      <w:r>
        <w:t xml:space="preserve">Move up one page = PAGE UP </w:t>
      </w:r>
    </w:p>
    <w:p w:rsidR="00995F32" w:rsidRDefault="000B7C9B" w:rsidP="000B7C9B">
      <w:r>
        <w:t>Exit the combo box or list box = TAB</w:t>
      </w:r>
    </w:p>
    <w:p w:rsidR="00995F32" w:rsidRDefault="00C9023D">
      <w:pPr>
        <w:pStyle w:val="Heading3"/>
      </w:pPr>
      <w:bookmarkStart w:id="16" w:name="_Toc324764908"/>
      <w:r>
        <w:t>Finding and Replacing Text or Data</w:t>
      </w:r>
      <w:bookmarkEnd w:id="16"/>
    </w:p>
    <w:p w:rsidR="00995F32" w:rsidRDefault="00C9023D">
      <w:pPr>
        <w:pStyle w:val="Heading4"/>
      </w:pPr>
      <w:r>
        <w:t>General</w:t>
      </w:r>
    </w:p>
    <w:p w:rsidR="00C9023D" w:rsidRDefault="00C9023D" w:rsidP="00C9023D">
      <w:r>
        <w:t xml:space="preserve">Open the Find tab in the Find and Replace dialog box (Datasheet </w:t>
      </w:r>
      <w:r w:rsidR="006E046F">
        <w:t>View</w:t>
      </w:r>
      <w:r>
        <w:t xml:space="preserve"> and Form </w:t>
      </w:r>
      <w:r w:rsidR="006E046F">
        <w:t>View</w:t>
      </w:r>
      <w:r>
        <w:t xml:space="preserve"> only) = CTRL+F </w:t>
      </w:r>
    </w:p>
    <w:p w:rsidR="00C9023D" w:rsidRDefault="00C9023D" w:rsidP="00C9023D">
      <w:r>
        <w:t xml:space="preserve">Open the Replace tab in the Find and Replace dialog box (Datasheet </w:t>
      </w:r>
      <w:r w:rsidR="006E046F">
        <w:t>View</w:t>
      </w:r>
      <w:r>
        <w:t xml:space="preserve"> and Form </w:t>
      </w:r>
      <w:r w:rsidR="006E046F">
        <w:t>View</w:t>
      </w:r>
      <w:r>
        <w:t xml:space="preserve"> only) = CTRL+H </w:t>
      </w:r>
    </w:p>
    <w:p w:rsidR="00995F32" w:rsidRDefault="00C9023D" w:rsidP="00C9023D">
      <w:r>
        <w:t xml:space="preserve">Find the next occurrence of the text specified in the Find and Replace dialog box when the dialog box is closed (Datasheet </w:t>
      </w:r>
      <w:r w:rsidR="006E046F">
        <w:t>View</w:t>
      </w:r>
      <w:r>
        <w:t xml:space="preserve"> and Form </w:t>
      </w:r>
      <w:r w:rsidR="006E046F">
        <w:t>View</w:t>
      </w:r>
      <w:r>
        <w:t xml:space="preserve"> only) = SHIFT+F4</w:t>
      </w:r>
    </w:p>
    <w:p w:rsidR="000072C5" w:rsidRDefault="000072C5" w:rsidP="000072C5">
      <w:pPr>
        <w:pStyle w:val="Heading3"/>
      </w:pPr>
      <w:bookmarkStart w:id="17" w:name="_Toc324764909"/>
      <w:r>
        <w:t>Working in Design View</w:t>
      </w:r>
      <w:bookmarkEnd w:id="17"/>
    </w:p>
    <w:p w:rsidR="00995F32" w:rsidRDefault="000072C5">
      <w:pPr>
        <w:pStyle w:val="Heading4"/>
      </w:pPr>
      <w:r>
        <w:t>General</w:t>
      </w:r>
    </w:p>
    <w:p w:rsidR="000072C5" w:rsidRDefault="000072C5" w:rsidP="000072C5">
      <w:r>
        <w:t>Switch between Edit mode (with insertion point displayed) and Navigation mode</w:t>
      </w:r>
      <w:r>
        <w:rPr>
          <w:b/>
        </w:rPr>
        <w:t xml:space="preserve"> </w:t>
      </w:r>
      <w:r>
        <w:t xml:space="preserve">in a datasheet.  When working in a form or report, press ESC to leave Navigation mode = F2 </w:t>
      </w:r>
    </w:p>
    <w:p w:rsidR="000072C5" w:rsidRDefault="000072C5" w:rsidP="000072C5">
      <w:r>
        <w:t xml:space="preserve">Switch to the property sheet (Design </w:t>
      </w:r>
      <w:r w:rsidR="006E046F">
        <w:t>View</w:t>
      </w:r>
      <w:r>
        <w:t xml:space="preserve"> in forms and reports in both Access databases and Access projects) = F4 </w:t>
      </w:r>
    </w:p>
    <w:p w:rsidR="000072C5" w:rsidRDefault="000072C5" w:rsidP="000072C5">
      <w:r>
        <w:t xml:space="preserve">Switch to Form </w:t>
      </w:r>
      <w:r w:rsidR="006E046F">
        <w:t>View</w:t>
      </w:r>
      <w:r>
        <w:t xml:space="preserve"> from form Design </w:t>
      </w:r>
      <w:r w:rsidR="006E046F">
        <w:t>View</w:t>
      </w:r>
      <w:r>
        <w:t xml:space="preserve"> = F5 </w:t>
      </w:r>
    </w:p>
    <w:p w:rsidR="000072C5" w:rsidRDefault="000072C5" w:rsidP="000072C5">
      <w:r>
        <w:t xml:space="preserve">Switch between the upper and lower portions of a window (Design </w:t>
      </w:r>
      <w:r w:rsidR="006E046F">
        <w:t>View</w:t>
      </w:r>
      <w:r>
        <w:t xml:space="preserve"> of queries, and the Advanced Filter/Sort window) = F6 </w:t>
      </w:r>
    </w:p>
    <w:p w:rsidR="000072C5" w:rsidRDefault="000072C5" w:rsidP="000072C5">
      <w:r>
        <w:t xml:space="preserve">Cycle through the field grid, field properties, Navigation Pane, </w:t>
      </w:r>
      <w:r w:rsidR="00AE2C09">
        <w:t>Access Keys</w:t>
      </w:r>
      <w:r>
        <w:t xml:space="preserve"> in the Keyboard Access System, Zoom controls, and the security bar (Design </w:t>
      </w:r>
      <w:r w:rsidR="006E046F">
        <w:t>View</w:t>
      </w:r>
      <w:r>
        <w:t xml:space="preserve"> of tables)</w:t>
      </w:r>
      <w:r w:rsidR="00C736C3">
        <w:t xml:space="preserve"> = </w:t>
      </w:r>
      <w:r>
        <w:t xml:space="preserve">F6 </w:t>
      </w:r>
    </w:p>
    <w:p w:rsidR="000072C5" w:rsidRDefault="000072C5" w:rsidP="000072C5">
      <w:r>
        <w:t xml:space="preserve">Open the Choose Builder dialog box (Design </w:t>
      </w:r>
      <w:r w:rsidR="006E046F">
        <w:t>View</w:t>
      </w:r>
      <w:r>
        <w:t xml:space="preserve"> window of forms and reports)</w:t>
      </w:r>
      <w:r w:rsidR="00C736C3">
        <w:t xml:space="preserve"> = </w:t>
      </w:r>
      <w:r>
        <w:t xml:space="preserve">F7 </w:t>
      </w:r>
    </w:p>
    <w:p w:rsidR="000072C5" w:rsidRDefault="000072C5" w:rsidP="000072C5">
      <w:r>
        <w:t>Open the Visual Basic Editor from a selected property in the property sheet for a form or report</w:t>
      </w:r>
      <w:r w:rsidR="00C736C3">
        <w:t xml:space="preserve"> = </w:t>
      </w:r>
      <w:r>
        <w:t xml:space="preserve">F7 </w:t>
      </w:r>
    </w:p>
    <w:p w:rsidR="00995F32" w:rsidRDefault="000072C5" w:rsidP="000072C5">
      <w:r>
        <w:t xml:space="preserve">Switch from the Visual Basic Editor back to form or report Design </w:t>
      </w:r>
      <w:r w:rsidR="006E046F">
        <w:t>View</w:t>
      </w:r>
      <w:r w:rsidR="00C736C3">
        <w:t xml:space="preserve"> = </w:t>
      </w:r>
      <w:r>
        <w:t>SHIFT+F7 or ALT+F11</w:t>
      </w:r>
    </w:p>
    <w:p w:rsidR="001B018E" w:rsidRDefault="001B018E" w:rsidP="001B018E">
      <w:pPr>
        <w:pStyle w:val="Heading3"/>
      </w:pPr>
      <w:bookmarkStart w:id="18" w:name="_Toc324764910"/>
      <w:r>
        <w:t>Editing Controls in Form and Report Design View</w:t>
      </w:r>
      <w:bookmarkEnd w:id="18"/>
    </w:p>
    <w:p w:rsidR="001B018E" w:rsidRDefault="001B018E" w:rsidP="001B018E">
      <w:pPr>
        <w:pStyle w:val="Heading4"/>
      </w:pPr>
      <w:r>
        <w:t>General</w:t>
      </w:r>
    </w:p>
    <w:p w:rsidR="001B018E" w:rsidRDefault="001B018E" w:rsidP="001B018E">
      <w:r>
        <w:t xml:space="preserve">Copy the selected control to the Clipboard = CTRL+C </w:t>
      </w:r>
    </w:p>
    <w:p w:rsidR="001B018E" w:rsidRDefault="001B018E" w:rsidP="001B018E">
      <w:r>
        <w:t xml:space="preserve">Cut the selected control and copy it to the Clipboard = CTRL+X </w:t>
      </w:r>
    </w:p>
    <w:p w:rsidR="001B018E" w:rsidRDefault="001B018E" w:rsidP="001B018E">
      <w:r>
        <w:t xml:space="preserve">Paste the contents of the Clipboard in the upper-left corner of the selected section = CTRL+V </w:t>
      </w:r>
    </w:p>
    <w:p w:rsidR="001B018E" w:rsidRDefault="001B018E" w:rsidP="001B018E">
      <w:r>
        <w:t xml:space="preserve">Move the selected control to the right (except controls that are part of a layout) = RIGHT ARROW or CTRL+RIGHT ARROW </w:t>
      </w:r>
    </w:p>
    <w:p w:rsidR="001B018E" w:rsidRDefault="001B018E" w:rsidP="001B018E">
      <w:r>
        <w:t xml:space="preserve">Move the selected control to the left (except controls that are part of a layout) = LEFT ARROW or CTRL+LEFT ARROW </w:t>
      </w:r>
    </w:p>
    <w:p w:rsidR="001B018E" w:rsidRDefault="001B018E" w:rsidP="001B018E">
      <w:r>
        <w:t xml:space="preserve">Move the selected control up = UP ARROW or CTRL+UP ARROW </w:t>
      </w:r>
    </w:p>
    <w:p w:rsidR="001B018E" w:rsidRDefault="001B018E" w:rsidP="001B018E">
      <w:r>
        <w:t xml:space="preserve">Move the selected control down = DOWN ARROW or CTRL+DOWN ARROW </w:t>
      </w:r>
    </w:p>
    <w:p w:rsidR="001B018E" w:rsidRDefault="001B018E" w:rsidP="001B018E">
      <w:r>
        <w:t xml:space="preserve">Increase the height of the selected control = SHIFT+DOWN ARROW </w:t>
      </w:r>
    </w:p>
    <w:p w:rsidR="001B018E" w:rsidRDefault="001B018E" w:rsidP="001B018E">
      <w:r>
        <w:t>Increase the width of the selected control = SHIFT+RIGHT ARROW</w:t>
      </w:r>
    </w:p>
    <w:p w:rsidR="001B018E" w:rsidRDefault="001B018E" w:rsidP="001B018E">
      <w:r w:rsidRPr="001B018E">
        <w:rPr>
          <w:b/>
        </w:rPr>
        <w:t>Note</w:t>
      </w:r>
      <w:r>
        <w:t xml:space="preserve">:  If used with controls that are in a layout, the entire layout </w:t>
      </w:r>
      <w:r w:rsidR="000D13C5">
        <w:t>resizes</w:t>
      </w:r>
      <w:r>
        <w:t xml:space="preserve">. </w:t>
      </w:r>
    </w:p>
    <w:p w:rsidR="001B018E" w:rsidRDefault="001B018E" w:rsidP="001B018E">
      <w:r>
        <w:t xml:space="preserve">Reduce the height of the selected control = SHIFT+UP ARROW </w:t>
      </w:r>
    </w:p>
    <w:p w:rsidR="001B018E" w:rsidRDefault="001B018E" w:rsidP="001B018E">
      <w:r>
        <w:t>Reduce the width of the selected control = SHIFT+LEFT ARROW</w:t>
      </w:r>
    </w:p>
    <w:p w:rsidR="001B018E" w:rsidRDefault="001B018E" w:rsidP="001B018E">
      <w:r w:rsidRPr="001B018E">
        <w:rPr>
          <w:b/>
        </w:rPr>
        <w:t>Note</w:t>
      </w:r>
      <w:r>
        <w:t xml:space="preserve">:  If used with controls that are in a layout, the entire layout </w:t>
      </w:r>
      <w:r w:rsidR="000D13C5">
        <w:t>resizes</w:t>
      </w:r>
      <w:r>
        <w:t>.</w:t>
      </w:r>
    </w:p>
    <w:p w:rsidR="001B018E" w:rsidRDefault="001B018E" w:rsidP="001B018E">
      <w:pPr>
        <w:pStyle w:val="Heading3"/>
      </w:pPr>
      <w:bookmarkStart w:id="19" w:name="_Toc324764911"/>
      <w:r>
        <w:t>Windows Operations</w:t>
      </w:r>
      <w:bookmarkEnd w:id="19"/>
    </w:p>
    <w:p w:rsidR="001B018E" w:rsidRDefault="001B018E" w:rsidP="001B018E">
      <w:pPr>
        <w:pStyle w:val="Heading4"/>
      </w:pPr>
      <w:r>
        <w:t>General</w:t>
      </w:r>
    </w:p>
    <w:p w:rsidR="00D43C6A" w:rsidRDefault="00D43C6A" w:rsidP="00D43C6A">
      <w:r w:rsidRPr="00D43C6A">
        <w:rPr>
          <w:b/>
        </w:rPr>
        <w:t>Note</w:t>
      </w:r>
      <w:r>
        <w:t xml:space="preserve">:  </w:t>
      </w:r>
      <w:r w:rsidRPr="00D43C6A">
        <w:t xml:space="preserve">By default, Microsoft Office Access </w:t>
      </w:r>
      <w:r w:rsidR="00DD0526">
        <w:t>2010</w:t>
      </w:r>
      <w:r w:rsidR="00DD0526" w:rsidRPr="00D43C6A">
        <w:t xml:space="preserve"> </w:t>
      </w:r>
      <w:r w:rsidRPr="00D43C6A">
        <w:t>databases display as tabbed documents.</w:t>
      </w:r>
      <w:r>
        <w:t xml:space="preserve"> </w:t>
      </w:r>
      <w:r w:rsidRPr="00D43C6A">
        <w:t xml:space="preserve"> To use windowed documents, </w:t>
      </w:r>
      <w:r>
        <w:t xml:space="preserve">access the </w:t>
      </w:r>
      <w:r w:rsidR="00EF0093" w:rsidRPr="00B917A1">
        <w:t>File</w:t>
      </w:r>
      <w:r w:rsidR="00EF0093">
        <w:t xml:space="preserve"> </w:t>
      </w:r>
      <w:r w:rsidR="004E2B53">
        <w:t>t</w:t>
      </w:r>
      <w:r w:rsidR="00EF0093">
        <w:t>ab</w:t>
      </w:r>
      <w:r w:rsidRPr="00D43C6A">
        <w:t xml:space="preserve">, and then </w:t>
      </w:r>
      <w:r>
        <w:t xml:space="preserve">select </w:t>
      </w:r>
      <w:r w:rsidRPr="00D43C6A">
        <w:rPr>
          <w:b/>
        </w:rPr>
        <w:t>Access Options</w:t>
      </w:r>
      <w:r w:rsidRPr="00D43C6A">
        <w:t>.</w:t>
      </w:r>
      <w:r>
        <w:t xml:space="preserve"> </w:t>
      </w:r>
      <w:r w:rsidRPr="00D43C6A">
        <w:t xml:space="preserve"> In the </w:t>
      </w:r>
      <w:r w:rsidRPr="00D43C6A">
        <w:rPr>
          <w:b/>
        </w:rPr>
        <w:t>Access Options</w:t>
      </w:r>
      <w:r w:rsidRPr="00D43C6A">
        <w:t xml:space="preserve"> dialog box, </w:t>
      </w:r>
      <w:r>
        <w:t xml:space="preserve">select </w:t>
      </w:r>
      <w:r w:rsidRPr="00D43C6A">
        <w:rPr>
          <w:b/>
        </w:rPr>
        <w:t>Current Database</w:t>
      </w:r>
      <w:r w:rsidRPr="00D43C6A">
        <w:t xml:space="preserve"> and, under </w:t>
      </w:r>
      <w:r w:rsidRPr="00D43C6A">
        <w:rPr>
          <w:b/>
        </w:rPr>
        <w:t>Document Window Options</w:t>
      </w:r>
      <w:r w:rsidRPr="00D43C6A">
        <w:t xml:space="preserve">, </w:t>
      </w:r>
      <w:r>
        <w:t xml:space="preserve">select </w:t>
      </w:r>
      <w:r w:rsidRPr="00D43C6A">
        <w:rPr>
          <w:b/>
        </w:rPr>
        <w:t>Overlapping Windows</w:t>
      </w:r>
      <w:r w:rsidRPr="00D43C6A">
        <w:t>.</w:t>
      </w:r>
    </w:p>
    <w:p w:rsidR="00EF0093" w:rsidRDefault="00EF0093" w:rsidP="00D43C6A">
      <w:r>
        <w:rPr>
          <w:b/>
        </w:rPr>
        <w:t>Note</w:t>
      </w:r>
      <w:r w:rsidRPr="00E95A92">
        <w:t>:</w:t>
      </w:r>
      <w:r>
        <w:t xml:space="preserve">  You will have to close and reopen the current database for the option to take effect.</w:t>
      </w:r>
    </w:p>
    <w:p w:rsidR="00D35AC8" w:rsidRDefault="00D35AC8" w:rsidP="00D35AC8">
      <w:r>
        <w:t xml:space="preserve">Toggle the Navigation Pane = F11 </w:t>
      </w:r>
    </w:p>
    <w:p w:rsidR="00D35AC8" w:rsidRDefault="00D35AC8" w:rsidP="00D35AC8">
      <w:r>
        <w:t xml:space="preserve">Cycle between open windows = CTRL+F6 </w:t>
      </w:r>
    </w:p>
    <w:p w:rsidR="00D35AC8" w:rsidRDefault="00D35AC8" w:rsidP="00D35AC8">
      <w:r>
        <w:t xml:space="preserve">Restore the selected minimized window when all windows are minimized = ENTER </w:t>
      </w:r>
    </w:p>
    <w:p w:rsidR="00D35AC8" w:rsidRDefault="00D35AC8" w:rsidP="00D35AC8">
      <w:r>
        <w:t xml:space="preserve">Turn on Resize mode for the active window when it is not maximized; press the </w:t>
      </w:r>
      <w:r w:rsidR="00B45495">
        <w:t>ARROW KEYS</w:t>
      </w:r>
      <w:r>
        <w:t xml:space="preserve"> to resize the window = CTRL+F8 </w:t>
      </w:r>
    </w:p>
    <w:p w:rsidR="00D35AC8" w:rsidRDefault="00D35AC8" w:rsidP="00D35AC8">
      <w:r>
        <w:t xml:space="preserve">Display the Control menu = ALT+SPACEBAR </w:t>
      </w:r>
    </w:p>
    <w:p w:rsidR="00D35AC8" w:rsidRDefault="00D35AC8" w:rsidP="00D35AC8">
      <w:r>
        <w:t xml:space="preserve">Display the shortcut menu = SHIFT+F10 </w:t>
      </w:r>
    </w:p>
    <w:p w:rsidR="00D35AC8" w:rsidRDefault="00D35AC8" w:rsidP="00D35AC8">
      <w:r>
        <w:t xml:space="preserve">Close the active window = CTRL+W or CTRL+F4 </w:t>
      </w:r>
    </w:p>
    <w:p w:rsidR="00D35AC8" w:rsidRPr="00D43C6A" w:rsidRDefault="00D35AC8" w:rsidP="00D35AC8">
      <w:r>
        <w:t>Switch between the Visual Basic Editor and the previous active window = ALT+F11</w:t>
      </w:r>
    </w:p>
    <w:p w:rsidR="00D43C6A" w:rsidRDefault="001B475C" w:rsidP="001B475C">
      <w:pPr>
        <w:pStyle w:val="Heading3"/>
      </w:pPr>
      <w:bookmarkStart w:id="20" w:name="_Toc324764912"/>
      <w:r>
        <w:t>Working with Wizards</w:t>
      </w:r>
      <w:bookmarkEnd w:id="20"/>
    </w:p>
    <w:p w:rsidR="001B475C" w:rsidRDefault="001B475C" w:rsidP="001B475C">
      <w:pPr>
        <w:pStyle w:val="Heading4"/>
      </w:pPr>
      <w:r>
        <w:t>General</w:t>
      </w:r>
    </w:p>
    <w:p w:rsidR="001B475C" w:rsidRDefault="001B475C" w:rsidP="001B475C">
      <w:r>
        <w:t xml:space="preserve">Toggle the focus forward between controls in the wizard = TAB </w:t>
      </w:r>
    </w:p>
    <w:p w:rsidR="001B475C" w:rsidRDefault="001B475C" w:rsidP="001B475C">
      <w:r>
        <w:t xml:space="preserve">Move to the next page of the wizard = ALT+N </w:t>
      </w:r>
    </w:p>
    <w:p w:rsidR="001B475C" w:rsidRDefault="001B475C" w:rsidP="001B475C">
      <w:r>
        <w:t xml:space="preserve">Move to the previous page of the wizard = ALT+B </w:t>
      </w:r>
    </w:p>
    <w:p w:rsidR="001B475C" w:rsidRPr="001B475C" w:rsidRDefault="001B475C" w:rsidP="001B475C">
      <w:r>
        <w:t>Complete the wizard = ALT+F</w:t>
      </w:r>
    </w:p>
    <w:p w:rsidR="001B018E" w:rsidRDefault="00AA201D" w:rsidP="00AA201D">
      <w:pPr>
        <w:pStyle w:val="Heading3"/>
      </w:pPr>
      <w:bookmarkStart w:id="21" w:name="_Toc324764913"/>
      <w:r>
        <w:t>Miscellaneous</w:t>
      </w:r>
      <w:bookmarkEnd w:id="21"/>
    </w:p>
    <w:p w:rsidR="00AA201D" w:rsidRDefault="00AA201D" w:rsidP="00AA201D">
      <w:pPr>
        <w:pStyle w:val="Heading4"/>
      </w:pPr>
      <w:r>
        <w:t>General</w:t>
      </w:r>
    </w:p>
    <w:p w:rsidR="00AA201D" w:rsidRDefault="00AA201D" w:rsidP="00AA201D">
      <w:r>
        <w:t xml:space="preserve">Display the complete hyperlink address for a selected hyperlink = F2 </w:t>
      </w:r>
    </w:p>
    <w:p w:rsidR="00AA201D" w:rsidRDefault="00AA201D" w:rsidP="00AA201D">
      <w:r>
        <w:t xml:space="preserve">Check spelling = F7 </w:t>
      </w:r>
    </w:p>
    <w:p w:rsidR="00AA201D" w:rsidRDefault="00AA201D" w:rsidP="00AA201D">
      <w:r>
        <w:t xml:space="preserve">Open the Zoom box to conveniently enter expressions and other text in small input areas = SHIFT+F2 </w:t>
      </w:r>
    </w:p>
    <w:p w:rsidR="00AA201D" w:rsidRDefault="00AA201D" w:rsidP="00AA201D">
      <w:r>
        <w:t xml:space="preserve">Display a property sheet in Design </w:t>
      </w:r>
      <w:r w:rsidR="006E046F">
        <w:t>View</w:t>
      </w:r>
      <w:r>
        <w:t xml:space="preserve"> = ALT+ENTER </w:t>
      </w:r>
    </w:p>
    <w:p w:rsidR="00AA201D" w:rsidRDefault="00AA201D" w:rsidP="00AA201D">
      <w:r>
        <w:t xml:space="preserve">Exit Access = ALT+F4 </w:t>
      </w:r>
    </w:p>
    <w:p w:rsidR="00AA201D" w:rsidRDefault="00AA201D" w:rsidP="00AA201D">
      <w:r>
        <w:t xml:space="preserve">Invoke a Builder = CTRL+F2 </w:t>
      </w:r>
    </w:p>
    <w:p w:rsidR="00AA201D" w:rsidRDefault="00AA201D" w:rsidP="00AA201D">
      <w:r>
        <w:t xml:space="preserve">Toggle forward between views when in a table, query, form, report, page, PivotTable list, PivotChart report, stored procedure, or Access project (.adp) function.  If there are additional views available, successive keystrokes will move to the next available view = CTRL+RIGHT ARROW or CRTL+COMMA (,) </w:t>
      </w:r>
    </w:p>
    <w:p w:rsidR="00AA201D" w:rsidRDefault="00AA201D" w:rsidP="00AA201D">
      <w:r>
        <w:t>Toggle back between views when in a table, query, form, report, page, PivotTable list, PivotChart report, stored procedure, or .adp function.  If there are additional views available, successive keystrokes will move to the previous view = CTRL+LEFT ARROW or CRTL+PERIOD (.)</w:t>
      </w:r>
    </w:p>
    <w:p w:rsidR="00AA201D" w:rsidRDefault="00AA201D" w:rsidP="00AA201D">
      <w:r w:rsidRPr="00AA201D">
        <w:rPr>
          <w:b/>
        </w:rPr>
        <w:t>Note</w:t>
      </w:r>
      <w:r>
        <w:t xml:space="preserve">:  CTRL+PERIOD (.) </w:t>
      </w:r>
      <w:r w:rsidR="004E2B53">
        <w:t>D</w:t>
      </w:r>
      <w:r>
        <w:t>oes not work under all conditions with all objects.</w:t>
      </w:r>
    </w:p>
    <w:p w:rsidR="00AA201D" w:rsidRDefault="00AA201D" w:rsidP="001A1AA9">
      <w:pPr>
        <w:pStyle w:val="Heading3"/>
      </w:pPr>
      <w:r>
        <w:t xml:space="preserve"> </w:t>
      </w:r>
      <w:bookmarkStart w:id="22" w:name="_Toc324764914"/>
      <w:r w:rsidR="001A1AA9">
        <w:t>Navigation Pane Shortcuts</w:t>
      </w:r>
      <w:bookmarkEnd w:id="22"/>
    </w:p>
    <w:p w:rsidR="001A1AA9" w:rsidRDefault="001A1AA9" w:rsidP="001A1AA9">
      <w:pPr>
        <w:pStyle w:val="Heading4"/>
      </w:pPr>
      <w:r>
        <w:t>Editing and Navigating the Object List</w:t>
      </w:r>
    </w:p>
    <w:p w:rsidR="001A1AA9" w:rsidRDefault="001A1AA9" w:rsidP="001A1AA9">
      <w:r>
        <w:t xml:space="preserve">Rename a selected object = F2 </w:t>
      </w:r>
    </w:p>
    <w:p w:rsidR="001A1AA9" w:rsidRDefault="001A1AA9" w:rsidP="001A1AA9">
      <w:r>
        <w:t xml:space="preserve">Move down one line = DOWN ARROW </w:t>
      </w:r>
    </w:p>
    <w:p w:rsidR="001A1AA9" w:rsidRDefault="001A1AA9" w:rsidP="001A1AA9">
      <w:r>
        <w:t xml:space="preserve">Move down one window = PAGE DOWN </w:t>
      </w:r>
    </w:p>
    <w:p w:rsidR="001A1AA9" w:rsidRDefault="001A1AA9" w:rsidP="001A1AA9">
      <w:r>
        <w:t xml:space="preserve">Move to the last object = END </w:t>
      </w:r>
    </w:p>
    <w:p w:rsidR="001A1AA9" w:rsidRDefault="001A1AA9" w:rsidP="001A1AA9">
      <w:r>
        <w:t xml:space="preserve">Move up one line = UP ARROW </w:t>
      </w:r>
    </w:p>
    <w:p w:rsidR="001A1AA9" w:rsidRDefault="001A1AA9" w:rsidP="001A1AA9">
      <w:r>
        <w:t xml:space="preserve">Move up one window = PAGE UP </w:t>
      </w:r>
    </w:p>
    <w:p w:rsidR="001A1AA9" w:rsidRPr="001A1AA9" w:rsidRDefault="001A1AA9" w:rsidP="001A1AA9">
      <w:r>
        <w:t>Move to the first object = HOME</w:t>
      </w:r>
    </w:p>
    <w:p w:rsidR="001A1AA9" w:rsidRDefault="00D64271" w:rsidP="00D64271">
      <w:pPr>
        <w:pStyle w:val="Heading3"/>
      </w:pPr>
      <w:bookmarkStart w:id="23" w:name="_Toc324764915"/>
      <w:r>
        <w:t>Navigating and Opening Objects</w:t>
      </w:r>
      <w:bookmarkEnd w:id="23"/>
    </w:p>
    <w:p w:rsidR="00D64271" w:rsidRDefault="00D64271" w:rsidP="00D64271">
      <w:pPr>
        <w:pStyle w:val="Heading4"/>
      </w:pPr>
      <w:r>
        <w:t>General</w:t>
      </w:r>
    </w:p>
    <w:p w:rsidR="00D64271" w:rsidRDefault="00D64271" w:rsidP="00D64271">
      <w:r>
        <w:t xml:space="preserve">Open the selected table or query in Datasheet </w:t>
      </w:r>
      <w:r w:rsidR="006E046F">
        <w:t>View</w:t>
      </w:r>
      <w:r>
        <w:t xml:space="preserve"> = ENTER </w:t>
      </w:r>
    </w:p>
    <w:p w:rsidR="00D64271" w:rsidRDefault="00D64271" w:rsidP="00D64271">
      <w:r>
        <w:t xml:space="preserve">Open the selected form or report = ENTER </w:t>
      </w:r>
    </w:p>
    <w:p w:rsidR="00D64271" w:rsidRDefault="00D64271" w:rsidP="00D64271">
      <w:r>
        <w:t xml:space="preserve">Run the selected macro = ENTER </w:t>
      </w:r>
    </w:p>
    <w:p w:rsidR="00D64271" w:rsidRDefault="00D64271" w:rsidP="00D64271">
      <w:r>
        <w:t xml:space="preserve">Open the selected table, query, form, report, data access page, macro, or module in Design </w:t>
      </w:r>
      <w:r w:rsidR="006E046F">
        <w:t>View</w:t>
      </w:r>
      <w:r>
        <w:t xml:space="preserve"> = CTRL+ENTER </w:t>
      </w:r>
    </w:p>
    <w:p w:rsidR="00D64271" w:rsidRDefault="00D64271" w:rsidP="00D64271">
      <w:r>
        <w:t>Display the Immediate window in the Visual Basic Editor = CTRL+G</w:t>
      </w:r>
    </w:p>
    <w:p w:rsidR="00023394" w:rsidRDefault="00023394" w:rsidP="00023394">
      <w:pPr>
        <w:pStyle w:val="Heading3"/>
      </w:pPr>
      <w:bookmarkStart w:id="24" w:name="_Toc324764916"/>
      <w:r>
        <w:t>Working with Menus</w:t>
      </w:r>
      <w:bookmarkEnd w:id="24"/>
    </w:p>
    <w:p w:rsidR="00023394" w:rsidRDefault="00023394" w:rsidP="00023394">
      <w:pPr>
        <w:pStyle w:val="Heading4"/>
      </w:pPr>
      <w:r>
        <w:t>General</w:t>
      </w:r>
    </w:p>
    <w:p w:rsidR="00023394" w:rsidRDefault="00023394" w:rsidP="00023394">
      <w:r>
        <w:t xml:space="preserve">Show the shortcut menu = SHIFT+F10 </w:t>
      </w:r>
    </w:p>
    <w:p w:rsidR="00023394" w:rsidRDefault="00023394" w:rsidP="00023394">
      <w:r>
        <w:t xml:space="preserve">Show the </w:t>
      </w:r>
      <w:r w:rsidR="00AE2C09">
        <w:t>Access Keys</w:t>
      </w:r>
      <w:r>
        <w:t xml:space="preserve"> = ALT or F10 </w:t>
      </w:r>
    </w:p>
    <w:p w:rsidR="00023394" w:rsidRDefault="00023394" w:rsidP="00023394">
      <w:r>
        <w:t xml:space="preserve">Show the program icon menu (on the program title bar) = ALT+SPACEBAR </w:t>
      </w:r>
    </w:p>
    <w:p w:rsidR="00023394" w:rsidRDefault="00023394" w:rsidP="00023394">
      <w:r>
        <w:t>With the menu or submenu visible, select the next or previous command</w:t>
      </w:r>
      <w:r w:rsidR="006C0656">
        <w:t xml:space="preserve"> = </w:t>
      </w:r>
      <w:r>
        <w:t xml:space="preserve">DOWN ARROW or UP ARROW </w:t>
      </w:r>
    </w:p>
    <w:p w:rsidR="00023394" w:rsidRDefault="00023394" w:rsidP="00023394">
      <w:r>
        <w:t>Select the menu to the left or right; or, when a submenu is visible, to switch between the main menu and the submenu</w:t>
      </w:r>
      <w:r w:rsidR="006C0656">
        <w:t xml:space="preserve"> = </w:t>
      </w:r>
      <w:r>
        <w:t xml:space="preserve">LEFT ARROW or RIGHT ARROW </w:t>
      </w:r>
    </w:p>
    <w:p w:rsidR="00023394" w:rsidRDefault="00023394" w:rsidP="00023394">
      <w:r>
        <w:t>Select the first or last command on the menu or submenu</w:t>
      </w:r>
      <w:r w:rsidR="006C0656">
        <w:t xml:space="preserve"> = HOME or END</w:t>
      </w:r>
    </w:p>
    <w:p w:rsidR="00023394" w:rsidRDefault="00023394" w:rsidP="00023394">
      <w:r>
        <w:t>Close the visible menu and submenu at the same time</w:t>
      </w:r>
      <w:r w:rsidR="006C0656">
        <w:t xml:space="preserve"> = </w:t>
      </w:r>
      <w:r>
        <w:t xml:space="preserve">ALT </w:t>
      </w:r>
    </w:p>
    <w:p w:rsidR="00023394" w:rsidRDefault="00023394" w:rsidP="00023394">
      <w:r>
        <w:t>Close the visible menu; or, with a submenu visible, to close the submenu only</w:t>
      </w:r>
      <w:r w:rsidR="006C0656">
        <w:t xml:space="preserve"> = </w:t>
      </w:r>
      <w:r>
        <w:t>ESC</w:t>
      </w:r>
    </w:p>
    <w:p w:rsidR="00587A9A" w:rsidRDefault="00587A9A" w:rsidP="00587A9A">
      <w:pPr>
        <w:pStyle w:val="Heading3"/>
      </w:pPr>
      <w:bookmarkStart w:id="25" w:name="_Toc324764917"/>
      <w:r>
        <w:t>Work</w:t>
      </w:r>
      <w:r w:rsidR="00B45495">
        <w:t>ing</w:t>
      </w:r>
      <w:r>
        <w:t xml:space="preserve"> in Windows and Dialog</w:t>
      </w:r>
      <w:r w:rsidR="00F7733D">
        <w:t xml:space="preserve"> Boxes</w:t>
      </w:r>
      <w:bookmarkEnd w:id="25"/>
    </w:p>
    <w:p w:rsidR="00587A9A" w:rsidRDefault="00587A9A" w:rsidP="00587A9A">
      <w:pPr>
        <w:pStyle w:val="Heading4"/>
      </w:pPr>
      <w:r>
        <w:t>Using a Program Window</w:t>
      </w:r>
    </w:p>
    <w:p w:rsidR="00587A9A" w:rsidRDefault="00587A9A" w:rsidP="00587A9A">
      <w:r>
        <w:t xml:space="preserve">Switch to the next program = ALT+TAB </w:t>
      </w:r>
    </w:p>
    <w:p w:rsidR="00587A9A" w:rsidRDefault="00587A9A" w:rsidP="00587A9A">
      <w:r>
        <w:t xml:space="preserve">Switch to the previous program = ALT+SHIFT+TAB </w:t>
      </w:r>
    </w:p>
    <w:p w:rsidR="00587A9A" w:rsidRDefault="00587A9A" w:rsidP="00587A9A">
      <w:r>
        <w:t xml:space="preserve">Show the Windows Start menu = CTRL+ESC </w:t>
      </w:r>
    </w:p>
    <w:p w:rsidR="00587A9A" w:rsidRDefault="00587A9A" w:rsidP="00587A9A">
      <w:r>
        <w:t xml:space="preserve">Close the active database window = CTRL+W </w:t>
      </w:r>
    </w:p>
    <w:p w:rsidR="00587A9A" w:rsidRDefault="00587A9A" w:rsidP="00587A9A">
      <w:r>
        <w:t xml:space="preserve">Switch to the next database window = CTRL+F6 </w:t>
      </w:r>
    </w:p>
    <w:p w:rsidR="00587A9A" w:rsidRDefault="00587A9A" w:rsidP="00587A9A">
      <w:r>
        <w:t xml:space="preserve">Switch to the previous database window = CTRL+SHIFT+F6 </w:t>
      </w:r>
    </w:p>
    <w:p w:rsidR="00587A9A" w:rsidRDefault="00587A9A" w:rsidP="00587A9A">
      <w:r>
        <w:t>Restore the selected minimized window when all windows are minimized = ENTER</w:t>
      </w:r>
    </w:p>
    <w:p w:rsidR="00F7733D" w:rsidRDefault="00F7733D" w:rsidP="00F7733D">
      <w:pPr>
        <w:pStyle w:val="Heading3"/>
      </w:pPr>
      <w:bookmarkStart w:id="26" w:name="_Toc324764918"/>
      <w:r>
        <w:t>Using a Dialog Box</w:t>
      </w:r>
      <w:bookmarkEnd w:id="26"/>
    </w:p>
    <w:p w:rsidR="00F7733D" w:rsidRDefault="00F7733D" w:rsidP="00F7733D">
      <w:pPr>
        <w:pStyle w:val="Heading4"/>
      </w:pPr>
      <w:r>
        <w:t>General</w:t>
      </w:r>
    </w:p>
    <w:p w:rsidR="00F7733D" w:rsidRDefault="00F7733D" w:rsidP="00F7733D">
      <w:r>
        <w:t xml:space="preserve">Switch to the next tab in a dialog box = CTRL+TAB </w:t>
      </w:r>
    </w:p>
    <w:p w:rsidR="00F7733D" w:rsidRDefault="00F7733D" w:rsidP="00F7733D">
      <w:r>
        <w:t xml:space="preserve">Switch to the previous tab in a dialog box = CTRL+SHIFT+TAB </w:t>
      </w:r>
    </w:p>
    <w:p w:rsidR="00F7733D" w:rsidRDefault="00F7733D" w:rsidP="00F7733D">
      <w:r>
        <w:t xml:space="preserve">Move to the next option or option group = TAB </w:t>
      </w:r>
    </w:p>
    <w:p w:rsidR="00F7733D" w:rsidRDefault="00F7733D" w:rsidP="00F7733D">
      <w:r>
        <w:t xml:space="preserve">Move to the previous option or option group = SHIFT+TAB </w:t>
      </w:r>
    </w:p>
    <w:p w:rsidR="00F7733D" w:rsidRDefault="00F7733D" w:rsidP="00F7733D">
      <w:r>
        <w:t>Move between options in the selected drop-down list box, or to move between some options in a group of options = ARROW KEYS</w:t>
      </w:r>
    </w:p>
    <w:p w:rsidR="00F7733D" w:rsidRDefault="00F7733D" w:rsidP="00F7733D">
      <w:r>
        <w:t xml:space="preserve">Perform the action assigned to the selected button; select or clear the check box = SPACEBAR </w:t>
      </w:r>
    </w:p>
    <w:p w:rsidR="00F7733D" w:rsidRDefault="00F7733D" w:rsidP="00F7733D">
      <w:r>
        <w:t xml:space="preserve">Move to the option by the first letter in the option name in a drop-down list box = Letter key for the first letter in the option name you want (when a drop-down list box is selected) </w:t>
      </w:r>
    </w:p>
    <w:p w:rsidR="00F7733D" w:rsidRDefault="00F7733D" w:rsidP="00F7733D">
      <w:r>
        <w:t xml:space="preserve">Select the option, or to select or clear the check box by the letter underlined in the option name = ALT+letter key </w:t>
      </w:r>
    </w:p>
    <w:p w:rsidR="00F7733D" w:rsidRDefault="00F7733D" w:rsidP="00F7733D">
      <w:r>
        <w:t xml:space="preserve">Open the selected drop-down list box = ALT+DOWN ARROW </w:t>
      </w:r>
    </w:p>
    <w:p w:rsidR="00F7733D" w:rsidRDefault="00F7733D" w:rsidP="00F7733D">
      <w:r>
        <w:t xml:space="preserve">Close the selected drop-down list box = ESC </w:t>
      </w:r>
    </w:p>
    <w:p w:rsidR="00F7733D" w:rsidRDefault="00F7733D" w:rsidP="00F7733D">
      <w:r>
        <w:t xml:space="preserve">Perform the action assigned to the default button in the dialog box = ENTER </w:t>
      </w:r>
    </w:p>
    <w:p w:rsidR="00F7733D" w:rsidRDefault="00F7733D" w:rsidP="00F7733D">
      <w:r>
        <w:t xml:space="preserve">Cancel the command and close the dialog box = ESC </w:t>
      </w:r>
    </w:p>
    <w:p w:rsidR="00F7733D" w:rsidRDefault="00B824FF" w:rsidP="00F7733D">
      <w:pPr>
        <w:pStyle w:val="Heading3"/>
      </w:pPr>
      <w:bookmarkStart w:id="27" w:name="_Toc324764919"/>
      <w:r>
        <w:t>Editing in a Text Box</w:t>
      </w:r>
      <w:bookmarkEnd w:id="27"/>
    </w:p>
    <w:p w:rsidR="00B824FF" w:rsidRDefault="00B824FF" w:rsidP="00B824FF">
      <w:pPr>
        <w:pStyle w:val="Heading4"/>
      </w:pPr>
      <w:r>
        <w:t>General</w:t>
      </w:r>
    </w:p>
    <w:p w:rsidR="00B824FF" w:rsidRDefault="00B824FF" w:rsidP="00B824FF">
      <w:r>
        <w:t xml:space="preserve">Move to the beginning of the entry = HOME </w:t>
      </w:r>
    </w:p>
    <w:p w:rsidR="00B824FF" w:rsidRDefault="00B824FF" w:rsidP="00B824FF">
      <w:r>
        <w:t xml:space="preserve">Move to the end of the entry = END </w:t>
      </w:r>
    </w:p>
    <w:p w:rsidR="00B824FF" w:rsidRDefault="00B824FF" w:rsidP="00B824FF">
      <w:r>
        <w:t xml:space="preserve">Move one character to the left or right = LEFT ARROW or RIGHT ARROW </w:t>
      </w:r>
    </w:p>
    <w:p w:rsidR="00B824FF" w:rsidRDefault="00B824FF" w:rsidP="00B824FF">
      <w:r>
        <w:t xml:space="preserve">Move one word to the left or right = CTRL+LEFT ARROW or CTRL+RIGHT ARROW </w:t>
      </w:r>
    </w:p>
    <w:p w:rsidR="00B824FF" w:rsidRDefault="00B824FF" w:rsidP="00B824FF">
      <w:r>
        <w:t xml:space="preserve">Select from the insertion point to the beginning of the </w:t>
      </w:r>
      <w:r w:rsidR="00256A8B">
        <w:t xml:space="preserve">text </w:t>
      </w:r>
      <w:r>
        <w:t xml:space="preserve">entry = SHIFT+HOME </w:t>
      </w:r>
    </w:p>
    <w:p w:rsidR="00B824FF" w:rsidRDefault="00B824FF" w:rsidP="00B824FF">
      <w:r>
        <w:t xml:space="preserve">Select from the insertion point to the end of the </w:t>
      </w:r>
      <w:r w:rsidR="00256A8B">
        <w:t xml:space="preserve">text </w:t>
      </w:r>
      <w:r>
        <w:t xml:space="preserve">entry = SHIFT+END </w:t>
      </w:r>
    </w:p>
    <w:p w:rsidR="00B824FF" w:rsidRDefault="00B824FF" w:rsidP="00B824FF">
      <w:r>
        <w:t xml:space="preserve">Change the selection by one character to the left = SHIFT+LEFT ARROW </w:t>
      </w:r>
    </w:p>
    <w:p w:rsidR="00B824FF" w:rsidRDefault="00B824FF" w:rsidP="00B824FF">
      <w:r>
        <w:t xml:space="preserve">Change the selection by one character to the right = SHIFT+RIGHT ARROW </w:t>
      </w:r>
    </w:p>
    <w:p w:rsidR="00B824FF" w:rsidRDefault="00B824FF" w:rsidP="00B824FF">
      <w:r>
        <w:t xml:space="preserve">Change the selection by one word to the left = CTRL+SHIFT+LEFT ARROW </w:t>
      </w:r>
    </w:p>
    <w:p w:rsidR="00B824FF" w:rsidRDefault="00B824FF" w:rsidP="00B824FF">
      <w:r>
        <w:t xml:space="preserve">Change the selection by one word to the right </w:t>
      </w:r>
      <w:r w:rsidR="001F7118">
        <w:t>= CTRL</w:t>
      </w:r>
      <w:r>
        <w:t>+SHIFT+RIGHT ARROW</w:t>
      </w:r>
    </w:p>
    <w:p w:rsidR="009B79E0" w:rsidRDefault="009B79E0" w:rsidP="009B79E0">
      <w:pPr>
        <w:pStyle w:val="Heading3"/>
      </w:pPr>
      <w:bookmarkStart w:id="28" w:name="_Toc324764920"/>
      <w:r>
        <w:t>Work</w:t>
      </w:r>
      <w:r w:rsidR="00B45495">
        <w:t>ing</w:t>
      </w:r>
      <w:r>
        <w:t xml:space="preserve"> with Property Sheets</w:t>
      </w:r>
      <w:bookmarkEnd w:id="28"/>
    </w:p>
    <w:p w:rsidR="009B79E0" w:rsidRDefault="009B79E0" w:rsidP="009B79E0">
      <w:pPr>
        <w:pStyle w:val="Heading4"/>
      </w:pPr>
      <w:r w:rsidRPr="009B79E0">
        <w:t xml:space="preserve">Using a </w:t>
      </w:r>
      <w:r>
        <w:t>P</w:t>
      </w:r>
      <w:r w:rsidRPr="009B79E0">
        <w:t xml:space="preserve">roperty </w:t>
      </w:r>
      <w:r>
        <w:t>S</w:t>
      </w:r>
      <w:r w:rsidRPr="009B79E0">
        <w:t xml:space="preserve">heet with a </w:t>
      </w:r>
      <w:r>
        <w:t>F</w:t>
      </w:r>
      <w:r w:rsidRPr="009B79E0">
        <w:t xml:space="preserve">orm or </w:t>
      </w:r>
      <w:r>
        <w:t>R</w:t>
      </w:r>
      <w:r w:rsidRPr="009B79E0">
        <w:t>eport</w:t>
      </w:r>
      <w:r w:rsidR="00B3442E">
        <w:t xml:space="preserve"> in Design View</w:t>
      </w:r>
    </w:p>
    <w:p w:rsidR="0065462E" w:rsidRDefault="0065462E" w:rsidP="0065462E">
      <w:r>
        <w:t xml:space="preserve">Toggle the property sheet tab = F4 </w:t>
      </w:r>
    </w:p>
    <w:p w:rsidR="0065462E" w:rsidRDefault="0065462E" w:rsidP="0065462E">
      <w:r>
        <w:t xml:space="preserve">Move among choices in the control drop-down list one item at a time = DOWN ARROW or UP ARROW </w:t>
      </w:r>
    </w:p>
    <w:p w:rsidR="0065462E" w:rsidRDefault="0065462E" w:rsidP="0065462E">
      <w:r>
        <w:t xml:space="preserve">Move among choices in the control drop-down list five items at a time = PAGE DOWN or PAGE UP </w:t>
      </w:r>
    </w:p>
    <w:p w:rsidR="0065462E" w:rsidRDefault="0065462E" w:rsidP="0065462E">
      <w:r>
        <w:t xml:space="preserve">Move to the property sheet tabs from the control drop-down list = TAB </w:t>
      </w:r>
    </w:p>
    <w:p w:rsidR="0065462E" w:rsidRDefault="0065462E" w:rsidP="0065462E">
      <w:r>
        <w:t xml:space="preserve">Move among the property sheet tabs with a tab selected, but no property selected = LEFT ARROW or RIGHT ARROW </w:t>
      </w:r>
    </w:p>
    <w:p w:rsidR="0065462E" w:rsidRDefault="0065462E" w:rsidP="0065462E">
      <w:r>
        <w:t xml:space="preserve">With a property already selected, move down one property on a tab = TAB </w:t>
      </w:r>
    </w:p>
    <w:p w:rsidR="0065462E" w:rsidRDefault="0065462E" w:rsidP="0065462E">
      <w:r>
        <w:t xml:space="preserve">With a property selected, move up one property on a tab; or if already at the top, move to the </w:t>
      </w:r>
      <w:r w:rsidR="00027EB0">
        <w:t>tab</w:t>
      </w:r>
      <w:r>
        <w:t xml:space="preserve"> = SHIFT+TAB </w:t>
      </w:r>
    </w:p>
    <w:p w:rsidR="0065462E" w:rsidRDefault="0065462E" w:rsidP="0065462E">
      <w:r>
        <w:t xml:space="preserve">Toggle forward between tabs when a property is selected = CTRL+TAB </w:t>
      </w:r>
    </w:p>
    <w:p w:rsidR="009B79E0" w:rsidRDefault="0065462E" w:rsidP="0065462E">
      <w:r>
        <w:t>Toggle backward between tabs when a property is selected = CTRL+SHIFT+TAB</w:t>
      </w:r>
    </w:p>
    <w:p w:rsidR="00AB337A" w:rsidRDefault="00AB337A" w:rsidP="00AB337A">
      <w:pPr>
        <w:pStyle w:val="Heading3"/>
      </w:pPr>
      <w:bookmarkStart w:id="29" w:name="_Toc324764921"/>
      <w:r w:rsidRPr="00AB337A">
        <w:t xml:space="preserve">Using a </w:t>
      </w:r>
      <w:r>
        <w:t>P</w:t>
      </w:r>
      <w:r w:rsidRPr="00AB337A">
        <w:t xml:space="preserve">roperty </w:t>
      </w:r>
      <w:r>
        <w:t>S</w:t>
      </w:r>
      <w:r w:rsidRPr="00AB337A">
        <w:t xml:space="preserve">heet with a </w:t>
      </w:r>
      <w:r>
        <w:t>T</w:t>
      </w:r>
      <w:r w:rsidRPr="00AB337A">
        <w:t xml:space="preserve">able or </w:t>
      </w:r>
      <w:r>
        <w:t>Q</w:t>
      </w:r>
      <w:r w:rsidRPr="00AB337A">
        <w:t>uery</w:t>
      </w:r>
      <w:bookmarkEnd w:id="29"/>
    </w:p>
    <w:p w:rsidR="00AB337A" w:rsidRDefault="00AB337A" w:rsidP="00AB337A">
      <w:pPr>
        <w:pStyle w:val="Heading4"/>
      </w:pPr>
      <w:r>
        <w:t>General</w:t>
      </w:r>
    </w:p>
    <w:p w:rsidR="00AB337A" w:rsidRDefault="00AB337A" w:rsidP="00AB337A">
      <w:r>
        <w:t xml:space="preserve">Toggle the property sheet tab = F4 </w:t>
      </w:r>
    </w:p>
    <w:p w:rsidR="00AB337A" w:rsidRDefault="00AB337A" w:rsidP="00AB337A">
      <w:r>
        <w:t xml:space="preserve">With a tab selected, but no property selected, move among the property sheet tabs = LEFT ARROW or RIGHT ARROW </w:t>
      </w:r>
    </w:p>
    <w:p w:rsidR="00AB337A" w:rsidRDefault="00AB337A" w:rsidP="00AB337A">
      <w:r>
        <w:t xml:space="preserve">Move to the property sheet tabs when a property is selected = CTRL+TAB </w:t>
      </w:r>
    </w:p>
    <w:p w:rsidR="00AB337A" w:rsidRDefault="00AB337A" w:rsidP="00AB337A">
      <w:r>
        <w:t xml:space="preserve">Move to the first property of a tab when no property is selected = TAB </w:t>
      </w:r>
    </w:p>
    <w:p w:rsidR="00AB337A" w:rsidRDefault="00AB337A" w:rsidP="00AB337A">
      <w:r>
        <w:t>Move down one property on a tab</w:t>
      </w:r>
      <w:r w:rsidR="002135B5">
        <w:t xml:space="preserve"> = </w:t>
      </w:r>
      <w:r>
        <w:t xml:space="preserve">TAB </w:t>
      </w:r>
    </w:p>
    <w:p w:rsidR="00AB337A" w:rsidRDefault="00AB337A" w:rsidP="00AB337A">
      <w:r>
        <w:t>Move up one property on a tab; or if already at the top, select the tab itself</w:t>
      </w:r>
      <w:r w:rsidR="002135B5">
        <w:t xml:space="preserve"> = </w:t>
      </w:r>
      <w:r>
        <w:t xml:space="preserve">SHIFT+TAB </w:t>
      </w:r>
    </w:p>
    <w:p w:rsidR="00AB337A" w:rsidRDefault="00AB337A" w:rsidP="00AB337A">
      <w:r>
        <w:t>Toggle forward between tabs when a property is selected</w:t>
      </w:r>
      <w:r w:rsidR="002135B5">
        <w:t xml:space="preserve"> = </w:t>
      </w:r>
      <w:r>
        <w:t xml:space="preserve">CTRL+TAB </w:t>
      </w:r>
    </w:p>
    <w:p w:rsidR="00AB337A" w:rsidRDefault="00AB337A" w:rsidP="00AB337A">
      <w:r>
        <w:t>Toggle backward between tabs when a property is selected</w:t>
      </w:r>
      <w:r w:rsidR="002135B5">
        <w:t xml:space="preserve"> = </w:t>
      </w:r>
      <w:r>
        <w:t>CTRL+SHIFT+TAB</w:t>
      </w:r>
    </w:p>
    <w:p w:rsidR="00B63CC6" w:rsidRDefault="00B63CC6" w:rsidP="00B63CC6">
      <w:pPr>
        <w:pStyle w:val="Heading3"/>
      </w:pPr>
      <w:bookmarkStart w:id="30" w:name="_Toc324764922"/>
      <w:r>
        <w:t>Work</w:t>
      </w:r>
      <w:r w:rsidR="00B45495">
        <w:t>ing</w:t>
      </w:r>
      <w:r>
        <w:t xml:space="preserve"> with the Field List Pane</w:t>
      </w:r>
      <w:bookmarkEnd w:id="30"/>
    </w:p>
    <w:p w:rsidR="00B63CC6" w:rsidRDefault="00B63CC6" w:rsidP="00B63CC6">
      <w:pPr>
        <w:pStyle w:val="Heading4"/>
      </w:pPr>
      <w:r>
        <w:t>General</w:t>
      </w:r>
    </w:p>
    <w:p w:rsidR="00B63CC6" w:rsidRDefault="00B63CC6" w:rsidP="00B63CC6">
      <w:r>
        <w:t xml:space="preserve">Toggle the Field List </w:t>
      </w:r>
      <w:r w:rsidR="00AE2C09">
        <w:t>Pane</w:t>
      </w:r>
      <w:r>
        <w:t xml:space="preserve"> = ALT+F8 </w:t>
      </w:r>
    </w:p>
    <w:p w:rsidR="00B63CC6" w:rsidRDefault="00B63CC6" w:rsidP="00B63CC6">
      <w:r>
        <w:t xml:space="preserve">Add the selected field to the form or report detail section = ENTER </w:t>
      </w:r>
    </w:p>
    <w:p w:rsidR="00B63CC6" w:rsidRDefault="00B63CC6" w:rsidP="00B63CC6">
      <w:r>
        <w:t xml:space="preserve">Move up or down the Field List </w:t>
      </w:r>
      <w:r w:rsidR="00AE2C09">
        <w:t>Pane</w:t>
      </w:r>
      <w:r>
        <w:t xml:space="preserve"> = UP ARROW or DOWN ARROW </w:t>
      </w:r>
    </w:p>
    <w:p w:rsidR="00B63CC6" w:rsidRDefault="00B63CC6" w:rsidP="00B63CC6">
      <w:r>
        <w:t xml:space="preserve">Move to the upper Field List </w:t>
      </w:r>
      <w:r w:rsidR="00AE2C09">
        <w:t>Pane</w:t>
      </w:r>
      <w:r>
        <w:t xml:space="preserve"> from the lower pane = SHIFT+TAB </w:t>
      </w:r>
    </w:p>
    <w:p w:rsidR="00B63CC6" w:rsidRDefault="00B63CC6" w:rsidP="00B63CC6">
      <w:r>
        <w:t xml:space="preserve">Move to the lower Field List </w:t>
      </w:r>
      <w:r w:rsidR="00AE2C09">
        <w:t>Pane</w:t>
      </w:r>
      <w:r>
        <w:t xml:space="preserve"> from the upper pane = TAB</w:t>
      </w:r>
    </w:p>
    <w:p w:rsidR="006B2BAC" w:rsidRDefault="006B2BAC" w:rsidP="006B2BAC">
      <w:pPr>
        <w:pStyle w:val="Heading3"/>
      </w:pPr>
      <w:bookmarkStart w:id="31" w:name="_Toc324764923"/>
      <w:r>
        <w:t>Keyboard Shortcuts for Using the Help Window</w:t>
      </w:r>
      <w:bookmarkEnd w:id="31"/>
    </w:p>
    <w:p w:rsidR="006B2BAC" w:rsidRDefault="006B2BAC" w:rsidP="006B2BAC">
      <w:pPr>
        <w:pStyle w:val="Heading4"/>
      </w:pPr>
      <w:r>
        <w:t>General</w:t>
      </w:r>
    </w:p>
    <w:p w:rsidR="006B2BAC" w:rsidRDefault="006B2BAC" w:rsidP="006B2BAC">
      <w:r>
        <w:t xml:space="preserve">Select the next hidden text or hyperlink, or Show All or Hide All at the top of a topic = TAB </w:t>
      </w:r>
    </w:p>
    <w:p w:rsidR="006B2BAC" w:rsidRDefault="006B2BAC" w:rsidP="006B2BAC">
      <w:r>
        <w:t xml:space="preserve">Select the previous hidden text or hyperlink, or the Browser View button at the top of a Microsoft Office Web site article = SHIFT+TAB </w:t>
      </w:r>
    </w:p>
    <w:p w:rsidR="006B2BAC" w:rsidRDefault="006B2BAC" w:rsidP="006B2BAC">
      <w:r>
        <w:t xml:space="preserve">Perform the action for the selected Show All, Hide All, hidden text, or hyperlink = ENTER </w:t>
      </w:r>
    </w:p>
    <w:p w:rsidR="006B2BAC" w:rsidRDefault="006B2BAC" w:rsidP="006B2BAC">
      <w:r>
        <w:t xml:space="preserve">Move back to the previous Help topic = ALT+LEFT ARROW </w:t>
      </w:r>
    </w:p>
    <w:p w:rsidR="006B2BAC" w:rsidRDefault="006B2BAC" w:rsidP="006B2BAC">
      <w:r>
        <w:t xml:space="preserve">Move forward to the next Help topic = ALT+RIGHT ARROW </w:t>
      </w:r>
    </w:p>
    <w:p w:rsidR="006B2BAC" w:rsidRDefault="006B2BAC" w:rsidP="006B2BAC">
      <w:r>
        <w:t xml:space="preserve">Open the Print dialog box = CTRL+P </w:t>
      </w:r>
    </w:p>
    <w:p w:rsidR="006B2BAC" w:rsidRDefault="006B2BAC" w:rsidP="006B2BAC">
      <w:r>
        <w:t xml:space="preserve">Scroll small amounts up and down, respectively, within the currently-displayed Help topic = UP ARROW </w:t>
      </w:r>
      <w:r w:rsidR="00BC7639">
        <w:t>and</w:t>
      </w:r>
      <w:r>
        <w:t xml:space="preserve"> DOWN ARROW </w:t>
      </w:r>
    </w:p>
    <w:p w:rsidR="006B2BAC" w:rsidRDefault="006B2BAC" w:rsidP="006B2BAC">
      <w:r>
        <w:t xml:space="preserve">Scroll larger amounts up and down, respectively, within the currently-displayed Help topic = PAGE UP </w:t>
      </w:r>
      <w:r w:rsidR="00BC7639">
        <w:t>and</w:t>
      </w:r>
      <w:r>
        <w:t xml:space="preserve"> PAGE DOWN </w:t>
      </w:r>
    </w:p>
    <w:p w:rsidR="006B2BAC" w:rsidRDefault="006B2BAC" w:rsidP="006B2BAC">
      <w:r>
        <w:t>Display a menu of commands for the Help window; requires that the Help window have active focus (</w:t>
      </w:r>
      <w:r w:rsidR="00B45495">
        <w:t>access</w:t>
      </w:r>
      <w:r>
        <w:t xml:space="preserve"> an item in the Help window) = SHIFT+F10</w:t>
      </w:r>
    </w:p>
    <w:p w:rsidR="00BC7639" w:rsidRDefault="00BC7639" w:rsidP="00BC7639">
      <w:pPr>
        <w:pStyle w:val="Heading1"/>
      </w:pPr>
      <w:bookmarkStart w:id="32" w:name="_Toc324764924"/>
      <w:r>
        <w:t>Objective 2:</w:t>
      </w:r>
      <w:bookmarkEnd w:id="32"/>
    </w:p>
    <w:p w:rsidR="00995F32" w:rsidRDefault="00C83589" w:rsidP="00E95A92">
      <w:pPr>
        <w:pStyle w:val="Heading2"/>
        <w:rPr>
          <w:sz w:val="20"/>
        </w:rPr>
      </w:pPr>
      <w:bookmarkStart w:id="33" w:name="_Toc324764925"/>
      <w:r w:rsidRPr="004C24D1">
        <w:t>Keys</w:t>
      </w:r>
      <w:r w:rsidR="0097571B">
        <w:t>trokes</w:t>
      </w:r>
      <w:r w:rsidRPr="004C24D1">
        <w:t xml:space="preserve"> for </w:t>
      </w:r>
      <w:r>
        <w:t>W</w:t>
      </w:r>
      <w:r w:rsidRPr="004C24D1">
        <w:t xml:space="preserve">orking with </w:t>
      </w:r>
      <w:r>
        <w:t>T</w:t>
      </w:r>
      <w:r w:rsidRPr="004C24D1">
        <w:t xml:space="preserve">ext and </w:t>
      </w:r>
      <w:r>
        <w:t>D</w:t>
      </w:r>
      <w:r w:rsidRPr="004C24D1">
        <w:t>ata</w:t>
      </w:r>
      <w:bookmarkEnd w:id="33"/>
    </w:p>
    <w:p w:rsidR="00995F32" w:rsidRDefault="004C24D1">
      <w:pPr>
        <w:pStyle w:val="Heading3"/>
      </w:pPr>
      <w:bookmarkStart w:id="34" w:name="_Toc324764926"/>
      <w:r>
        <w:t>Select</w:t>
      </w:r>
      <w:r w:rsidR="00B45495">
        <w:t>ing</w:t>
      </w:r>
      <w:r>
        <w:t xml:space="preserve"> Text and Data</w:t>
      </w:r>
      <w:bookmarkEnd w:id="34"/>
    </w:p>
    <w:p w:rsidR="00995F32" w:rsidRDefault="004C24D1">
      <w:pPr>
        <w:pStyle w:val="Heading4"/>
      </w:pPr>
      <w:r>
        <w:t>Selecting Text in a Field</w:t>
      </w:r>
    </w:p>
    <w:p w:rsidR="004C24D1" w:rsidRDefault="004C24D1" w:rsidP="004C24D1">
      <w:r>
        <w:t xml:space="preserve">Change the size of the selection by one character to the right = SHIFT+RIGHT ARROW </w:t>
      </w:r>
    </w:p>
    <w:p w:rsidR="004C24D1" w:rsidRDefault="004C24D1" w:rsidP="004C24D1">
      <w:r>
        <w:t xml:space="preserve">Change the size of the selection by one word to the right = CTRL+SHIFT+RIGHT ARROW </w:t>
      </w:r>
    </w:p>
    <w:p w:rsidR="004C24D1" w:rsidRDefault="004C24D1" w:rsidP="004C24D1">
      <w:r>
        <w:t xml:space="preserve">Change the size of the selection by one character to the left = SHIFT+LEFT ARROW </w:t>
      </w:r>
    </w:p>
    <w:p w:rsidR="00995F32" w:rsidRDefault="004C24D1" w:rsidP="004C24D1">
      <w:r>
        <w:t>Change the size of the selection by one word to the left = CTRL+SHIFT+LEFT ARROW</w:t>
      </w:r>
    </w:p>
    <w:p w:rsidR="004D48D9" w:rsidRDefault="004D48D9" w:rsidP="004D48D9">
      <w:pPr>
        <w:pStyle w:val="Heading3"/>
      </w:pPr>
      <w:bookmarkStart w:id="35" w:name="_Toc324764927"/>
      <w:r>
        <w:t>Selecting a Field or Record</w:t>
      </w:r>
      <w:bookmarkEnd w:id="35"/>
    </w:p>
    <w:p w:rsidR="00995F32" w:rsidRDefault="004D48D9">
      <w:pPr>
        <w:pStyle w:val="Heading4"/>
      </w:pPr>
      <w:r>
        <w:t>General</w:t>
      </w:r>
    </w:p>
    <w:p w:rsidR="00995F32" w:rsidRDefault="004D48D9">
      <w:r w:rsidRPr="004D48D9">
        <w:rPr>
          <w:b/>
          <w:bCs/>
        </w:rPr>
        <w:t>Note</w:t>
      </w:r>
      <w:r>
        <w:rPr>
          <w:bCs/>
        </w:rPr>
        <w:t xml:space="preserve">:  </w:t>
      </w:r>
      <w:r w:rsidRPr="004D48D9">
        <w:t xml:space="preserve">To cancel a selection, use the opposite </w:t>
      </w:r>
      <w:r>
        <w:t>ARROW KEY</w:t>
      </w:r>
      <w:r w:rsidRPr="004D48D9">
        <w:t>.</w:t>
      </w:r>
    </w:p>
    <w:p w:rsidR="004D48D9" w:rsidRDefault="004D48D9" w:rsidP="004D48D9">
      <w:r>
        <w:t xml:space="preserve">Select the next field = TAB </w:t>
      </w:r>
    </w:p>
    <w:p w:rsidR="004D48D9" w:rsidRDefault="004D48D9" w:rsidP="004D48D9">
      <w:r>
        <w:t>Switch between Edit mode (with insertion point displayed) and Navigation mode</w:t>
      </w:r>
      <w:r>
        <w:rPr>
          <w:b/>
        </w:rPr>
        <w:t xml:space="preserve"> </w:t>
      </w:r>
      <w:r>
        <w:t xml:space="preserve">in a datasheet. When using a form or report, press ESC to leave Navigation mode = F2 </w:t>
      </w:r>
    </w:p>
    <w:p w:rsidR="004D48D9" w:rsidRDefault="004D48D9" w:rsidP="004D48D9">
      <w:r>
        <w:t xml:space="preserve">Switch between selecting the current record and the first field of the current record, in Navigation mode = SHIFT+SPACEBAR </w:t>
      </w:r>
    </w:p>
    <w:p w:rsidR="004D48D9" w:rsidRDefault="004D48D9" w:rsidP="004D48D9">
      <w:r>
        <w:t xml:space="preserve">Extend selection to the previous record, if the current record is selected = SHIFT+UP ARROW </w:t>
      </w:r>
    </w:p>
    <w:p w:rsidR="004D48D9" w:rsidRDefault="004D48D9" w:rsidP="004D48D9">
      <w:r>
        <w:t xml:space="preserve">Extend selection to the next record, if the current record is selected = SHIFT+DOWN ARROW </w:t>
      </w:r>
    </w:p>
    <w:p w:rsidR="004D48D9" w:rsidRDefault="004D48D9" w:rsidP="004D48D9">
      <w:r>
        <w:t>Select all records = CTRL+A or CTRL+SHIFT+SPACEBAR</w:t>
      </w:r>
    </w:p>
    <w:p w:rsidR="00995F32" w:rsidRDefault="002370B3">
      <w:pPr>
        <w:pStyle w:val="Heading4"/>
      </w:pPr>
      <w:r>
        <w:t>Extending a Selection</w:t>
      </w:r>
    </w:p>
    <w:p w:rsidR="002370B3" w:rsidRDefault="002370B3" w:rsidP="002370B3">
      <w:r>
        <w:t xml:space="preserve">Turn on Extend mode (in Datasheet </w:t>
      </w:r>
      <w:r w:rsidR="006E046F">
        <w:t>View</w:t>
      </w:r>
      <w:r>
        <w:t xml:space="preserve">, </w:t>
      </w:r>
      <w:r w:rsidRPr="00C11A20">
        <w:t>Extended Selection</w:t>
      </w:r>
      <w:r>
        <w:t xml:space="preserve"> appears in the lower-right corner of the window); pressing F8 repeatedly extends the selection to the word, the field, the record, and all records = F8 </w:t>
      </w:r>
    </w:p>
    <w:p w:rsidR="002370B3" w:rsidRDefault="002370B3" w:rsidP="002370B3">
      <w:r>
        <w:t xml:space="preserve">Extend a selection to adjacent fields in the same row in Datasheet </w:t>
      </w:r>
      <w:r w:rsidR="006E046F">
        <w:t>View</w:t>
      </w:r>
      <w:r>
        <w:t xml:space="preserve"> = LEFT ARROW or RIGHT ARROW </w:t>
      </w:r>
    </w:p>
    <w:p w:rsidR="002370B3" w:rsidRDefault="002370B3" w:rsidP="002370B3">
      <w:r>
        <w:t xml:space="preserve">Extend a selection to adjacent rows in Datasheet </w:t>
      </w:r>
      <w:r w:rsidR="006E046F">
        <w:t>View</w:t>
      </w:r>
      <w:r>
        <w:t xml:space="preserve"> </w:t>
      </w:r>
      <w:r w:rsidR="00CC6A68">
        <w:t xml:space="preserve">= </w:t>
      </w:r>
      <w:r>
        <w:t xml:space="preserve">UP ARROW or DOWN ARROW </w:t>
      </w:r>
    </w:p>
    <w:p w:rsidR="002370B3" w:rsidRDefault="002370B3" w:rsidP="002370B3">
      <w:r>
        <w:t xml:space="preserve">Undo the previous extension = SHIFT+F8 </w:t>
      </w:r>
    </w:p>
    <w:p w:rsidR="00995F32" w:rsidRDefault="002370B3" w:rsidP="002370B3">
      <w:r>
        <w:t>Cancel Extend mode = ESC</w:t>
      </w:r>
    </w:p>
    <w:p w:rsidR="00995F32" w:rsidRDefault="00A51773">
      <w:pPr>
        <w:pStyle w:val="Heading4"/>
      </w:pPr>
      <w:r w:rsidRPr="00A51773">
        <w:t xml:space="preserve">Selecting and </w:t>
      </w:r>
      <w:r>
        <w:t>M</w:t>
      </w:r>
      <w:r w:rsidRPr="00A51773">
        <w:t xml:space="preserve">oving a </w:t>
      </w:r>
      <w:r>
        <w:t>C</w:t>
      </w:r>
      <w:r w:rsidRPr="00A51773">
        <w:t xml:space="preserve">olumn in Datasheet </w:t>
      </w:r>
      <w:r>
        <w:t>V</w:t>
      </w:r>
      <w:r w:rsidRPr="00A51773">
        <w:t>iew</w:t>
      </w:r>
    </w:p>
    <w:p w:rsidR="00A51773" w:rsidRDefault="00A51773" w:rsidP="00A51773">
      <w:r>
        <w:t xml:space="preserve">Select the current column or cancel the column selection, in Navigation mode only = CTRL+SPACEBAR </w:t>
      </w:r>
    </w:p>
    <w:p w:rsidR="00A51773" w:rsidRDefault="00A51773" w:rsidP="00A51773">
      <w:r>
        <w:t xml:space="preserve">Select the column to the right, if the current column is selected = SHIFT+RIGHT ARROW </w:t>
      </w:r>
    </w:p>
    <w:p w:rsidR="00A51773" w:rsidRDefault="00A51773" w:rsidP="00A51773">
      <w:r>
        <w:t xml:space="preserve">Select the column to the left, if the current column is selected = SHIFT+LEFT ARROW </w:t>
      </w:r>
    </w:p>
    <w:p w:rsidR="00995F32" w:rsidRDefault="00A51773" w:rsidP="00A51773">
      <w:r>
        <w:t>Turn on Move mode; then press the RIGHT ARROW or LEFT ARROW key to move selected column(s) to the right or left = CTRL+SHIFT+F8</w:t>
      </w:r>
    </w:p>
    <w:p w:rsidR="00995F32" w:rsidRDefault="00EB2970">
      <w:pPr>
        <w:pStyle w:val="Heading3"/>
      </w:pPr>
      <w:bookmarkStart w:id="36" w:name="_Toc324764928"/>
      <w:r>
        <w:t>Edit</w:t>
      </w:r>
      <w:r w:rsidR="00B45495">
        <w:t>ing</w:t>
      </w:r>
      <w:r>
        <w:t xml:space="preserve"> Text or Data</w:t>
      </w:r>
      <w:bookmarkEnd w:id="36"/>
    </w:p>
    <w:p w:rsidR="00995F32" w:rsidRDefault="00EB2970">
      <w:pPr>
        <w:pStyle w:val="Heading4"/>
      </w:pPr>
      <w:r>
        <w:t>Moving the Insertion Point in a Field</w:t>
      </w:r>
    </w:p>
    <w:p w:rsidR="00EB2970" w:rsidRPr="00EB2970" w:rsidRDefault="00EB2970" w:rsidP="00EB2970">
      <w:r w:rsidRPr="00EB2970">
        <w:rPr>
          <w:b/>
          <w:bCs/>
        </w:rPr>
        <w:t>Note</w:t>
      </w:r>
      <w:r>
        <w:rPr>
          <w:bCs/>
        </w:rPr>
        <w:t xml:space="preserve">:  </w:t>
      </w:r>
      <w:r w:rsidRPr="00EB2970">
        <w:t>If the insertion point is not visible, press F2 to display it.</w:t>
      </w:r>
    </w:p>
    <w:p w:rsidR="00EB2970" w:rsidRDefault="00EB2970" w:rsidP="00EB2970">
      <w:r>
        <w:t xml:space="preserve">Move the insertion point one character to the right = RIGHT ARROW </w:t>
      </w:r>
    </w:p>
    <w:p w:rsidR="00EB2970" w:rsidRDefault="00EB2970" w:rsidP="00EB2970">
      <w:r>
        <w:t xml:space="preserve">Move the insertion point one word to the right = CTRL+RIGHT ARROW </w:t>
      </w:r>
    </w:p>
    <w:p w:rsidR="00EB2970" w:rsidRDefault="00EB2970" w:rsidP="00EB2970">
      <w:r>
        <w:t xml:space="preserve">Move the insertion point one character to the left = LEFT ARROW </w:t>
      </w:r>
    </w:p>
    <w:p w:rsidR="00EB2970" w:rsidRDefault="00EB2970" w:rsidP="00EB2970">
      <w:r>
        <w:t xml:space="preserve">Move the insertion point one word to the left = CTRL+LEFT ARROW </w:t>
      </w:r>
    </w:p>
    <w:p w:rsidR="00EB2970" w:rsidRDefault="00EB2970" w:rsidP="00EB2970">
      <w:r>
        <w:t xml:space="preserve">Move the insertion point to the end of the field, in single-line fields; or to move it to the end of the line in multi-line fields = END </w:t>
      </w:r>
    </w:p>
    <w:p w:rsidR="00EB2970" w:rsidRDefault="00EB2970" w:rsidP="00EB2970">
      <w:r>
        <w:t xml:space="preserve">Move the insertion point to the end of the field, in multiple-line fields = CTRL+END </w:t>
      </w:r>
    </w:p>
    <w:p w:rsidR="00EB2970" w:rsidRDefault="00EB2970" w:rsidP="00EB2970">
      <w:r>
        <w:t xml:space="preserve">Move the insertion point to the beginning of the field, in single-line fields; or to move it to the beginning of the line in multi-line fields = HOME </w:t>
      </w:r>
    </w:p>
    <w:p w:rsidR="00995F32" w:rsidRDefault="00EB2970" w:rsidP="00EB2970">
      <w:r>
        <w:t>Move the insertion point to the beginning of the field, in multiple-line fields = CTRL+HOME</w:t>
      </w:r>
    </w:p>
    <w:p w:rsidR="002F145B" w:rsidRDefault="002F145B" w:rsidP="002F145B">
      <w:pPr>
        <w:pStyle w:val="Heading3"/>
      </w:pPr>
      <w:bookmarkStart w:id="37" w:name="_Toc324764929"/>
      <w:r>
        <w:t>Copying, Moving or Deleting Text</w:t>
      </w:r>
      <w:bookmarkEnd w:id="37"/>
    </w:p>
    <w:p w:rsidR="00995F32" w:rsidRDefault="002F145B">
      <w:pPr>
        <w:pStyle w:val="Heading4"/>
      </w:pPr>
      <w:r>
        <w:t>General</w:t>
      </w:r>
    </w:p>
    <w:p w:rsidR="002F145B" w:rsidRDefault="002F145B" w:rsidP="002F145B">
      <w:r>
        <w:t xml:space="preserve">Copy the selection to the Clipboard = CTRL+C </w:t>
      </w:r>
    </w:p>
    <w:p w:rsidR="002F145B" w:rsidRDefault="002F145B" w:rsidP="002F145B">
      <w:r>
        <w:t xml:space="preserve">Cut the selection and copy it to the Clipboard = CTRL+X </w:t>
      </w:r>
    </w:p>
    <w:p w:rsidR="002F145B" w:rsidRDefault="002F145B" w:rsidP="002F145B">
      <w:r>
        <w:t xml:space="preserve">Paste the contents of the Clipboard at the insertion point = CTRL+V </w:t>
      </w:r>
    </w:p>
    <w:p w:rsidR="002F145B" w:rsidRDefault="002F145B" w:rsidP="002F145B">
      <w:r>
        <w:t xml:space="preserve">Delete the selection or the character to the left of the insertion point = BACKSPACE </w:t>
      </w:r>
    </w:p>
    <w:p w:rsidR="002F145B" w:rsidRDefault="002F145B" w:rsidP="002F145B">
      <w:r>
        <w:t xml:space="preserve">Delete the selection or the character to the right of the insertion point = DELETE </w:t>
      </w:r>
    </w:p>
    <w:p w:rsidR="003F5D23" w:rsidRDefault="002F145B" w:rsidP="002F145B">
      <w:r>
        <w:t>Delete all characters to the right of the insertion point = CTRL+DELETE</w:t>
      </w:r>
    </w:p>
    <w:p w:rsidR="002F145B" w:rsidRDefault="003F5D23" w:rsidP="003F5D23">
      <w:pPr>
        <w:pStyle w:val="Heading3"/>
      </w:pPr>
      <w:bookmarkStart w:id="38" w:name="_Toc324764930"/>
      <w:r>
        <w:t>Undoing Changes</w:t>
      </w:r>
      <w:bookmarkEnd w:id="38"/>
      <w:r w:rsidR="002F145B">
        <w:t xml:space="preserve"> </w:t>
      </w:r>
    </w:p>
    <w:p w:rsidR="00995F32" w:rsidRDefault="003F5D23" w:rsidP="003F5D23">
      <w:pPr>
        <w:pStyle w:val="Heading4"/>
      </w:pPr>
      <w:r>
        <w:t>General</w:t>
      </w:r>
    </w:p>
    <w:p w:rsidR="003F5D23" w:rsidRDefault="003F5D23" w:rsidP="003F5D23">
      <w:r>
        <w:t xml:space="preserve">Undo typing = CTRL+Z or ALT+BACKSPACE </w:t>
      </w:r>
    </w:p>
    <w:p w:rsidR="003F5D23" w:rsidRDefault="003F5D23" w:rsidP="003F5D23">
      <w:r>
        <w:t>Undo changes in the current field or current record; if both have been changed, press ESC twice to undo changes, first in the current field and then in the current record = ESC</w:t>
      </w:r>
    </w:p>
    <w:p w:rsidR="00A46376" w:rsidRDefault="00A46376" w:rsidP="00A46376">
      <w:pPr>
        <w:pStyle w:val="Heading3"/>
      </w:pPr>
      <w:bookmarkStart w:id="39" w:name="_Toc324764931"/>
      <w:r w:rsidRPr="00A46376">
        <w:t xml:space="preserve">Entering </w:t>
      </w:r>
      <w:r>
        <w:t>D</w:t>
      </w:r>
      <w:r w:rsidRPr="00A46376">
        <w:t xml:space="preserve">ata in Datasheet or Form </w:t>
      </w:r>
      <w:r>
        <w:t>V</w:t>
      </w:r>
      <w:r w:rsidRPr="00A46376">
        <w:t>iew</w:t>
      </w:r>
      <w:bookmarkEnd w:id="39"/>
    </w:p>
    <w:p w:rsidR="00A46376" w:rsidRDefault="00A46376" w:rsidP="00A46376">
      <w:pPr>
        <w:pStyle w:val="Heading4"/>
      </w:pPr>
      <w:r>
        <w:t>General</w:t>
      </w:r>
    </w:p>
    <w:p w:rsidR="00A46376" w:rsidRDefault="00A46376" w:rsidP="00A46376">
      <w:r>
        <w:t xml:space="preserve">Insert the current date = CTRL+SEMICOLON (;) </w:t>
      </w:r>
    </w:p>
    <w:p w:rsidR="00A46376" w:rsidRDefault="00A46376" w:rsidP="00A46376">
      <w:r>
        <w:t>Insert the current time = CTRL+SHIFT+</w:t>
      </w:r>
      <w:smartTag w:uri="urn:schemas-microsoft-com:office:smarttags" w:element="place">
        <w:smartTag w:uri="urn:schemas-microsoft-com:office:smarttags" w:element="City">
          <w:r>
            <w:t>COLON</w:t>
          </w:r>
        </w:smartTag>
      </w:smartTag>
      <w:r>
        <w:t xml:space="preserve"> (:) </w:t>
      </w:r>
    </w:p>
    <w:p w:rsidR="00A46376" w:rsidRDefault="00A46376" w:rsidP="00A46376">
      <w:r>
        <w:t xml:space="preserve">Insert the default value for a field = CTRL+ALT+SPACEBAR </w:t>
      </w:r>
    </w:p>
    <w:p w:rsidR="00A46376" w:rsidRDefault="00A46376" w:rsidP="00A46376">
      <w:r>
        <w:t xml:space="preserve">Insert the value from the same field in the previous record = CTRL+APOSTROPHE (') </w:t>
      </w:r>
    </w:p>
    <w:p w:rsidR="00A46376" w:rsidRDefault="00A46376" w:rsidP="00A46376">
      <w:r>
        <w:t xml:space="preserve">Add a new record = CTRL+PLUS SIGN (+) </w:t>
      </w:r>
    </w:p>
    <w:p w:rsidR="00A46376" w:rsidRDefault="00A46376" w:rsidP="00A46376">
      <w:r>
        <w:t xml:space="preserve">In a datasheet, delete the current record = CTRL+MINUS SIGN (-) </w:t>
      </w:r>
    </w:p>
    <w:p w:rsidR="00A46376" w:rsidRDefault="00A46376" w:rsidP="00A46376">
      <w:r>
        <w:t xml:space="preserve">Save changes to the current record = SHIFT+ENTER </w:t>
      </w:r>
    </w:p>
    <w:p w:rsidR="00A46376" w:rsidRDefault="00A46376" w:rsidP="00A46376">
      <w:r>
        <w:t xml:space="preserve">Switch between the values in a check box or option button = SPACEBAR </w:t>
      </w:r>
    </w:p>
    <w:p w:rsidR="00A46376" w:rsidRDefault="00A46376" w:rsidP="00A46376">
      <w:r>
        <w:t>Insert a new line = CTRL+ENTER</w:t>
      </w:r>
    </w:p>
    <w:p w:rsidR="00A46376" w:rsidRDefault="00E42D9B" w:rsidP="00A46376">
      <w:pPr>
        <w:pStyle w:val="Heading3"/>
      </w:pPr>
      <w:bookmarkStart w:id="40" w:name="_Toc324764932"/>
      <w:r>
        <w:t>Refreshing Fields with Current Data</w:t>
      </w:r>
      <w:bookmarkEnd w:id="40"/>
    </w:p>
    <w:p w:rsidR="00E42D9B" w:rsidRDefault="00E42D9B" w:rsidP="00E42D9B">
      <w:pPr>
        <w:pStyle w:val="Heading4"/>
      </w:pPr>
      <w:r>
        <w:t>General</w:t>
      </w:r>
    </w:p>
    <w:p w:rsidR="00E42D9B" w:rsidRDefault="00E42D9B" w:rsidP="00E42D9B">
      <w:r>
        <w:t xml:space="preserve">Recalculate the fields in the window = F9 </w:t>
      </w:r>
    </w:p>
    <w:p w:rsidR="00E42D9B" w:rsidRDefault="00E42D9B" w:rsidP="00E42D9B">
      <w:r>
        <w:t xml:space="preserve">Requery the underlying tables; in a subform, this requeries the underlying table for the subform only = SHIFT+F9 </w:t>
      </w:r>
    </w:p>
    <w:p w:rsidR="00E42D9B" w:rsidRDefault="00E42D9B" w:rsidP="00E42D9B">
      <w:r>
        <w:t>Refresh the contents of a Lookup field list box or combo box = F9</w:t>
      </w:r>
    </w:p>
    <w:p w:rsidR="00556CF0" w:rsidRDefault="00556CF0" w:rsidP="00556CF0">
      <w:pPr>
        <w:pStyle w:val="Heading1"/>
      </w:pPr>
      <w:bookmarkStart w:id="41" w:name="_Toc324764933"/>
      <w:r>
        <w:t>objective 3:</w:t>
      </w:r>
      <w:bookmarkEnd w:id="41"/>
    </w:p>
    <w:p w:rsidR="00C83589" w:rsidRPr="00C83589" w:rsidRDefault="00C83589" w:rsidP="00C11A20">
      <w:pPr>
        <w:pStyle w:val="Heading2"/>
      </w:pPr>
      <w:bookmarkStart w:id="42" w:name="_Toc324764934"/>
      <w:r w:rsidRPr="00C83589">
        <w:t>Keys</w:t>
      </w:r>
      <w:r w:rsidR="0097571B">
        <w:t>t</w:t>
      </w:r>
      <w:r w:rsidR="00AC4007">
        <w:t>r</w:t>
      </w:r>
      <w:r w:rsidR="0097571B">
        <w:t>okes</w:t>
      </w:r>
      <w:r w:rsidRPr="00C83589">
        <w:t xml:space="preserve"> for </w:t>
      </w:r>
      <w:r w:rsidR="00AC4007">
        <w:t>N</w:t>
      </w:r>
      <w:r w:rsidRPr="00C83589">
        <w:t xml:space="preserve">avigating </w:t>
      </w:r>
      <w:r w:rsidR="00AC4007">
        <w:t>R</w:t>
      </w:r>
      <w:r w:rsidRPr="00C83589">
        <w:t>ecords</w:t>
      </w:r>
      <w:bookmarkEnd w:id="42"/>
    </w:p>
    <w:p w:rsidR="00C83589" w:rsidRDefault="00B45495" w:rsidP="00C83589">
      <w:pPr>
        <w:pStyle w:val="Heading3"/>
      </w:pPr>
      <w:bookmarkStart w:id="43" w:name="_Toc324764935"/>
      <w:r>
        <w:t>Navigating</w:t>
      </w:r>
      <w:r w:rsidR="00C83589">
        <w:t xml:space="preserve"> in Design View</w:t>
      </w:r>
      <w:bookmarkEnd w:id="43"/>
    </w:p>
    <w:p w:rsidR="00C83589" w:rsidRDefault="00C83589" w:rsidP="00C83589">
      <w:pPr>
        <w:pStyle w:val="Heading4"/>
      </w:pPr>
      <w:r>
        <w:t>General</w:t>
      </w:r>
    </w:p>
    <w:p w:rsidR="00C83589" w:rsidRDefault="00C83589" w:rsidP="00C83589">
      <w:r>
        <w:t xml:space="preserve">Switch between Edit mode (with insertion point displayed) and Navigation mode = F2 </w:t>
      </w:r>
    </w:p>
    <w:p w:rsidR="00C83589" w:rsidRDefault="00C83589" w:rsidP="00C83589">
      <w:r>
        <w:t xml:space="preserve">Toggle the property sheet = F4 </w:t>
      </w:r>
    </w:p>
    <w:p w:rsidR="00C83589" w:rsidRDefault="00C83589" w:rsidP="00C83589">
      <w:r>
        <w:t xml:space="preserve">Switch to Form </w:t>
      </w:r>
      <w:r w:rsidR="006E046F">
        <w:t>View</w:t>
      </w:r>
      <w:r>
        <w:t xml:space="preserve"> from form Design </w:t>
      </w:r>
      <w:r w:rsidR="006E046F">
        <w:t>View</w:t>
      </w:r>
      <w:r>
        <w:t xml:space="preserve"> = F5 </w:t>
      </w:r>
    </w:p>
    <w:p w:rsidR="00C83589" w:rsidRDefault="00C83589" w:rsidP="00C83589">
      <w:r>
        <w:t xml:space="preserve">Switch between the upper and lower portions of a window (Design </w:t>
      </w:r>
      <w:r w:rsidR="006E046F">
        <w:t>View</w:t>
      </w:r>
      <w:r>
        <w:t xml:space="preserve"> of macros, queries, and the Advanced Filter/Sort window)</w:t>
      </w:r>
      <w:r w:rsidR="00E727EA">
        <w:t>.</w:t>
      </w:r>
      <w:r>
        <w:t xml:space="preserve"> Use F6 when the TAB key does not take you to the section of the screen you want = F6 </w:t>
      </w:r>
    </w:p>
    <w:p w:rsidR="00C83589" w:rsidRDefault="00C83589" w:rsidP="00C83589">
      <w:r>
        <w:t xml:space="preserve">Toggle forward between the </w:t>
      </w:r>
      <w:r w:rsidR="00AE2C09">
        <w:t>D</w:t>
      </w:r>
      <w:r>
        <w:t xml:space="preserve">esign </w:t>
      </w:r>
      <w:r w:rsidR="00AE2C09">
        <w:t>P</w:t>
      </w:r>
      <w:r>
        <w:t xml:space="preserve">ane, properties, Navigation Pane, </w:t>
      </w:r>
      <w:r w:rsidR="00AE2C09">
        <w:t>Access Keys</w:t>
      </w:r>
      <w:r>
        <w:t xml:space="preserve">, and Zoom controls (Design </w:t>
      </w:r>
      <w:r w:rsidR="006E046F">
        <w:t>View</w:t>
      </w:r>
      <w:r>
        <w:t xml:space="preserve"> of tables, forms, and reports) = F6 </w:t>
      </w:r>
    </w:p>
    <w:p w:rsidR="00C83589" w:rsidRDefault="00C83589" w:rsidP="00C83589">
      <w:r>
        <w:t xml:space="preserve">Open the Visual Basic Editor from a selected property in the property sheet for a form or report = F7 </w:t>
      </w:r>
    </w:p>
    <w:p w:rsidR="00AB490A" w:rsidRDefault="00AB490A" w:rsidP="00C83589">
      <w:r>
        <w:t>Invoke</w:t>
      </w:r>
      <w:r w:rsidR="00C83589">
        <w:t xml:space="preserve"> the Field List </w:t>
      </w:r>
      <w:r w:rsidR="00AE2C09">
        <w:t>Pane</w:t>
      </w:r>
      <w:r w:rsidR="00C83589">
        <w:t xml:space="preserve"> in a form, report, or data access page </w:t>
      </w:r>
      <w:r>
        <w:t>= ALT+F8</w:t>
      </w:r>
    </w:p>
    <w:p w:rsidR="00C83589" w:rsidRDefault="00C83589" w:rsidP="00C83589">
      <w:r>
        <w:t xml:space="preserve">If the Field List </w:t>
      </w:r>
      <w:r w:rsidR="00AE2C09">
        <w:t>Pane</w:t>
      </w:r>
      <w:r>
        <w:t xml:space="preserve"> is already open, </w:t>
      </w:r>
      <w:r w:rsidR="00AB490A">
        <w:t xml:space="preserve">move </w:t>
      </w:r>
      <w:r>
        <w:t xml:space="preserve">focus to the Field List </w:t>
      </w:r>
      <w:r w:rsidR="00AE2C09">
        <w:t>Pane</w:t>
      </w:r>
      <w:r>
        <w:t xml:space="preserve"> </w:t>
      </w:r>
      <w:r w:rsidR="00AB490A">
        <w:t>= ALT+F8</w:t>
      </w:r>
    </w:p>
    <w:p w:rsidR="00C83589" w:rsidRDefault="00C83589" w:rsidP="00C83589">
      <w:r>
        <w:t xml:space="preserve">When you have a code module open, switch from the Visual Basic Editor to form or report Design </w:t>
      </w:r>
      <w:r w:rsidR="006E046F">
        <w:t>View</w:t>
      </w:r>
      <w:r>
        <w:t xml:space="preserve"> = SHIFT+F7 </w:t>
      </w:r>
    </w:p>
    <w:p w:rsidR="00C83589" w:rsidRDefault="00C83589" w:rsidP="00C83589">
      <w:r>
        <w:t xml:space="preserve">Switch from a control's property sheet in form or report Design </w:t>
      </w:r>
      <w:r w:rsidR="006E046F">
        <w:t>View</w:t>
      </w:r>
      <w:r>
        <w:t xml:space="preserve"> to the design surface without changing the control focus = SHIFT+F7 </w:t>
      </w:r>
    </w:p>
    <w:p w:rsidR="00C83589" w:rsidRDefault="00C83589" w:rsidP="00C83589">
      <w:r>
        <w:t xml:space="preserve">Display a property sheet = ALT+ENTER </w:t>
      </w:r>
    </w:p>
    <w:p w:rsidR="00C83589" w:rsidRDefault="00C83589" w:rsidP="00C83589">
      <w:r>
        <w:t xml:space="preserve">Copy the selected control to the Clipboard = CTRL+C </w:t>
      </w:r>
    </w:p>
    <w:p w:rsidR="00C83589" w:rsidRDefault="00C83589" w:rsidP="00C83589">
      <w:r>
        <w:t xml:space="preserve">Cut the selected control and copy it to the Clipboard = CTRL+X </w:t>
      </w:r>
    </w:p>
    <w:p w:rsidR="00C83589" w:rsidRDefault="00C83589" w:rsidP="00C83589">
      <w:r>
        <w:t xml:space="preserve">Paste the contents of the Clipboard in the upper-left corner of the selected section = CTRL+V </w:t>
      </w:r>
    </w:p>
    <w:p w:rsidR="00C83589" w:rsidRDefault="00C83589" w:rsidP="00C83589">
      <w:r>
        <w:t xml:space="preserve">Move the selected control to the right by a pixel along the page's grid = RIGHT ARROW </w:t>
      </w:r>
    </w:p>
    <w:p w:rsidR="00C83589" w:rsidRDefault="00C83589" w:rsidP="00C83589">
      <w:r>
        <w:t xml:space="preserve">Move the selected control to the left by a pixel along the page's grid = LEFT ARROW </w:t>
      </w:r>
    </w:p>
    <w:p w:rsidR="00C83589" w:rsidRDefault="00C83589" w:rsidP="00C83589">
      <w:r>
        <w:t>Move the selected control up by a pixel along the page's grid</w:t>
      </w:r>
      <w:r w:rsidR="00730436">
        <w:t xml:space="preserve"> = UP ARROW</w:t>
      </w:r>
    </w:p>
    <w:p w:rsidR="00C83589" w:rsidRDefault="00C83589" w:rsidP="00C83589">
      <w:r w:rsidRPr="00730436">
        <w:rPr>
          <w:b/>
        </w:rPr>
        <w:t>Note</w:t>
      </w:r>
      <w:r w:rsidR="00730436">
        <w:t xml:space="preserve">:  </w:t>
      </w:r>
      <w:r>
        <w:t xml:space="preserve">For controls in a stacked layout, this switches the position of the selected control with the control directly above it, unless it is already the uppermost control in the layout. </w:t>
      </w:r>
    </w:p>
    <w:p w:rsidR="00C83589" w:rsidRDefault="00C83589" w:rsidP="00C83589">
      <w:r>
        <w:t>Move the selected control down by a pixel along the page's grid</w:t>
      </w:r>
      <w:r w:rsidR="00730436">
        <w:t xml:space="preserve"> =</w:t>
      </w:r>
      <w:r w:rsidR="00730436" w:rsidRPr="00730436">
        <w:t xml:space="preserve"> </w:t>
      </w:r>
      <w:r w:rsidR="00730436">
        <w:t>DOWN ARROW</w:t>
      </w:r>
    </w:p>
    <w:p w:rsidR="00C83589" w:rsidRDefault="00C83589" w:rsidP="00C83589">
      <w:r w:rsidRPr="00730436">
        <w:rPr>
          <w:b/>
        </w:rPr>
        <w:t>Note</w:t>
      </w:r>
      <w:r w:rsidR="00730436">
        <w:t xml:space="preserve">:  </w:t>
      </w:r>
      <w:r>
        <w:t>For controls in a stacked layout, this switches the position of the selected control with the control directly below it, unless it is already the lowermost control in the layout.</w:t>
      </w:r>
    </w:p>
    <w:p w:rsidR="00C83589" w:rsidRDefault="00C83589" w:rsidP="00C83589">
      <w:r>
        <w:t>Move the selected control to the right by a pixel (irrespective of the page's grid)</w:t>
      </w:r>
      <w:r w:rsidR="00730436">
        <w:t xml:space="preserve"> = </w:t>
      </w:r>
      <w:r>
        <w:t xml:space="preserve">CTRL+RIGHT ARROW </w:t>
      </w:r>
    </w:p>
    <w:p w:rsidR="00C83589" w:rsidRDefault="00C83589" w:rsidP="00C83589">
      <w:r>
        <w:t>Move the selected control to the left by a pixel (irrespective of the page's grid)</w:t>
      </w:r>
      <w:r w:rsidR="00730436">
        <w:t xml:space="preserve"> = </w:t>
      </w:r>
      <w:r>
        <w:t xml:space="preserve">CTRL+LEFT ARROW </w:t>
      </w:r>
    </w:p>
    <w:p w:rsidR="00C83589" w:rsidRDefault="00C83589" w:rsidP="00C83589">
      <w:r>
        <w:t>Move the selected control up by a pixel (irrespective of the page's grid)</w:t>
      </w:r>
      <w:r w:rsidR="00730436">
        <w:t xml:space="preserve"> = CTRL+UP ARROW</w:t>
      </w:r>
    </w:p>
    <w:p w:rsidR="00C83589" w:rsidRDefault="00C83589" w:rsidP="00C83589">
      <w:r w:rsidRPr="00730436">
        <w:rPr>
          <w:b/>
        </w:rPr>
        <w:t>Note</w:t>
      </w:r>
      <w:r w:rsidR="00730436">
        <w:t xml:space="preserve">:  </w:t>
      </w:r>
      <w:r>
        <w:t>For controls in a stacked layout, this switches the position of the selected control with the control directly above it, unless it is already the uppermost control in the layout.</w:t>
      </w:r>
    </w:p>
    <w:p w:rsidR="00730436" w:rsidRDefault="00C83589" w:rsidP="00C83589">
      <w:r>
        <w:t>Move the selected control down by a pixel (irrespective of the page's grid)</w:t>
      </w:r>
      <w:r w:rsidR="00730436">
        <w:t xml:space="preserve"> = CTRL+DOWN ARROW</w:t>
      </w:r>
    </w:p>
    <w:p w:rsidR="00C83589" w:rsidRDefault="00C83589" w:rsidP="00C83589">
      <w:r w:rsidRPr="00730436">
        <w:rPr>
          <w:b/>
        </w:rPr>
        <w:t>Note</w:t>
      </w:r>
      <w:r w:rsidR="00730436">
        <w:t xml:space="preserve">:  </w:t>
      </w:r>
      <w:r>
        <w:t>For controls in a stacked layout, this switches the position of the selected control with the control directly below it, unless it is already the lowermost control in the layout.</w:t>
      </w:r>
    </w:p>
    <w:p w:rsidR="00730436" w:rsidRDefault="00C83589" w:rsidP="00C83589">
      <w:r>
        <w:t>Increase the width of the selected control (to the right) by a pixel</w:t>
      </w:r>
      <w:r w:rsidR="00730436">
        <w:t xml:space="preserve"> = SHIFT+RIGHT ARROW</w:t>
      </w:r>
    </w:p>
    <w:p w:rsidR="00C83589" w:rsidRDefault="00C83589" w:rsidP="00C83589">
      <w:r w:rsidRPr="00730436">
        <w:rPr>
          <w:b/>
        </w:rPr>
        <w:t>Note</w:t>
      </w:r>
      <w:r w:rsidR="00730436">
        <w:t xml:space="preserve">:  </w:t>
      </w:r>
      <w:r>
        <w:t xml:space="preserve">For controls in a stacked layout, this increases the width of the whole layout. </w:t>
      </w:r>
    </w:p>
    <w:p w:rsidR="00C83589" w:rsidRDefault="00C83589" w:rsidP="00C83589">
      <w:r>
        <w:t>Decrease the width of the selected control (to the left) by a pixel</w:t>
      </w:r>
      <w:r w:rsidR="00730436">
        <w:t xml:space="preserve"> = SHIFT+LEFT ARROW</w:t>
      </w:r>
    </w:p>
    <w:p w:rsidR="00C83589" w:rsidRDefault="00C83589" w:rsidP="00C83589">
      <w:r w:rsidRPr="00730436">
        <w:rPr>
          <w:b/>
        </w:rPr>
        <w:t>Note</w:t>
      </w:r>
      <w:r w:rsidR="00730436">
        <w:t xml:space="preserve">:  </w:t>
      </w:r>
      <w:r>
        <w:t>For controls in a stacked layout, this decreases the width of the whole layout.</w:t>
      </w:r>
    </w:p>
    <w:p w:rsidR="00C83589" w:rsidRDefault="00C83589" w:rsidP="00C83589">
      <w:r>
        <w:t xml:space="preserve"> Decrease the height of the selected control (from the bottom) by a pixel</w:t>
      </w:r>
      <w:r w:rsidR="00730436">
        <w:t xml:space="preserve"> = </w:t>
      </w:r>
      <w:r>
        <w:t xml:space="preserve">SHIFT+UP ARROW </w:t>
      </w:r>
    </w:p>
    <w:p w:rsidR="00C83589" w:rsidRDefault="00C83589" w:rsidP="00C83589">
      <w:r>
        <w:t>Increase the height of the selected control (from the bottom) by a pixel</w:t>
      </w:r>
      <w:r w:rsidR="00730436">
        <w:t xml:space="preserve"> = </w:t>
      </w:r>
      <w:r>
        <w:t>SHIFT+DOWN ARROW</w:t>
      </w:r>
    </w:p>
    <w:p w:rsidR="009C73E6" w:rsidRDefault="00590108" w:rsidP="009C73E6">
      <w:pPr>
        <w:pStyle w:val="Heading3"/>
      </w:pPr>
      <w:bookmarkStart w:id="44" w:name="_Toc324764936"/>
      <w:r>
        <w:t>Navigating</w:t>
      </w:r>
      <w:r w:rsidR="009C73E6">
        <w:t xml:space="preserve"> in Data Sheet View</w:t>
      </w:r>
      <w:bookmarkEnd w:id="44"/>
    </w:p>
    <w:p w:rsidR="009C73E6" w:rsidRDefault="009C73E6" w:rsidP="009C73E6">
      <w:pPr>
        <w:pStyle w:val="Heading4"/>
      </w:pPr>
      <w:r>
        <w:t>Go to a Specific Record</w:t>
      </w:r>
    </w:p>
    <w:p w:rsidR="009C73E6" w:rsidRDefault="009C73E6" w:rsidP="009C73E6">
      <w:r w:rsidRPr="009C73E6">
        <w:t>Move to the record number box; then type the record number and press</w:t>
      </w:r>
      <w:r>
        <w:t xml:space="preserve"> = </w:t>
      </w:r>
      <w:r w:rsidRPr="009C73E6">
        <w:t>ENTER</w:t>
      </w:r>
      <w:r w:rsidR="00E22AB1">
        <w:t>+</w:t>
      </w:r>
      <w:r w:rsidRPr="009C73E6">
        <w:t xml:space="preserve">F5 </w:t>
      </w:r>
    </w:p>
    <w:p w:rsidR="000D6644" w:rsidRDefault="00590108" w:rsidP="000D6644">
      <w:pPr>
        <w:pStyle w:val="Heading3"/>
      </w:pPr>
      <w:bookmarkStart w:id="45" w:name="_Toc324764937"/>
      <w:r>
        <w:t>Navigating</w:t>
      </w:r>
      <w:r w:rsidR="000D6644">
        <w:t xml:space="preserve"> between Fields and Records</w:t>
      </w:r>
      <w:bookmarkEnd w:id="45"/>
    </w:p>
    <w:p w:rsidR="000D6644" w:rsidRDefault="000D6644" w:rsidP="000D6644">
      <w:pPr>
        <w:pStyle w:val="Heading4"/>
      </w:pPr>
      <w:r>
        <w:t>General</w:t>
      </w:r>
    </w:p>
    <w:p w:rsidR="000D6644" w:rsidRDefault="000D6644" w:rsidP="000D6644">
      <w:r>
        <w:t>Move to the next field = TAB or RIGHT ARROW</w:t>
      </w:r>
    </w:p>
    <w:p w:rsidR="000D6644" w:rsidRDefault="000D6644" w:rsidP="000D6644">
      <w:r>
        <w:t xml:space="preserve">Move to the last field in the current record, in Navigation mode = END </w:t>
      </w:r>
    </w:p>
    <w:p w:rsidR="000D6644" w:rsidRDefault="000D6644" w:rsidP="000D6644">
      <w:r>
        <w:t xml:space="preserve">Move to the previous field = SHIFT+TAB, or LEFT ARROW </w:t>
      </w:r>
    </w:p>
    <w:p w:rsidR="000D6644" w:rsidRDefault="000D6644" w:rsidP="000D6644">
      <w:r>
        <w:t xml:space="preserve">Move to the first field in the current record, in Navigation mode = HOME </w:t>
      </w:r>
    </w:p>
    <w:p w:rsidR="000D6644" w:rsidRDefault="000D6644" w:rsidP="000D6644">
      <w:r>
        <w:t>Move to the current field in the next record = DOWN ARROW</w:t>
      </w:r>
    </w:p>
    <w:p w:rsidR="000D6644" w:rsidRDefault="000D6644" w:rsidP="000D6644">
      <w:r>
        <w:t xml:space="preserve">Move to the current field in the last record, in Navigation mode = CTRL+DOWN ARROW </w:t>
      </w:r>
    </w:p>
    <w:p w:rsidR="000D6644" w:rsidRDefault="000D6644" w:rsidP="000D6644">
      <w:r>
        <w:t xml:space="preserve">Move to the last field in the last record, in Navigation mode = CTRL+END </w:t>
      </w:r>
    </w:p>
    <w:p w:rsidR="000D6644" w:rsidRDefault="000D6644" w:rsidP="000D6644">
      <w:r>
        <w:t xml:space="preserve">Move to the current field in the previous record = UP ARROW </w:t>
      </w:r>
    </w:p>
    <w:p w:rsidR="000D6644" w:rsidRDefault="000D6644" w:rsidP="000D6644">
      <w:r>
        <w:t xml:space="preserve">Move to the current field in the first record, in Navigation mode = CTRL+UP ARROW </w:t>
      </w:r>
    </w:p>
    <w:p w:rsidR="000D6644" w:rsidRDefault="000D6644" w:rsidP="000D6644">
      <w:r>
        <w:t>Move to the first field in the first record, in Navigation mode = CTRL+HOME</w:t>
      </w:r>
    </w:p>
    <w:p w:rsidR="005A0461" w:rsidRDefault="005A0461" w:rsidP="005A0461">
      <w:pPr>
        <w:pStyle w:val="Heading3"/>
      </w:pPr>
      <w:bookmarkStart w:id="46" w:name="_Toc324764938"/>
      <w:r>
        <w:t>Navigating to another Screen of Data</w:t>
      </w:r>
      <w:bookmarkEnd w:id="46"/>
    </w:p>
    <w:p w:rsidR="00F55485" w:rsidRPr="00F55485" w:rsidRDefault="00F55485" w:rsidP="00F55485">
      <w:pPr>
        <w:pStyle w:val="Heading4"/>
      </w:pPr>
      <w:r>
        <w:t>General</w:t>
      </w:r>
    </w:p>
    <w:p w:rsidR="00F55485" w:rsidRDefault="00F55485" w:rsidP="00F55485">
      <w:r>
        <w:t xml:space="preserve">Move down one screen = PAGE DOWN </w:t>
      </w:r>
    </w:p>
    <w:p w:rsidR="00F55485" w:rsidRDefault="00F55485" w:rsidP="00F55485">
      <w:r>
        <w:t xml:space="preserve">Move up one screen = PAGE UP </w:t>
      </w:r>
    </w:p>
    <w:p w:rsidR="00F55485" w:rsidRDefault="00F55485" w:rsidP="00F55485">
      <w:r>
        <w:t xml:space="preserve">Move right one screen = CTRL+PAGE DOWN </w:t>
      </w:r>
    </w:p>
    <w:p w:rsidR="005A0461" w:rsidRPr="005A0461" w:rsidRDefault="00F55485" w:rsidP="00F55485">
      <w:r>
        <w:t>Move left one screen = CTRL+PAGE UP</w:t>
      </w:r>
    </w:p>
    <w:p w:rsidR="009C73E6" w:rsidRDefault="00590108" w:rsidP="00590108">
      <w:pPr>
        <w:pStyle w:val="Heading3"/>
      </w:pPr>
      <w:bookmarkStart w:id="47" w:name="_Toc324764939"/>
      <w:r>
        <w:t>Navigating in Sub</w:t>
      </w:r>
      <w:r w:rsidR="003E4E6A">
        <w:t>d</w:t>
      </w:r>
      <w:r>
        <w:t>atasheets</w:t>
      </w:r>
      <w:bookmarkEnd w:id="47"/>
    </w:p>
    <w:p w:rsidR="00590108" w:rsidRDefault="00590108" w:rsidP="00590108">
      <w:pPr>
        <w:pStyle w:val="Heading4"/>
      </w:pPr>
      <w:r>
        <w:t>Going to a Specific Record</w:t>
      </w:r>
    </w:p>
    <w:p w:rsidR="009C73E6" w:rsidRDefault="00590108" w:rsidP="00590108">
      <w:r w:rsidRPr="00590108">
        <w:t>Move from the subdatasheet to move to the record number box; then type the record number and press ENTER</w:t>
      </w:r>
      <w:r>
        <w:t xml:space="preserve"> = </w:t>
      </w:r>
      <w:r w:rsidRPr="00590108">
        <w:t>ALT+F5</w:t>
      </w:r>
    </w:p>
    <w:p w:rsidR="00590108" w:rsidRDefault="00590108" w:rsidP="00590108">
      <w:pPr>
        <w:pStyle w:val="Heading3"/>
      </w:pPr>
      <w:bookmarkStart w:id="48" w:name="_Toc324764940"/>
      <w:r>
        <w:t>Expanding and Collapsing Sub</w:t>
      </w:r>
      <w:r w:rsidR="00EB1F35">
        <w:t>d</w:t>
      </w:r>
      <w:r>
        <w:t>atasheets</w:t>
      </w:r>
      <w:bookmarkEnd w:id="48"/>
    </w:p>
    <w:p w:rsidR="00590108" w:rsidRDefault="00590108" w:rsidP="00590108">
      <w:pPr>
        <w:pStyle w:val="Heading4"/>
      </w:pPr>
      <w:r>
        <w:t>General</w:t>
      </w:r>
    </w:p>
    <w:p w:rsidR="00590108" w:rsidRDefault="00590108" w:rsidP="00590108">
      <w:r>
        <w:t xml:space="preserve">Move from the datasheet to expand the record's subdatasheet = CTRL+SHIFT+DOWN ARROW </w:t>
      </w:r>
    </w:p>
    <w:p w:rsidR="00590108" w:rsidRDefault="00590108" w:rsidP="00590108">
      <w:r>
        <w:t>Collapse the subdatasheet = CTRL+SHIFT+UP ARROW</w:t>
      </w:r>
    </w:p>
    <w:p w:rsidR="00232FC5" w:rsidRDefault="00232FC5" w:rsidP="00232FC5">
      <w:pPr>
        <w:pStyle w:val="Heading3"/>
      </w:pPr>
      <w:bookmarkStart w:id="49" w:name="_Toc324764941"/>
      <w:r>
        <w:t xml:space="preserve">Navigating between </w:t>
      </w:r>
      <w:r w:rsidR="00EB1F35">
        <w:t xml:space="preserve">the </w:t>
      </w:r>
      <w:r>
        <w:t>Datasheet and Subdatasheet</w:t>
      </w:r>
      <w:bookmarkEnd w:id="49"/>
    </w:p>
    <w:p w:rsidR="00232FC5" w:rsidRDefault="00232FC5" w:rsidP="00232FC5">
      <w:pPr>
        <w:pStyle w:val="Heading4"/>
      </w:pPr>
      <w:r>
        <w:t>General</w:t>
      </w:r>
    </w:p>
    <w:p w:rsidR="00232FC5" w:rsidRDefault="00232FC5" w:rsidP="00232FC5">
      <w:r>
        <w:t xml:space="preserve">Enter the </w:t>
      </w:r>
      <w:r w:rsidR="00B45495">
        <w:t>subdatasheet</w:t>
      </w:r>
      <w:r>
        <w:t xml:space="preserve"> from the last field of the previous record in the datasheet = TAB </w:t>
      </w:r>
    </w:p>
    <w:p w:rsidR="00232FC5" w:rsidRDefault="00232FC5" w:rsidP="00232FC5">
      <w:r>
        <w:t xml:space="preserve">Enter the </w:t>
      </w:r>
      <w:r w:rsidR="00B45495">
        <w:t>subdatasheet</w:t>
      </w:r>
      <w:r>
        <w:t xml:space="preserve"> from the first field of the following record in the datasheet = SHIFT+TAB </w:t>
      </w:r>
    </w:p>
    <w:p w:rsidR="00232FC5" w:rsidRDefault="00232FC5" w:rsidP="00232FC5">
      <w:r>
        <w:t xml:space="preserve">Exit the </w:t>
      </w:r>
      <w:r w:rsidR="00B45495">
        <w:t>subdatasheet</w:t>
      </w:r>
      <w:r>
        <w:t xml:space="preserve"> and move to the first field of the next record in the datasheet = CTRL+TAB </w:t>
      </w:r>
    </w:p>
    <w:p w:rsidR="00232FC5" w:rsidRDefault="00232FC5" w:rsidP="00232FC5">
      <w:r>
        <w:t xml:space="preserve">Exit the </w:t>
      </w:r>
      <w:r w:rsidR="00B45495">
        <w:t>subdatasheet</w:t>
      </w:r>
      <w:r>
        <w:t xml:space="preserve"> and move to the last field of the previous record in the datasheet = CTRL+SHIFT+TAB </w:t>
      </w:r>
    </w:p>
    <w:p w:rsidR="00232FC5" w:rsidRDefault="00232FC5" w:rsidP="00232FC5">
      <w:r>
        <w:t xml:space="preserve">From the last field in the </w:t>
      </w:r>
      <w:r w:rsidR="00B45495">
        <w:t>subdatasheet</w:t>
      </w:r>
      <w:r>
        <w:t xml:space="preserve"> to enter the next field in the datasheet = TAB </w:t>
      </w:r>
    </w:p>
    <w:p w:rsidR="00232FC5" w:rsidRDefault="00232FC5" w:rsidP="00232FC5">
      <w:r>
        <w:t xml:space="preserve">From the datasheet to bypass the </w:t>
      </w:r>
      <w:r w:rsidR="00B45495">
        <w:t>subdatasheet</w:t>
      </w:r>
      <w:r>
        <w:t xml:space="preserve"> and move to the next record in the datasheet = DOWN ARROW </w:t>
      </w:r>
    </w:p>
    <w:p w:rsidR="00232FC5" w:rsidRDefault="00232FC5" w:rsidP="00232FC5">
      <w:r>
        <w:t xml:space="preserve">From the datasheet to bypass the </w:t>
      </w:r>
      <w:r w:rsidR="00B45495">
        <w:t>subdatasheet</w:t>
      </w:r>
      <w:r>
        <w:t xml:space="preserve"> and move to the previous record in the datasheet = UP ARROW </w:t>
      </w:r>
    </w:p>
    <w:p w:rsidR="00232FC5" w:rsidRDefault="00232FC5" w:rsidP="00232FC5">
      <w:r w:rsidRPr="00413BE0">
        <w:rPr>
          <w:b/>
        </w:rPr>
        <w:t>Note</w:t>
      </w:r>
      <w:r w:rsidR="00413BE0">
        <w:t>:</w:t>
      </w:r>
      <w:r>
        <w:t xml:space="preserve">  You can navigate between fields and records in a </w:t>
      </w:r>
      <w:r w:rsidR="00B45495">
        <w:t>subdatasheet</w:t>
      </w:r>
      <w:r>
        <w:t xml:space="preserve"> with the same shortcut keys used in Datasheet </w:t>
      </w:r>
      <w:r w:rsidR="006E046F">
        <w:t>View</w:t>
      </w:r>
      <w:r>
        <w:t>.</w:t>
      </w:r>
    </w:p>
    <w:p w:rsidR="00D659F4" w:rsidRDefault="00D659F4" w:rsidP="00D659F4">
      <w:pPr>
        <w:pStyle w:val="Heading3"/>
      </w:pPr>
      <w:bookmarkStart w:id="50" w:name="_Toc324764942"/>
      <w:r>
        <w:t>Navigating in Form View</w:t>
      </w:r>
      <w:bookmarkEnd w:id="50"/>
    </w:p>
    <w:p w:rsidR="00D659F4" w:rsidRDefault="00D659F4" w:rsidP="00D659F4">
      <w:pPr>
        <w:pStyle w:val="Heading4"/>
      </w:pPr>
      <w:r>
        <w:t>Going to a Specific Record</w:t>
      </w:r>
    </w:p>
    <w:p w:rsidR="00D659F4" w:rsidRDefault="00D659F4" w:rsidP="00D659F4">
      <w:r w:rsidRPr="00D659F4">
        <w:t>Move to the record number box; then type the record number and press</w:t>
      </w:r>
      <w:r>
        <w:t xml:space="preserve"> = </w:t>
      </w:r>
      <w:r w:rsidRPr="00D659F4">
        <w:t>ENTER</w:t>
      </w:r>
      <w:r w:rsidR="00AC70DD">
        <w:t>+</w:t>
      </w:r>
      <w:r w:rsidRPr="00D659F4">
        <w:t>F5</w:t>
      </w:r>
    </w:p>
    <w:p w:rsidR="00D659F4" w:rsidRDefault="00D659F4" w:rsidP="00D659F4">
      <w:pPr>
        <w:pStyle w:val="Heading3"/>
      </w:pPr>
      <w:bookmarkStart w:id="51" w:name="_Toc324764943"/>
      <w:r>
        <w:t>Navigating between Fields and Record</w:t>
      </w:r>
      <w:bookmarkEnd w:id="51"/>
    </w:p>
    <w:p w:rsidR="00D659F4" w:rsidRDefault="00D659F4" w:rsidP="00D659F4">
      <w:pPr>
        <w:pStyle w:val="Heading4"/>
      </w:pPr>
      <w:r>
        <w:t>General</w:t>
      </w:r>
    </w:p>
    <w:p w:rsidR="00D659F4" w:rsidRDefault="00D659F4" w:rsidP="00D659F4">
      <w:r>
        <w:t xml:space="preserve">Move to the next field = TAB </w:t>
      </w:r>
    </w:p>
    <w:p w:rsidR="00D659F4" w:rsidRDefault="00D659F4" w:rsidP="00D659F4">
      <w:r>
        <w:t xml:space="preserve">Move to the previous field = SHIFT+TAB </w:t>
      </w:r>
    </w:p>
    <w:p w:rsidR="00D659F4" w:rsidRDefault="00D659F4" w:rsidP="00D659F4">
      <w:r>
        <w:t xml:space="preserve">Move to the last control on the form and remain in the current record, in Navigation mode = END </w:t>
      </w:r>
    </w:p>
    <w:p w:rsidR="00D659F4" w:rsidRDefault="00D659F4" w:rsidP="00D659F4">
      <w:r>
        <w:t xml:space="preserve">Move to the last control on the form and set focus in the last record, in Navigation mode = CTRL+END </w:t>
      </w:r>
    </w:p>
    <w:p w:rsidR="00D659F4" w:rsidRDefault="00D659F4" w:rsidP="00D659F4">
      <w:r>
        <w:t xml:space="preserve">Move to the first control on the form and remain in the current record, in Navigation mode = HOME </w:t>
      </w:r>
    </w:p>
    <w:p w:rsidR="00D659F4" w:rsidRDefault="00D659F4" w:rsidP="00D659F4">
      <w:r>
        <w:t xml:space="preserve">Move to the first control on the form and set focus in the first record, in Navigation mode = CTRL+HOME </w:t>
      </w:r>
    </w:p>
    <w:p w:rsidR="00D659F4" w:rsidRDefault="00D659F4" w:rsidP="00D659F4">
      <w:r>
        <w:t xml:space="preserve">Move to the current field in the next record = CTRL+PAGE DOWN </w:t>
      </w:r>
    </w:p>
    <w:p w:rsidR="00D659F4" w:rsidRDefault="00D659F4" w:rsidP="00D659F4">
      <w:r>
        <w:t>Move to the current field in the previous record = CTRL+PAGE UP</w:t>
      </w:r>
    </w:p>
    <w:p w:rsidR="00493C89" w:rsidRDefault="00493C89" w:rsidP="00493C89">
      <w:pPr>
        <w:pStyle w:val="Heading3"/>
      </w:pPr>
      <w:bookmarkStart w:id="52" w:name="_Toc324764944"/>
      <w:r>
        <w:t>Navigating in Forms with more than one Page</w:t>
      </w:r>
      <w:bookmarkEnd w:id="52"/>
    </w:p>
    <w:p w:rsidR="00493C89" w:rsidRDefault="00493C89" w:rsidP="00493C89">
      <w:pPr>
        <w:pStyle w:val="Heading4"/>
      </w:pPr>
      <w:r>
        <w:t>General</w:t>
      </w:r>
    </w:p>
    <w:p w:rsidR="00493C89" w:rsidRDefault="00493C89" w:rsidP="00493C89">
      <w:r>
        <w:t xml:space="preserve">Move down one page; at the end of the record, moves to the equivalent page on the next record = PAGE DOWN </w:t>
      </w:r>
    </w:p>
    <w:p w:rsidR="00493C89" w:rsidRDefault="00493C89" w:rsidP="00493C89">
      <w:r>
        <w:t>Move up one page; at the end of the record, moves to the equivalent page on the previous record = PAGE UP</w:t>
      </w:r>
    </w:p>
    <w:p w:rsidR="00AB13E4" w:rsidRDefault="00AB13E4" w:rsidP="00AB13E4">
      <w:pPr>
        <w:pStyle w:val="Heading3"/>
      </w:pPr>
      <w:bookmarkStart w:id="53" w:name="_Toc324764945"/>
      <w:r>
        <w:t>Navigating between the Main Form and Subform</w:t>
      </w:r>
      <w:bookmarkEnd w:id="53"/>
    </w:p>
    <w:p w:rsidR="00AB13E4" w:rsidRDefault="00AB13E4" w:rsidP="00AB13E4">
      <w:pPr>
        <w:pStyle w:val="Heading4"/>
      </w:pPr>
      <w:r>
        <w:t>General</w:t>
      </w:r>
    </w:p>
    <w:p w:rsidR="00AB13E4" w:rsidRDefault="00AB13E4" w:rsidP="00AB13E4">
      <w:r>
        <w:t xml:space="preserve">Enter the subform from the preceding field in the main form = TAB </w:t>
      </w:r>
    </w:p>
    <w:p w:rsidR="00AB13E4" w:rsidRDefault="00AB13E4" w:rsidP="00AB13E4">
      <w:r>
        <w:t xml:space="preserve">Enter the subform from the following field in the main form = SHIFT+TAB </w:t>
      </w:r>
    </w:p>
    <w:p w:rsidR="00AB13E4" w:rsidRDefault="00AB13E4" w:rsidP="00AB13E4">
      <w:r>
        <w:t xml:space="preserve">Exit the subform and move to the next field in the master form or next record = CTRL+TAB </w:t>
      </w:r>
    </w:p>
    <w:p w:rsidR="00AB13E4" w:rsidRDefault="00AB13E4" w:rsidP="00AB13E4">
      <w:r>
        <w:t xml:space="preserve">Exit the subform and move to the previous field in the main form or previous record = CTRL+SHIFT+TAB </w:t>
      </w:r>
    </w:p>
    <w:p w:rsidR="00426F18" w:rsidRDefault="00426F18" w:rsidP="00426F18">
      <w:pPr>
        <w:pStyle w:val="Heading3"/>
      </w:pPr>
      <w:bookmarkStart w:id="54" w:name="_Toc324764946"/>
      <w:r w:rsidRPr="00426F18">
        <w:t>Navigat</w:t>
      </w:r>
      <w:r>
        <w:t>ing</w:t>
      </w:r>
      <w:r w:rsidRPr="00426F18">
        <w:t xml:space="preserve"> in Print Preview and Layout Preview</w:t>
      </w:r>
      <w:bookmarkEnd w:id="54"/>
    </w:p>
    <w:p w:rsidR="00426F18" w:rsidRDefault="00426F18" w:rsidP="00426F18">
      <w:pPr>
        <w:pStyle w:val="Heading4"/>
      </w:pPr>
      <w:r>
        <w:t>Dialog Box and Window Operations</w:t>
      </w:r>
    </w:p>
    <w:p w:rsidR="00426F18" w:rsidRDefault="00426F18" w:rsidP="00426F18">
      <w:r>
        <w:t xml:space="preserve">Open the Print dialog box </w:t>
      </w:r>
      <w:r w:rsidR="00C11EC8">
        <w:t xml:space="preserve">from print </w:t>
      </w:r>
      <w:r>
        <w:t xml:space="preserve">= CTRL+P (for datasheets, forms, and reports) </w:t>
      </w:r>
    </w:p>
    <w:p w:rsidR="00426F18" w:rsidRDefault="00426F18" w:rsidP="00426F18">
      <w:r>
        <w:t xml:space="preserve">Open the Page Setup dialog box (forms and reports only) = S </w:t>
      </w:r>
    </w:p>
    <w:p w:rsidR="00426F18" w:rsidRDefault="00426F18" w:rsidP="00426F18">
      <w:r>
        <w:t xml:space="preserve">Zoom in or out on a part of the page = Z </w:t>
      </w:r>
    </w:p>
    <w:p w:rsidR="00426F18" w:rsidRDefault="00426F18" w:rsidP="00426F18">
      <w:r>
        <w:t>Cancel Print Preview or Layout Preview = C or ESC</w:t>
      </w:r>
    </w:p>
    <w:p w:rsidR="00535B16" w:rsidRDefault="00535B16" w:rsidP="00535B16">
      <w:pPr>
        <w:pStyle w:val="Heading3"/>
      </w:pPr>
      <w:bookmarkStart w:id="55" w:name="_Toc324764947"/>
      <w:r>
        <w:t>Viewing Different Pages</w:t>
      </w:r>
      <w:bookmarkEnd w:id="55"/>
    </w:p>
    <w:p w:rsidR="00535B16" w:rsidRDefault="00535B16" w:rsidP="00535B16">
      <w:pPr>
        <w:pStyle w:val="Heading4"/>
      </w:pPr>
      <w:r>
        <w:t>General</w:t>
      </w:r>
    </w:p>
    <w:p w:rsidR="00535B16" w:rsidRDefault="00535B16" w:rsidP="00535B16">
      <w:r>
        <w:t>Move to the page number box; then type the page number and press = ENTER</w:t>
      </w:r>
      <w:r w:rsidR="0054442B">
        <w:t>+</w:t>
      </w:r>
      <w:r>
        <w:t xml:space="preserve">ALT+F5 </w:t>
      </w:r>
    </w:p>
    <w:p w:rsidR="00535B16" w:rsidRDefault="00535B16" w:rsidP="00535B16">
      <w:r>
        <w:t xml:space="preserve">View the next page (when Fit To Window is selected) = PAGE DOWN or DOWN ARROW </w:t>
      </w:r>
    </w:p>
    <w:p w:rsidR="00535B16" w:rsidRDefault="00535B16" w:rsidP="00535B16">
      <w:r>
        <w:t>View the previous page (when Fit To Window is selected) = PAGE UP or UP ARROW</w:t>
      </w:r>
    </w:p>
    <w:p w:rsidR="004569B3" w:rsidRDefault="004569B3" w:rsidP="004569B3">
      <w:pPr>
        <w:pStyle w:val="Heading3"/>
      </w:pPr>
      <w:bookmarkStart w:id="56" w:name="_Toc324764948"/>
      <w:r>
        <w:t>Navigating in Print</w:t>
      </w:r>
      <w:r w:rsidR="00303B23">
        <w:t xml:space="preserve"> Preview</w:t>
      </w:r>
      <w:r>
        <w:t xml:space="preserve"> and Layout </w:t>
      </w:r>
      <w:r w:rsidR="00D170BA">
        <w:t>Preview</w:t>
      </w:r>
      <w:bookmarkEnd w:id="56"/>
    </w:p>
    <w:p w:rsidR="004569B3" w:rsidRPr="004569B3" w:rsidRDefault="004569B3" w:rsidP="004569B3">
      <w:pPr>
        <w:pStyle w:val="Heading4"/>
      </w:pPr>
      <w:r>
        <w:t>General</w:t>
      </w:r>
    </w:p>
    <w:p w:rsidR="004569B3" w:rsidRDefault="004569B3" w:rsidP="004569B3">
      <w:r>
        <w:t xml:space="preserve">Scroll down in small increments = DOWN ARROW </w:t>
      </w:r>
    </w:p>
    <w:p w:rsidR="004569B3" w:rsidRDefault="004569B3" w:rsidP="004569B3">
      <w:r>
        <w:t xml:space="preserve">Scroll down one full screen = PAGE DOWN </w:t>
      </w:r>
    </w:p>
    <w:p w:rsidR="004569B3" w:rsidRDefault="004569B3" w:rsidP="004569B3">
      <w:r>
        <w:t xml:space="preserve">Move to the bottom of the page = CTRL+DOWN ARROW </w:t>
      </w:r>
    </w:p>
    <w:p w:rsidR="004569B3" w:rsidRDefault="004569B3" w:rsidP="004569B3">
      <w:r>
        <w:t xml:space="preserve">Scroll up in small increments = UP ARROW </w:t>
      </w:r>
    </w:p>
    <w:p w:rsidR="004569B3" w:rsidRDefault="004569B3" w:rsidP="004569B3">
      <w:r>
        <w:t xml:space="preserve">Scroll up one full screen = PAGE UP </w:t>
      </w:r>
    </w:p>
    <w:p w:rsidR="004569B3" w:rsidRDefault="004569B3" w:rsidP="004569B3">
      <w:r>
        <w:t xml:space="preserve">Move to the top of the page = CTRL+UP ARROW </w:t>
      </w:r>
    </w:p>
    <w:p w:rsidR="004569B3" w:rsidRDefault="004569B3" w:rsidP="004569B3">
      <w:r>
        <w:t xml:space="preserve">Scroll to the right in small increments = RIGHT ARROW </w:t>
      </w:r>
    </w:p>
    <w:p w:rsidR="004569B3" w:rsidRDefault="004569B3" w:rsidP="004569B3">
      <w:r>
        <w:t xml:space="preserve">Move to the right edge of the page = END </w:t>
      </w:r>
    </w:p>
    <w:p w:rsidR="004569B3" w:rsidRDefault="004569B3" w:rsidP="004569B3">
      <w:r>
        <w:t xml:space="preserve">Move to the lower-right corner of the page = CTRL+END </w:t>
      </w:r>
    </w:p>
    <w:p w:rsidR="004569B3" w:rsidRDefault="004569B3" w:rsidP="004569B3">
      <w:r>
        <w:t xml:space="preserve">Scroll to the left in small increments = LEFT ARROW </w:t>
      </w:r>
    </w:p>
    <w:p w:rsidR="004569B3" w:rsidRDefault="004569B3" w:rsidP="004569B3">
      <w:r>
        <w:t xml:space="preserve">Move to the left edge of the page = HOME </w:t>
      </w:r>
    </w:p>
    <w:p w:rsidR="00AB13E4" w:rsidRDefault="004569B3" w:rsidP="004569B3">
      <w:r>
        <w:t>Move to the upper-left corner of the page = CTRL+HOME</w:t>
      </w:r>
    </w:p>
    <w:p w:rsidR="004569B3" w:rsidRDefault="001B1A7D" w:rsidP="001B1A7D">
      <w:pPr>
        <w:pStyle w:val="Heading3"/>
      </w:pPr>
      <w:bookmarkStart w:id="57" w:name="_Toc324764949"/>
      <w:r w:rsidRPr="001B1A7D">
        <w:t>Navigat</w:t>
      </w:r>
      <w:r>
        <w:t>ing</w:t>
      </w:r>
      <w:r w:rsidRPr="001B1A7D">
        <w:t xml:space="preserve"> in the Database Diagram </w:t>
      </w:r>
      <w:r>
        <w:t>W</w:t>
      </w:r>
      <w:r w:rsidRPr="001B1A7D">
        <w:t xml:space="preserve">indow in an Access </w:t>
      </w:r>
      <w:r>
        <w:t>P</w:t>
      </w:r>
      <w:r w:rsidRPr="001B1A7D">
        <w:t>roject</w:t>
      </w:r>
      <w:bookmarkEnd w:id="57"/>
    </w:p>
    <w:p w:rsidR="001B1A7D" w:rsidRDefault="001B1A7D" w:rsidP="001B1A7D">
      <w:pPr>
        <w:pStyle w:val="Heading4"/>
      </w:pPr>
      <w:r>
        <w:t>General</w:t>
      </w:r>
    </w:p>
    <w:p w:rsidR="001B1A7D" w:rsidRDefault="001B1A7D" w:rsidP="001B1A7D">
      <w:r>
        <w:t xml:space="preserve">Move from a table cell to the table's title bar = ESC </w:t>
      </w:r>
    </w:p>
    <w:p w:rsidR="001B1A7D" w:rsidRDefault="001B1A7D" w:rsidP="001B1A7D">
      <w:r>
        <w:t xml:space="preserve">Move from a table's title bar to the last cell you edited = ENTER </w:t>
      </w:r>
    </w:p>
    <w:p w:rsidR="001B1A7D" w:rsidRDefault="001B1A7D" w:rsidP="001B1A7D">
      <w:r>
        <w:t xml:space="preserve">Move from table title bar to table title bar, or from cell to cell inside a table = TAB </w:t>
      </w:r>
    </w:p>
    <w:p w:rsidR="001B1A7D" w:rsidRDefault="001B1A7D" w:rsidP="001B1A7D">
      <w:r>
        <w:t xml:space="preserve">Expand a list inside a table = ALT + DOWN ARROW </w:t>
      </w:r>
    </w:p>
    <w:p w:rsidR="001B1A7D" w:rsidRDefault="001B1A7D" w:rsidP="001B1A7D">
      <w:r>
        <w:t xml:space="preserve">Scroll through the items in a drop-down list from top to bottom = DOWN ARROW </w:t>
      </w:r>
    </w:p>
    <w:p w:rsidR="001B1A7D" w:rsidRDefault="001B1A7D" w:rsidP="001B1A7D">
      <w:r>
        <w:t xml:space="preserve">Move to the previous item in a list = UP ARROW </w:t>
      </w:r>
    </w:p>
    <w:p w:rsidR="001B1A7D" w:rsidRDefault="001B1A7D" w:rsidP="001B1A7D">
      <w:r>
        <w:t xml:space="preserve">Select an item in a list and move to the next cell = ENTER </w:t>
      </w:r>
    </w:p>
    <w:p w:rsidR="001B1A7D" w:rsidRDefault="001B1A7D" w:rsidP="001B1A7D">
      <w:r>
        <w:t xml:space="preserve">Change the setting in a check box = SPACEBAR </w:t>
      </w:r>
    </w:p>
    <w:p w:rsidR="001B1A7D" w:rsidRDefault="001B1A7D" w:rsidP="001B1A7D">
      <w:r>
        <w:t xml:space="preserve">Go to the first cell in the row, or to the beginning of the current cell = HOME </w:t>
      </w:r>
    </w:p>
    <w:p w:rsidR="001B1A7D" w:rsidRDefault="001B1A7D" w:rsidP="001B1A7D">
      <w:r>
        <w:t xml:space="preserve">Go to the last cell in the row, or to the end of the current cell = END </w:t>
      </w:r>
    </w:p>
    <w:p w:rsidR="001B1A7D" w:rsidRDefault="001B1A7D" w:rsidP="001B1A7D">
      <w:r>
        <w:t xml:space="preserve">Scroll to the next "page" inside a table, or to the next "page" of the diagram = PAGE DOWN </w:t>
      </w:r>
    </w:p>
    <w:p w:rsidR="001B1A7D" w:rsidRDefault="001B1A7D" w:rsidP="001B1A7D">
      <w:r>
        <w:t>Scroll to the previous "page" inside a table, or to the previous "page" of the diagram = PAGE UP</w:t>
      </w:r>
    </w:p>
    <w:p w:rsidR="001B1A7D" w:rsidRDefault="004D1486" w:rsidP="001B1A7D">
      <w:pPr>
        <w:pStyle w:val="Heading3"/>
      </w:pPr>
      <w:bookmarkStart w:id="58" w:name="_Toc324764950"/>
      <w:r>
        <w:t>Navigating</w:t>
      </w:r>
      <w:r w:rsidRPr="004D1486">
        <w:t xml:space="preserve"> in the Query Designer in an Access </w:t>
      </w:r>
      <w:r>
        <w:t>P</w:t>
      </w:r>
      <w:r w:rsidRPr="004D1486">
        <w:t>roject</w:t>
      </w:r>
      <w:bookmarkEnd w:id="58"/>
    </w:p>
    <w:p w:rsidR="004D1486" w:rsidRDefault="004D1486" w:rsidP="004D1486">
      <w:pPr>
        <w:pStyle w:val="Heading4"/>
      </w:pPr>
      <w:r>
        <w:t>Any Pane</w:t>
      </w:r>
    </w:p>
    <w:p w:rsidR="004D1486" w:rsidRDefault="004D1486" w:rsidP="004D1486">
      <w:r w:rsidRPr="004D1486">
        <w:t xml:space="preserve">Move among the Query Designer </w:t>
      </w:r>
      <w:r w:rsidR="00AE2C09">
        <w:t>Pane</w:t>
      </w:r>
      <w:r w:rsidRPr="004D1486">
        <w:t>s</w:t>
      </w:r>
      <w:r>
        <w:t xml:space="preserve"> =</w:t>
      </w:r>
      <w:r w:rsidRPr="004D1486">
        <w:t>F6, SHIFT+F6</w:t>
      </w:r>
    </w:p>
    <w:p w:rsidR="004D1486" w:rsidRDefault="00892E56" w:rsidP="00892E56">
      <w:pPr>
        <w:pStyle w:val="Heading4"/>
      </w:pPr>
      <w:r>
        <w:t>Diagram Pane</w:t>
      </w:r>
    </w:p>
    <w:p w:rsidR="00892E56" w:rsidRDefault="00892E56" w:rsidP="00892E56">
      <w:r>
        <w:t xml:space="preserve">Move among tables, views, and functions, (and to join lines, if available) = TAB, or SHIFT+TAB </w:t>
      </w:r>
    </w:p>
    <w:p w:rsidR="00892E56" w:rsidRDefault="00892E56" w:rsidP="00892E56">
      <w:r>
        <w:t>Move between columns in a table, view, or function = ARROW KEYS</w:t>
      </w:r>
    </w:p>
    <w:p w:rsidR="00892E56" w:rsidRDefault="00892E56" w:rsidP="00892E56">
      <w:r>
        <w:t xml:space="preserve">Choose the selected data column for output = SPACEBAR or PLUS key </w:t>
      </w:r>
    </w:p>
    <w:p w:rsidR="00892E56" w:rsidRDefault="00892E56" w:rsidP="00892E56">
      <w:r>
        <w:t xml:space="preserve">Remove the selected data column from the query output = SPACEBAR or MINUS key </w:t>
      </w:r>
    </w:p>
    <w:p w:rsidR="00892E56" w:rsidRDefault="00892E56" w:rsidP="00892E56">
      <w:r>
        <w:t xml:space="preserve">Remove the selected table, view, or function, or join line from the query = DELETE </w:t>
      </w:r>
    </w:p>
    <w:p w:rsidR="00892E56" w:rsidRDefault="00892E56" w:rsidP="00892E56">
      <w:r w:rsidRPr="00892E56">
        <w:rPr>
          <w:b/>
        </w:rPr>
        <w:t>Note</w:t>
      </w:r>
      <w:r>
        <w:t xml:space="preserve">:  If </w:t>
      </w:r>
      <w:r w:rsidR="00B340A6">
        <w:t xml:space="preserve">you have selected </w:t>
      </w:r>
      <w:r>
        <w:t xml:space="preserve">multiple items, pressing SPACEBAR affects all selected items. Select multiple items by holding down the SHIFT key while </w:t>
      </w:r>
      <w:r w:rsidR="00B45495">
        <w:t>pressing the SPACEBAR</w:t>
      </w:r>
      <w:r>
        <w:t xml:space="preserve">. Toggle the selected state of a single item by holding down CTRL while </w:t>
      </w:r>
      <w:r w:rsidR="00B45495">
        <w:t>pressing the SPACEBAR</w:t>
      </w:r>
      <w:r>
        <w:t>.</w:t>
      </w:r>
    </w:p>
    <w:p w:rsidR="00892E56" w:rsidRDefault="00892E56" w:rsidP="00892E56">
      <w:pPr>
        <w:pStyle w:val="Heading4"/>
      </w:pPr>
      <w:r>
        <w:t>Grid Pane</w:t>
      </w:r>
    </w:p>
    <w:p w:rsidR="00892E56" w:rsidRDefault="00892E56" w:rsidP="00892E56">
      <w:r>
        <w:t xml:space="preserve">Move among cells = ARROW KEYS or TAB or SHIFT+TAB </w:t>
      </w:r>
    </w:p>
    <w:p w:rsidR="00892E56" w:rsidRDefault="00892E56" w:rsidP="00892E56">
      <w:r>
        <w:t xml:space="preserve">Move to the last row in the current column = CTRL+DOWN ARROW </w:t>
      </w:r>
    </w:p>
    <w:p w:rsidR="00892E56" w:rsidRDefault="00892E56" w:rsidP="00892E56">
      <w:r>
        <w:t xml:space="preserve">Move to the first row in the current column = CTRL+UP ARROW </w:t>
      </w:r>
    </w:p>
    <w:p w:rsidR="00892E56" w:rsidRDefault="00892E56" w:rsidP="00892E56">
      <w:r>
        <w:t xml:space="preserve">Move to the top left cell in the visible portion of grid = CTRL+HOME </w:t>
      </w:r>
    </w:p>
    <w:p w:rsidR="00892E56" w:rsidRDefault="00892E56" w:rsidP="00892E56">
      <w:r>
        <w:t xml:space="preserve">Move to the bottom right cell = CTRL+END </w:t>
      </w:r>
    </w:p>
    <w:p w:rsidR="00892E56" w:rsidRDefault="00892E56" w:rsidP="00892E56">
      <w:r>
        <w:t xml:space="preserve">Move in a drop-down list = UP ARROW or DOWN ARROW </w:t>
      </w:r>
    </w:p>
    <w:p w:rsidR="00892E56" w:rsidRDefault="00892E56" w:rsidP="00892E56">
      <w:r>
        <w:t xml:space="preserve">Select an entire grid column = CTRL+SPACEBAR </w:t>
      </w:r>
    </w:p>
    <w:p w:rsidR="00892E56" w:rsidRDefault="00892E56" w:rsidP="00892E56">
      <w:r>
        <w:t xml:space="preserve">Toggle between edit mode and cell selection mode = F2 </w:t>
      </w:r>
    </w:p>
    <w:p w:rsidR="00892E56" w:rsidRDefault="00892E56" w:rsidP="00892E56">
      <w:r>
        <w:t xml:space="preserve">Copy selected text in cell to the Clipboard (in edit mode) = CTRL+C </w:t>
      </w:r>
    </w:p>
    <w:p w:rsidR="00892E56" w:rsidRDefault="00892E56" w:rsidP="00892E56">
      <w:r>
        <w:t xml:space="preserve">Cut selected text in cell and place it on the Clipboard (in edit mode) = CTRL+X </w:t>
      </w:r>
    </w:p>
    <w:p w:rsidR="00892E56" w:rsidRDefault="00892E56" w:rsidP="00892E56">
      <w:r>
        <w:t xml:space="preserve">Paste text from the Clipboard (in edit mode) = CTRL+V </w:t>
      </w:r>
    </w:p>
    <w:p w:rsidR="00892E56" w:rsidRDefault="00892E56" w:rsidP="00892E56">
      <w:r>
        <w:t xml:space="preserve">Toggle between insert and overstrike mode while editing in a cell = INS </w:t>
      </w:r>
    </w:p>
    <w:p w:rsidR="00892E56" w:rsidRDefault="00892E56" w:rsidP="00892E56">
      <w:r>
        <w:t>Toggle the check box in the Output column = SPACEBAR</w:t>
      </w:r>
    </w:p>
    <w:p w:rsidR="00892E56" w:rsidRDefault="00892E56" w:rsidP="00892E56">
      <w:r w:rsidRPr="00892E56">
        <w:rPr>
          <w:b/>
        </w:rPr>
        <w:t>Note</w:t>
      </w:r>
      <w:r>
        <w:t xml:space="preserve">:  If </w:t>
      </w:r>
      <w:r w:rsidR="00B340A6">
        <w:t xml:space="preserve">you have selected </w:t>
      </w:r>
      <w:r>
        <w:t xml:space="preserve">multiple items, pressing this key affects all selected items. </w:t>
      </w:r>
    </w:p>
    <w:p w:rsidR="00892E56" w:rsidRDefault="00892E56" w:rsidP="00892E56">
      <w:r>
        <w:t xml:space="preserve">Clear the selected contents of a cell = DELETE </w:t>
      </w:r>
    </w:p>
    <w:p w:rsidR="00892E56" w:rsidRDefault="00892E56" w:rsidP="00892E56">
      <w:r>
        <w:t>Remove row containing selected data column from the query = DELETE</w:t>
      </w:r>
    </w:p>
    <w:p w:rsidR="00892E56" w:rsidRDefault="00892E56" w:rsidP="00892E56">
      <w:r w:rsidRPr="00892E56">
        <w:rPr>
          <w:b/>
        </w:rPr>
        <w:t>Note</w:t>
      </w:r>
      <w:r>
        <w:t xml:space="preserve">:  If </w:t>
      </w:r>
      <w:r w:rsidR="00B340A6">
        <w:t xml:space="preserve">you have selected </w:t>
      </w:r>
      <w:r>
        <w:t xml:space="preserve">multiple items, pressing this key affects all selected items. </w:t>
      </w:r>
    </w:p>
    <w:p w:rsidR="00892E56" w:rsidRDefault="00892E56" w:rsidP="00892E56">
      <w:r>
        <w:t xml:space="preserve">Clear all values for a selected grid column = DELETE </w:t>
      </w:r>
    </w:p>
    <w:p w:rsidR="00892E56" w:rsidRDefault="00892E56" w:rsidP="00892E56">
      <w:r>
        <w:t>Insert ro</w:t>
      </w:r>
      <w:r w:rsidR="00A81837">
        <w:t>w between existing rows = INS (</w:t>
      </w:r>
      <w:r>
        <w:t xml:space="preserve">after you select grid row) </w:t>
      </w:r>
    </w:p>
    <w:p w:rsidR="00892E56" w:rsidRDefault="00892E56" w:rsidP="00892E56">
      <w:r>
        <w:t>Add an Or… column = INS (after you select any Or... column)</w:t>
      </w:r>
    </w:p>
    <w:p w:rsidR="00A81837" w:rsidRDefault="0009665D" w:rsidP="0009665D">
      <w:pPr>
        <w:pStyle w:val="Heading4"/>
      </w:pPr>
      <w:r>
        <w:t>SQL Pane</w:t>
      </w:r>
    </w:p>
    <w:p w:rsidR="0009665D" w:rsidRDefault="0009665D" w:rsidP="0009665D">
      <w:r>
        <w:t>You can use the standard Windows editing keys when working in the SQL Pane, such as CTRL+</w:t>
      </w:r>
      <w:r w:rsidR="00B45495">
        <w:t>ARROW KEYS</w:t>
      </w:r>
      <w:r>
        <w:t xml:space="preserve"> to move between words, and the Cut, Copy, and Paste commands on the Edit menu.</w:t>
      </w:r>
    </w:p>
    <w:p w:rsidR="001F556D" w:rsidRDefault="0009665D" w:rsidP="0009665D">
      <w:r w:rsidRPr="0009665D">
        <w:rPr>
          <w:b/>
        </w:rPr>
        <w:t>Note</w:t>
      </w:r>
      <w:r>
        <w:t>:  You can only insert text; there is no overstrike mode.</w:t>
      </w:r>
    </w:p>
    <w:p w:rsidR="001F56C7" w:rsidRPr="001F56C7" w:rsidRDefault="001F56C7" w:rsidP="001F56C7">
      <w:pPr>
        <w:pStyle w:val="Heading1"/>
      </w:pPr>
      <w:bookmarkStart w:id="59" w:name="_Toc324764951"/>
      <w:r>
        <w:t>Objective 4:</w:t>
      </w:r>
      <w:bookmarkEnd w:id="59"/>
    </w:p>
    <w:p w:rsidR="001F556D" w:rsidRDefault="001F556D" w:rsidP="00A84AED">
      <w:pPr>
        <w:pStyle w:val="Heading2"/>
      </w:pPr>
      <w:bookmarkStart w:id="60" w:name="_Toc324764952"/>
      <w:r>
        <w:t>Working with PivotTable Views</w:t>
      </w:r>
      <w:bookmarkEnd w:id="60"/>
    </w:p>
    <w:p w:rsidR="001F556D" w:rsidRDefault="001F556D" w:rsidP="001F556D">
      <w:pPr>
        <w:pStyle w:val="Heading3"/>
      </w:pPr>
      <w:bookmarkStart w:id="61" w:name="_Toc324764953"/>
      <w:r>
        <w:t>PivotTable View</w:t>
      </w:r>
      <w:bookmarkEnd w:id="61"/>
    </w:p>
    <w:p w:rsidR="001F556D" w:rsidRDefault="001F556D" w:rsidP="001F556D">
      <w:pPr>
        <w:pStyle w:val="Heading4"/>
      </w:pPr>
      <w:r w:rsidRPr="001F556D">
        <w:t>Keys</w:t>
      </w:r>
      <w:r w:rsidR="00B45495">
        <w:t>trokes</w:t>
      </w:r>
      <w:r w:rsidRPr="001F556D">
        <w:t xml:space="preserve"> for </w:t>
      </w:r>
      <w:r>
        <w:t>S</w:t>
      </w:r>
      <w:r w:rsidRPr="001F556D">
        <w:t xml:space="preserve">electing </w:t>
      </w:r>
      <w:r>
        <w:t>E</w:t>
      </w:r>
      <w:r w:rsidRPr="001F556D">
        <w:t xml:space="preserve">lements in PivotTable </w:t>
      </w:r>
      <w:r>
        <w:t>V</w:t>
      </w:r>
      <w:r w:rsidRPr="001F556D">
        <w:t>iew</w:t>
      </w:r>
    </w:p>
    <w:p w:rsidR="001F556D" w:rsidRDefault="001F556D" w:rsidP="001F556D">
      <w:r>
        <w:t xml:space="preserve">Move the selection from left to right, and then down = TAB </w:t>
      </w:r>
    </w:p>
    <w:p w:rsidR="001F556D" w:rsidRDefault="001F556D" w:rsidP="001F556D">
      <w:r>
        <w:t xml:space="preserve">Move the selection from top to bottom, and then to the right = ENTER </w:t>
      </w:r>
    </w:p>
    <w:p w:rsidR="001F556D" w:rsidRDefault="001F556D" w:rsidP="001F556D">
      <w:r>
        <w:t xml:space="preserve">Select the cell to the left. If the current cell is the leftmost cell, SHIFT+TAB selects the last cell in the previous row = SHIFT+TAB </w:t>
      </w:r>
    </w:p>
    <w:p w:rsidR="001F556D" w:rsidRDefault="001F556D" w:rsidP="001F556D">
      <w:r>
        <w:t xml:space="preserve">Select the cell above the current cell. If the current cell is the topmost cell, SHIFT+ENTER selects the last cell in the previous column = SHIFT+ENTER </w:t>
      </w:r>
    </w:p>
    <w:p w:rsidR="001F556D" w:rsidRDefault="001F556D" w:rsidP="001F556D">
      <w:r>
        <w:t xml:space="preserve">Select the detail cells for the next item in the row area = CTRL+ENTER </w:t>
      </w:r>
    </w:p>
    <w:p w:rsidR="001F556D" w:rsidRDefault="001F556D" w:rsidP="001F556D">
      <w:r>
        <w:t xml:space="preserve">Select the detail cells for the previous item in the row area = SHIFT+CTRL+ENTER </w:t>
      </w:r>
    </w:p>
    <w:p w:rsidR="001F556D" w:rsidRDefault="001F556D" w:rsidP="001F556D">
      <w:r>
        <w:t>Move the selection in the direction of the arrow key.  If</w:t>
      </w:r>
      <w:r w:rsidR="00B340A6">
        <w:t xml:space="preserve"> you have selected</w:t>
      </w:r>
      <w:r>
        <w:t xml:space="preserve"> a row or column field, press DOWN ARROW to move to the first item of data in the field, and then press an arrow key to move to the next or previous item or back to the field.  If </w:t>
      </w:r>
      <w:r w:rsidR="00B340A6">
        <w:t xml:space="preserve">you have selected </w:t>
      </w:r>
      <w:r>
        <w:t>a detail field, press DOWN ARROW or RIGHT ARROW to move to the first cell in the detail area = ARROW KEYS</w:t>
      </w:r>
    </w:p>
    <w:p w:rsidR="001F556D" w:rsidRDefault="001F556D" w:rsidP="001F556D">
      <w:r>
        <w:t xml:space="preserve">Extend or reduce the selection in the direction of the </w:t>
      </w:r>
      <w:r w:rsidR="00D959BD">
        <w:t>arrow key</w:t>
      </w:r>
      <w:r>
        <w:t xml:space="preserve"> = SHIFT+ARROW KEYS</w:t>
      </w:r>
    </w:p>
    <w:p w:rsidR="001F556D" w:rsidRDefault="001F556D" w:rsidP="001F556D">
      <w:r>
        <w:t xml:space="preserve">Move the selection to the last cell in the direction of the </w:t>
      </w:r>
      <w:r w:rsidR="00D959BD">
        <w:t>arrow key</w:t>
      </w:r>
      <w:r>
        <w:t xml:space="preserve"> = CTRL+ARROW KEYS</w:t>
      </w:r>
    </w:p>
    <w:p w:rsidR="001F556D" w:rsidRDefault="001F556D" w:rsidP="001F556D">
      <w:r>
        <w:t xml:space="preserve">Move the selected item in the direction of the </w:t>
      </w:r>
      <w:r w:rsidR="00D959BD">
        <w:t>arrow key</w:t>
      </w:r>
      <w:r>
        <w:t xml:space="preserve"> = SHIFT+ALT+ARROW KEYS</w:t>
      </w:r>
    </w:p>
    <w:p w:rsidR="001F556D" w:rsidRDefault="001F556D" w:rsidP="001F556D">
      <w:r>
        <w:t xml:space="preserve">Select the leftmost cell of the current row = HOME </w:t>
      </w:r>
    </w:p>
    <w:p w:rsidR="001F556D" w:rsidRDefault="001F556D" w:rsidP="001F556D">
      <w:r>
        <w:t xml:space="preserve">Select the rightmost cell of the current row = END </w:t>
      </w:r>
    </w:p>
    <w:p w:rsidR="001F556D" w:rsidRDefault="001F556D" w:rsidP="001F556D">
      <w:r>
        <w:t xml:space="preserve">Select the leftmost cell of the first row = CTRL+HOME </w:t>
      </w:r>
    </w:p>
    <w:p w:rsidR="001F556D" w:rsidRDefault="001F556D" w:rsidP="001F556D">
      <w:r>
        <w:t xml:space="preserve">Select the last cell of the last row = CTRL+END </w:t>
      </w:r>
    </w:p>
    <w:p w:rsidR="001F556D" w:rsidRDefault="001F556D" w:rsidP="001F556D">
      <w:r>
        <w:t xml:space="preserve">Extend selection to the leftmost cell of the first row = SHIFT+CTRL+HOME </w:t>
      </w:r>
    </w:p>
    <w:p w:rsidR="001F556D" w:rsidRDefault="001F556D" w:rsidP="001F556D">
      <w:r>
        <w:t xml:space="preserve">Extend selection to the last cell of the last row = SHIFT+CTRL+END </w:t>
      </w:r>
    </w:p>
    <w:p w:rsidR="001F556D" w:rsidRDefault="001F556D" w:rsidP="001F556D">
      <w:r>
        <w:t xml:space="preserve">Select the field for the currently selected item of data, total, or detail = CTRL+SPACEBAR </w:t>
      </w:r>
    </w:p>
    <w:p w:rsidR="001F556D" w:rsidRDefault="001F556D" w:rsidP="001F556D">
      <w:r>
        <w:t xml:space="preserve">Select the entire row containing the currently selected cell = SHIFT+SPACEBAR </w:t>
      </w:r>
    </w:p>
    <w:p w:rsidR="001F556D" w:rsidRDefault="001F556D" w:rsidP="001F556D">
      <w:r>
        <w:t xml:space="preserve">Select the entire PivotTable </w:t>
      </w:r>
      <w:r w:rsidR="006E046F">
        <w:t>View</w:t>
      </w:r>
      <w:r>
        <w:t xml:space="preserve"> = CTRL+A </w:t>
      </w:r>
    </w:p>
    <w:p w:rsidR="001F556D" w:rsidRDefault="001F556D" w:rsidP="001F556D">
      <w:r>
        <w:t xml:space="preserve">Display the next screen = PAGE DOWN </w:t>
      </w:r>
    </w:p>
    <w:p w:rsidR="001F556D" w:rsidRDefault="001F556D" w:rsidP="001F556D">
      <w:r>
        <w:t xml:space="preserve">Display the previous screen = PAGE UP </w:t>
      </w:r>
    </w:p>
    <w:p w:rsidR="001F556D" w:rsidRDefault="001F556D" w:rsidP="001F556D">
      <w:r>
        <w:t xml:space="preserve">Extend the selection down one screen = SHIFT+PAGE DOWN </w:t>
      </w:r>
    </w:p>
    <w:p w:rsidR="001F556D" w:rsidRDefault="001F556D" w:rsidP="001F556D">
      <w:r>
        <w:t xml:space="preserve">Reduce the selection by one screen = SHIFT+PAGE UP </w:t>
      </w:r>
    </w:p>
    <w:p w:rsidR="001F556D" w:rsidRDefault="001F556D" w:rsidP="001F556D">
      <w:r>
        <w:t xml:space="preserve">Display the next screen to the right = ALT+PAGE DOWN </w:t>
      </w:r>
    </w:p>
    <w:p w:rsidR="001F556D" w:rsidRDefault="001F556D" w:rsidP="001F556D">
      <w:r>
        <w:t xml:space="preserve">Display the previous screen to the left = ALT+PAGE UP </w:t>
      </w:r>
    </w:p>
    <w:p w:rsidR="001F556D" w:rsidRDefault="001F556D" w:rsidP="001F556D">
      <w:r>
        <w:t xml:space="preserve">Extend the selection to the page on the right = SHIFT+ALT+PAGE DOWN </w:t>
      </w:r>
    </w:p>
    <w:p w:rsidR="001F556D" w:rsidRPr="001F556D" w:rsidRDefault="001F556D" w:rsidP="001F556D">
      <w:r>
        <w:t>Extend the selection to the page on the left = SHIFT+ALT+PAGE UP</w:t>
      </w:r>
    </w:p>
    <w:p w:rsidR="001F556D" w:rsidRDefault="00D020B6" w:rsidP="00D020B6">
      <w:pPr>
        <w:pStyle w:val="Heading3"/>
      </w:pPr>
      <w:bookmarkStart w:id="62" w:name="_Toc324764954"/>
      <w:r>
        <w:t>Keys</w:t>
      </w:r>
      <w:r w:rsidR="00B45495">
        <w:t>trokes</w:t>
      </w:r>
      <w:r>
        <w:t xml:space="preserve"> for Carrying out Commands</w:t>
      </w:r>
      <w:bookmarkEnd w:id="62"/>
    </w:p>
    <w:p w:rsidR="00D020B6" w:rsidRDefault="00D020B6" w:rsidP="00D020B6">
      <w:pPr>
        <w:pStyle w:val="Heading4"/>
      </w:pPr>
      <w:r>
        <w:t>General</w:t>
      </w:r>
    </w:p>
    <w:p w:rsidR="00D020B6" w:rsidRDefault="00D020B6" w:rsidP="00D020B6">
      <w:r>
        <w:t xml:space="preserve">Display Help topics = F1 </w:t>
      </w:r>
    </w:p>
    <w:p w:rsidR="00D020B6" w:rsidRDefault="00D020B6" w:rsidP="00D020B6">
      <w:r>
        <w:t xml:space="preserve">Display the shortcut menu for the selected element of the PivotTable </w:t>
      </w:r>
      <w:r w:rsidR="006E046F">
        <w:t>View</w:t>
      </w:r>
      <w:r>
        <w:t xml:space="preserve">. Use the shortcut menus to carry out commands in the PivotTable </w:t>
      </w:r>
      <w:r w:rsidR="006E046F">
        <w:t>View</w:t>
      </w:r>
      <w:r>
        <w:t xml:space="preserve"> = SHIFT+F10 </w:t>
      </w:r>
    </w:p>
    <w:p w:rsidR="00D020B6" w:rsidRDefault="00D020B6" w:rsidP="00D020B6">
      <w:r>
        <w:t>Carry out a command on the shortcut menu</w:t>
      </w:r>
      <w:r w:rsidR="00D44FBC">
        <w:t xml:space="preserve"> = </w:t>
      </w:r>
      <w:r>
        <w:t xml:space="preserve">Underlined letter </w:t>
      </w:r>
    </w:p>
    <w:p w:rsidR="00D020B6" w:rsidRDefault="00D020B6" w:rsidP="00D020B6">
      <w:r>
        <w:t>Close the shortcut menu without carrying out a command</w:t>
      </w:r>
      <w:r w:rsidR="00D44FBC">
        <w:t xml:space="preserve"> = </w:t>
      </w:r>
      <w:r>
        <w:t xml:space="preserve">ESC </w:t>
      </w:r>
    </w:p>
    <w:p w:rsidR="00D020B6" w:rsidRDefault="00D020B6" w:rsidP="00D020B6">
      <w:r>
        <w:t>Display the Properties dialog box</w:t>
      </w:r>
      <w:r w:rsidR="00D44FBC">
        <w:t xml:space="preserve"> = </w:t>
      </w:r>
      <w:r>
        <w:t xml:space="preserve">ALT+ENTER </w:t>
      </w:r>
    </w:p>
    <w:p w:rsidR="00D020B6" w:rsidRDefault="00D020B6" w:rsidP="00D020B6">
      <w:r>
        <w:t>Close the Properties dialog box</w:t>
      </w:r>
      <w:r w:rsidR="00D44FBC">
        <w:t xml:space="preserve"> = </w:t>
      </w:r>
      <w:r>
        <w:t xml:space="preserve">ALT+F4 </w:t>
      </w:r>
    </w:p>
    <w:p w:rsidR="00D020B6" w:rsidRDefault="00D020B6" w:rsidP="00D020B6">
      <w:r>
        <w:t>Cancel a refresh operation in progress</w:t>
      </w:r>
      <w:r w:rsidR="00D44FBC">
        <w:t xml:space="preserve"> = </w:t>
      </w:r>
      <w:r>
        <w:t xml:space="preserve">ESC </w:t>
      </w:r>
    </w:p>
    <w:p w:rsidR="00D020B6" w:rsidRDefault="00D020B6" w:rsidP="00D020B6">
      <w:r>
        <w:t xml:space="preserve">Copy the selected data from the PivotTable </w:t>
      </w:r>
      <w:r w:rsidR="006E046F">
        <w:t>View</w:t>
      </w:r>
      <w:r>
        <w:t xml:space="preserve"> to the Clipboard</w:t>
      </w:r>
      <w:r w:rsidR="00D44FBC">
        <w:t xml:space="preserve"> = </w:t>
      </w:r>
      <w:r>
        <w:t xml:space="preserve">CTRL+C </w:t>
      </w:r>
    </w:p>
    <w:p w:rsidR="00D020B6" w:rsidRPr="00D020B6" w:rsidRDefault="00D020B6" w:rsidP="00D020B6">
      <w:r>
        <w:t xml:space="preserve">Export the contents of the PivotTable </w:t>
      </w:r>
      <w:r w:rsidR="006E046F">
        <w:t>View</w:t>
      </w:r>
      <w:r>
        <w:t xml:space="preserve"> to Microsoft Office Excel </w:t>
      </w:r>
      <w:r w:rsidR="00BE3863">
        <w:t>2010</w:t>
      </w:r>
      <w:r w:rsidR="00D44FBC">
        <w:t xml:space="preserve"> = </w:t>
      </w:r>
      <w:r>
        <w:t>CTRL+E</w:t>
      </w:r>
    </w:p>
    <w:p w:rsidR="0009665D" w:rsidRDefault="00874EBE" w:rsidP="00874EBE">
      <w:pPr>
        <w:pStyle w:val="Heading4"/>
      </w:pPr>
      <w:r w:rsidRPr="00874EBE">
        <w:t>Keys</w:t>
      </w:r>
      <w:r w:rsidR="00B45495">
        <w:t>trokes</w:t>
      </w:r>
      <w:r w:rsidRPr="00874EBE">
        <w:t xml:space="preserve"> for </w:t>
      </w:r>
      <w:r>
        <w:t>D</w:t>
      </w:r>
      <w:r w:rsidRPr="00874EBE">
        <w:t xml:space="preserve">isplaying, </w:t>
      </w:r>
      <w:r>
        <w:t>H</w:t>
      </w:r>
      <w:r w:rsidRPr="00874EBE">
        <w:t xml:space="preserve">iding, </w:t>
      </w:r>
      <w:r>
        <w:t>F</w:t>
      </w:r>
      <w:r w:rsidRPr="00874EBE">
        <w:t>iltering</w:t>
      </w:r>
      <w:r w:rsidR="004E21C1">
        <w:t>,</w:t>
      </w:r>
      <w:r w:rsidRPr="00874EBE">
        <w:t xml:space="preserve"> or </w:t>
      </w:r>
      <w:r>
        <w:t>S</w:t>
      </w:r>
      <w:r w:rsidRPr="00874EBE">
        <w:t xml:space="preserve">orting </w:t>
      </w:r>
      <w:r>
        <w:t>D</w:t>
      </w:r>
      <w:r w:rsidRPr="00874EBE">
        <w:t>ata</w:t>
      </w:r>
    </w:p>
    <w:p w:rsidR="00874EBE" w:rsidRDefault="00874EBE" w:rsidP="00874EBE">
      <w:r>
        <w:t>Show or hide the expand indicators (</w:t>
      </w:r>
      <w:r w:rsidR="004E21C1">
        <w:t xml:space="preserve">+ and - </w:t>
      </w:r>
      <w:r>
        <w:t xml:space="preserve">boxes) beside items = CTRL+8 </w:t>
      </w:r>
    </w:p>
    <w:p w:rsidR="00874EBE" w:rsidRDefault="00874EBE" w:rsidP="00874EBE">
      <w:r>
        <w:t xml:space="preserve">Expand the currently selected item = CTRL+PLUS SIGN (on the numeric keypad) </w:t>
      </w:r>
    </w:p>
    <w:p w:rsidR="00874EBE" w:rsidRDefault="00874EBE" w:rsidP="00874EBE">
      <w:r>
        <w:t xml:space="preserve">Hide the currently selected item = CTRL+MINUS SIGN (on the numeric keypad) </w:t>
      </w:r>
    </w:p>
    <w:p w:rsidR="00874EBE" w:rsidRDefault="00874EBE" w:rsidP="00874EBE">
      <w:r>
        <w:t xml:space="preserve">Open the list for the currently selected field = ALT+DOWN ARROW </w:t>
      </w:r>
    </w:p>
    <w:p w:rsidR="00874EBE" w:rsidRDefault="00874EBE" w:rsidP="00874EBE">
      <w:r>
        <w:t>Alternately move to the most recently selected item, the OK button, and the Cancel button in the drop-down list for a field = TAB</w:t>
      </w:r>
    </w:p>
    <w:p w:rsidR="00874EBE" w:rsidRDefault="00874EBE" w:rsidP="00874EBE">
      <w:r>
        <w:t>Move to the next item in the drop-down list for a field = ARROW KEYS</w:t>
      </w:r>
    </w:p>
    <w:p w:rsidR="00874EBE" w:rsidRDefault="00874EBE" w:rsidP="00874EBE">
      <w:r>
        <w:t xml:space="preserve">Select or clear the check box for the current item in the drop-down list for a field = SPACEBAR </w:t>
      </w:r>
    </w:p>
    <w:p w:rsidR="00874EBE" w:rsidRDefault="00874EBE" w:rsidP="00874EBE">
      <w:r>
        <w:t xml:space="preserve">Close the drop-down list for a field and apply any changes you made = ENTER </w:t>
      </w:r>
    </w:p>
    <w:p w:rsidR="00874EBE" w:rsidRDefault="00874EBE" w:rsidP="00874EBE">
      <w:r>
        <w:t xml:space="preserve">Close the drop-down list for a field without applying your changes = ESC </w:t>
      </w:r>
    </w:p>
    <w:p w:rsidR="00874EBE" w:rsidRDefault="00874EBE" w:rsidP="00874EBE">
      <w:r>
        <w:t xml:space="preserve">Turn AutoFilter on or off = CTRL+T </w:t>
      </w:r>
    </w:p>
    <w:p w:rsidR="00874EBE" w:rsidRDefault="00874EBE" w:rsidP="00874EBE">
      <w:r>
        <w:t xml:space="preserve">Sort data in the selected field or total in ascending order (A – Z 0 – 9) = CTRL+SHIFT+A </w:t>
      </w:r>
    </w:p>
    <w:p w:rsidR="00874EBE" w:rsidRDefault="00874EBE" w:rsidP="00874EBE">
      <w:r>
        <w:t xml:space="preserve">Sort data in the selected field or total in descending order (Z – A 9 – 0) = CTRL+SHIFT+Z </w:t>
      </w:r>
    </w:p>
    <w:p w:rsidR="00874EBE" w:rsidRDefault="00874EBE" w:rsidP="00874EBE">
      <w:r>
        <w:t xml:space="preserve">Move the selected member up or left = ALT+SHIFT+UP ARROW or ALT+SHIFT+LEFT ARROW </w:t>
      </w:r>
    </w:p>
    <w:p w:rsidR="00874EBE" w:rsidRDefault="00874EBE" w:rsidP="00874EBE">
      <w:r>
        <w:t>Move the selected member down or right = ALT+SHIFT+DOWN ARROW or ALT+SHIFT+RIGHT ARROW</w:t>
      </w:r>
    </w:p>
    <w:p w:rsidR="00874EBE" w:rsidRDefault="004F042A" w:rsidP="004F042A">
      <w:pPr>
        <w:pStyle w:val="Heading3"/>
      </w:pPr>
      <w:bookmarkStart w:id="63" w:name="_Toc324764955"/>
      <w:r w:rsidRPr="004F042A">
        <w:t>Keys</w:t>
      </w:r>
      <w:r w:rsidR="00B45495">
        <w:t>trokes</w:t>
      </w:r>
      <w:r w:rsidRPr="004F042A">
        <w:t xml:space="preserve"> for </w:t>
      </w:r>
      <w:r>
        <w:t>A</w:t>
      </w:r>
      <w:r w:rsidRPr="004F042A">
        <w:t xml:space="preserve">dding </w:t>
      </w:r>
      <w:r>
        <w:t>F</w:t>
      </w:r>
      <w:r w:rsidRPr="004F042A">
        <w:t xml:space="preserve">ields and </w:t>
      </w:r>
      <w:r>
        <w:t>T</w:t>
      </w:r>
      <w:r w:rsidRPr="004F042A">
        <w:t xml:space="preserve">otals and </w:t>
      </w:r>
      <w:r w:rsidR="00AB19AA">
        <w:t>C</w:t>
      </w:r>
      <w:r w:rsidR="00AB19AA" w:rsidRPr="004F042A">
        <w:t xml:space="preserve">hanging </w:t>
      </w:r>
      <w:r w:rsidRPr="004F042A">
        <w:t xml:space="preserve">the </w:t>
      </w:r>
      <w:r>
        <w:t>L</w:t>
      </w:r>
      <w:r w:rsidRPr="004F042A">
        <w:t xml:space="preserve">ayout of a PivotTable </w:t>
      </w:r>
      <w:r>
        <w:t>V</w:t>
      </w:r>
      <w:r w:rsidRPr="004F042A">
        <w:t>iew</w:t>
      </w:r>
      <w:bookmarkEnd w:id="63"/>
    </w:p>
    <w:p w:rsidR="004F042A" w:rsidRDefault="004F042A" w:rsidP="004F042A">
      <w:pPr>
        <w:pStyle w:val="Heading4"/>
      </w:pPr>
      <w:r w:rsidRPr="004F042A">
        <w:t>Keys</w:t>
      </w:r>
      <w:r w:rsidR="00B45495">
        <w:t>trokes</w:t>
      </w:r>
      <w:r w:rsidRPr="004F042A">
        <w:t xml:space="preserve"> for working with the Field List </w:t>
      </w:r>
      <w:r>
        <w:t>P</w:t>
      </w:r>
      <w:r w:rsidRPr="004F042A">
        <w:t>ane</w:t>
      </w:r>
    </w:p>
    <w:p w:rsidR="004F042A" w:rsidRDefault="004F042A" w:rsidP="004F042A">
      <w:r>
        <w:t xml:space="preserve">Display the Field List </w:t>
      </w:r>
      <w:r w:rsidR="00AE2C09">
        <w:t>Pane</w:t>
      </w:r>
      <w:r>
        <w:t xml:space="preserve">, or activate it if it is already displayed = CTRL+L </w:t>
      </w:r>
    </w:p>
    <w:p w:rsidR="004F042A" w:rsidRDefault="004F042A" w:rsidP="004F042A">
      <w:r>
        <w:t xml:space="preserve">Move to the next item in the Field List </w:t>
      </w:r>
      <w:r w:rsidR="00AE2C09">
        <w:t>Pane</w:t>
      </w:r>
      <w:r>
        <w:t xml:space="preserve"> = ARROW KEYS</w:t>
      </w:r>
    </w:p>
    <w:p w:rsidR="004F042A" w:rsidRDefault="004F042A" w:rsidP="004F042A">
      <w:r>
        <w:t xml:space="preserve">Move to the previous item and include it in the selection = SHIFT+UP ARROW </w:t>
      </w:r>
    </w:p>
    <w:p w:rsidR="004F042A" w:rsidRDefault="004F042A" w:rsidP="004F042A">
      <w:r>
        <w:t xml:space="preserve">Move to the next item and include it in the selection = SHIFT+DOWN ARROW </w:t>
      </w:r>
    </w:p>
    <w:p w:rsidR="004F042A" w:rsidRDefault="004F042A" w:rsidP="004F042A">
      <w:r>
        <w:t xml:space="preserve">Move to the previous item, but don't include the item in the selection = CTRL+UP ARROW </w:t>
      </w:r>
    </w:p>
    <w:p w:rsidR="004F042A" w:rsidRDefault="004F042A" w:rsidP="004F042A">
      <w:r>
        <w:t xml:space="preserve">Move to the next item, but don't include the item in the selection = CTRL+DOWN ARROW </w:t>
      </w:r>
    </w:p>
    <w:p w:rsidR="004F042A" w:rsidRDefault="004F042A" w:rsidP="004F042A">
      <w:r>
        <w:t xml:space="preserve">Remove the item from the selection, if the item that has focus is included in the selection, and vice versa = CTRL+SPACEBAR </w:t>
      </w:r>
    </w:p>
    <w:p w:rsidR="004F042A" w:rsidRDefault="004F042A" w:rsidP="004F042A">
      <w:r>
        <w:t xml:space="preserve">Expand the current item in the Field List </w:t>
      </w:r>
      <w:r w:rsidR="00AE2C09">
        <w:t>Pane</w:t>
      </w:r>
      <w:r>
        <w:t xml:space="preserve"> to display its contents.  Or expand Totals to display the available total fields = PLUS SIGN (numeric keypad) </w:t>
      </w:r>
    </w:p>
    <w:p w:rsidR="004F042A" w:rsidRDefault="004F042A" w:rsidP="004F042A">
      <w:r>
        <w:t xml:space="preserve">Collapse the current item in the Field List </w:t>
      </w:r>
      <w:r w:rsidR="00AE2C09">
        <w:t>Pane</w:t>
      </w:r>
      <w:r>
        <w:t xml:space="preserve"> to hide its contents.  Or collapse Totals to hide the available total fields = MINUS SIGN (numeric keypad) </w:t>
      </w:r>
    </w:p>
    <w:p w:rsidR="004F042A" w:rsidRDefault="004F042A" w:rsidP="004F042A">
      <w:r>
        <w:t xml:space="preserve">Alternately move to the most recently selected item, the Add to button, and the list next to the Add to button in the Field List </w:t>
      </w:r>
      <w:r w:rsidR="00AE2C09">
        <w:t>Pane</w:t>
      </w:r>
      <w:r>
        <w:t xml:space="preserve"> = TAB</w:t>
      </w:r>
    </w:p>
    <w:p w:rsidR="004F042A" w:rsidRDefault="004F042A" w:rsidP="004F042A">
      <w:r>
        <w:t xml:space="preserve">Open the drop-down list next to the Add to button in the Field List </w:t>
      </w:r>
      <w:r w:rsidR="00AE2C09">
        <w:t>Pane</w:t>
      </w:r>
      <w:r>
        <w:t xml:space="preserve">. Use the </w:t>
      </w:r>
      <w:r w:rsidR="00B45495">
        <w:t>ARROW KEYS</w:t>
      </w:r>
      <w:r>
        <w:t xml:space="preserve"> to move to the next item in the list, and then press ENTER to select an item = ALT+DOWN ARROW </w:t>
      </w:r>
    </w:p>
    <w:p w:rsidR="004F042A" w:rsidRDefault="004F042A" w:rsidP="004F042A">
      <w:r>
        <w:t xml:space="preserve">Add the highlighted field in the Field List </w:t>
      </w:r>
      <w:r w:rsidR="00AE2C09">
        <w:t>Pane</w:t>
      </w:r>
      <w:r>
        <w:t xml:space="preserve"> to the area in the PivotTable </w:t>
      </w:r>
      <w:r w:rsidR="006E046F">
        <w:t>View</w:t>
      </w:r>
      <w:r>
        <w:t xml:space="preserve"> that is displayed in the Add to list = ENTER </w:t>
      </w:r>
    </w:p>
    <w:p w:rsidR="004F042A" w:rsidRDefault="00031B7B" w:rsidP="00031B7B">
      <w:pPr>
        <w:pStyle w:val="Heading3"/>
      </w:pPr>
      <w:bookmarkStart w:id="64" w:name="_Toc324764956"/>
      <w:r>
        <w:t>Keys</w:t>
      </w:r>
      <w:r w:rsidR="00B45495">
        <w:t>trokes</w:t>
      </w:r>
      <w:r>
        <w:t xml:space="preserve"> for Adding Fields and Totals</w:t>
      </w:r>
      <w:bookmarkEnd w:id="64"/>
    </w:p>
    <w:p w:rsidR="00031B7B" w:rsidRDefault="00031B7B" w:rsidP="00031B7B">
      <w:pPr>
        <w:pStyle w:val="Heading4"/>
      </w:pPr>
      <w:r>
        <w:t>General</w:t>
      </w:r>
    </w:p>
    <w:p w:rsidR="00031B7B" w:rsidRDefault="00031B7B" w:rsidP="00031B7B">
      <w:r>
        <w:t xml:space="preserve">Add a new total field for the selected field in the PivotTable </w:t>
      </w:r>
      <w:r w:rsidR="006E046F">
        <w:t>View</w:t>
      </w:r>
      <w:r>
        <w:t xml:space="preserve"> by using the Sum summary function</w:t>
      </w:r>
      <w:r w:rsidR="00C13F1A">
        <w:t xml:space="preserve"> = </w:t>
      </w:r>
      <w:r>
        <w:t xml:space="preserve">CTRL+SHIFT+S </w:t>
      </w:r>
    </w:p>
    <w:p w:rsidR="00031B7B" w:rsidRDefault="00031B7B" w:rsidP="00031B7B">
      <w:r>
        <w:t xml:space="preserve">Add a new total field for the selected field in the PivotTable </w:t>
      </w:r>
      <w:r w:rsidR="006E046F">
        <w:t>View</w:t>
      </w:r>
      <w:r>
        <w:t xml:space="preserve"> by using the Count summary function</w:t>
      </w:r>
      <w:r w:rsidR="00C13F1A">
        <w:t xml:space="preserve"> = </w:t>
      </w:r>
      <w:r>
        <w:t xml:space="preserve">CTRL+SHIFT+C </w:t>
      </w:r>
    </w:p>
    <w:p w:rsidR="00031B7B" w:rsidRDefault="00031B7B" w:rsidP="00031B7B">
      <w:r>
        <w:t xml:space="preserve">Add a new total field for the selected field in the PivotTable </w:t>
      </w:r>
      <w:r w:rsidR="006E046F">
        <w:t>View</w:t>
      </w:r>
      <w:r>
        <w:t xml:space="preserve"> by using the Min summary function</w:t>
      </w:r>
      <w:r w:rsidR="00C13F1A">
        <w:t xml:space="preserve"> = </w:t>
      </w:r>
      <w:r>
        <w:t xml:space="preserve">CTRL+SHIFT+M </w:t>
      </w:r>
    </w:p>
    <w:p w:rsidR="00031B7B" w:rsidRDefault="00031B7B" w:rsidP="00031B7B">
      <w:r>
        <w:t xml:space="preserve">Add a new total field for the selected field in the PivotTable </w:t>
      </w:r>
      <w:r w:rsidR="006E046F">
        <w:t>View</w:t>
      </w:r>
      <w:r>
        <w:t xml:space="preserve"> by using the Max summary function</w:t>
      </w:r>
      <w:r w:rsidR="00C13F1A">
        <w:t xml:space="preserve"> = </w:t>
      </w:r>
      <w:r>
        <w:t xml:space="preserve">CTRL+SHIFT+X </w:t>
      </w:r>
    </w:p>
    <w:p w:rsidR="00031B7B" w:rsidRDefault="00031B7B" w:rsidP="00031B7B">
      <w:r>
        <w:t xml:space="preserve">Add a new total field for the selected field in the PivotTable </w:t>
      </w:r>
      <w:r w:rsidR="006E046F">
        <w:t>View</w:t>
      </w:r>
      <w:r>
        <w:t xml:space="preserve"> by using the Average summary function</w:t>
      </w:r>
      <w:r w:rsidR="00C13F1A">
        <w:t xml:space="preserve"> = </w:t>
      </w:r>
      <w:r>
        <w:t xml:space="preserve">CTRL+SHIFT+E </w:t>
      </w:r>
    </w:p>
    <w:p w:rsidR="00031B7B" w:rsidRDefault="00031B7B" w:rsidP="00031B7B">
      <w:r>
        <w:t xml:space="preserve">Add a new total field for the selected field in the PivotTable </w:t>
      </w:r>
      <w:r w:rsidR="006E046F">
        <w:t>View</w:t>
      </w:r>
      <w:r>
        <w:t xml:space="preserve"> by using the Standard Deviation summary function</w:t>
      </w:r>
      <w:r w:rsidR="00C13F1A">
        <w:t xml:space="preserve"> = </w:t>
      </w:r>
      <w:r>
        <w:t xml:space="preserve">CTRL+SHIFT+D </w:t>
      </w:r>
    </w:p>
    <w:p w:rsidR="00031B7B" w:rsidRDefault="00031B7B" w:rsidP="00031B7B">
      <w:r>
        <w:t xml:space="preserve">Add a new total field for the selected field in the PivotTable </w:t>
      </w:r>
      <w:r w:rsidR="006E046F">
        <w:t>View</w:t>
      </w:r>
      <w:r>
        <w:t xml:space="preserve"> by using the Standard Deviation Population summary function</w:t>
      </w:r>
      <w:r w:rsidR="00C13F1A">
        <w:t xml:space="preserve"> = </w:t>
      </w:r>
      <w:r>
        <w:t xml:space="preserve">CTRL+SHIFT+T </w:t>
      </w:r>
    </w:p>
    <w:p w:rsidR="00031B7B" w:rsidRDefault="00031B7B" w:rsidP="00031B7B">
      <w:r>
        <w:t xml:space="preserve">Add a new total field for the selected field in the PivotTable </w:t>
      </w:r>
      <w:r w:rsidR="006E046F">
        <w:t>View</w:t>
      </w:r>
      <w:r>
        <w:t xml:space="preserve"> by using the Variance summary function</w:t>
      </w:r>
      <w:r w:rsidR="00C13F1A">
        <w:t xml:space="preserve"> = </w:t>
      </w:r>
      <w:r>
        <w:t xml:space="preserve">CTRL+SHIFT+V </w:t>
      </w:r>
    </w:p>
    <w:p w:rsidR="00031B7B" w:rsidRDefault="00031B7B" w:rsidP="00031B7B">
      <w:r>
        <w:t xml:space="preserve">Add a new total field for the selected field in the PivotTable </w:t>
      </w:r>
      <w:r w:rsidR="006E046F">
        <w:t>View</w:t>
      </w:r>
      <w:r>
        <w:t xml:space="preserve"> by using the Variance Population summary function</w:t>
      </w:r>
      <w:r w:rsidR="00C13F1A">
        <w:t xml:space="preserve"> = </w:t>
      </w:r>
      <w:r>
        <w:t xml:space="preserve">CTRL+SHIFT+R </w:t>
      </w:r>
    </w:p>
    <w:p w:rsidR="00031B7B" w:rsidRDefault="00031B7B" w:rsidP="00031B7B">
      <w:r>
        <w:t xml:space="preserve">Turn subtotals and grand totals on or off for the selected field in the PivotTable </w:t>
      </w:r>
      <w:r w:rsidR="006E046F">
        <w:t>View</w:t>
      </w:r>
      <w:r w:rsidR="00C13F1A">
        <w:t xml:space="preserve"> = </w:t>
      </w:r>
      <w:r>
        <w:t xml:space="preserve">CTRL+SHIFT+B </w:t>
      </w:r>
    </w:p>
    <w:p w:rsidR="00031B7B" w:rsidRDefault="00031B7B" w:rsidP="00031B7B">
      <w:r>
        <w:t>Add a calculated detail field</w:t>
      </w:r>
      <w:r w:rsidR="00C13F1A">
        <w:t xml:space="preserve"> = </w:t>
      </w:r>
      <w:r>
        <w:t>CTRL+F</w:t>
      </w:r>
    </w:p>
    <w:p w:rsidR="00C13F1A" w:rsidRDefault="00044C9A" w:rsidP="00044C9A">
      <w:pPr>
        <w:pStyle w:val="Heading3"/>
      </w:pPr>
      <w:bookmarkStart w:id="65" w:name="_Toc324764957"/>
      <w:r>
        <w:t>Keys</w:t>
      </w:r>
      <w:r w:rsidR="00B45495">
        <w:t>trokes</w:t>
      </w:r>
      <w:r>
        <w:t xml:space="preserve"> for Changing the Layout</w:t>
      </w:r>
      <w:bookmarkEnd w:id="65"/>
    </w:p>
    <w:p w:rsidR="00044C9A" w:rsidRDefault="00044C9A" w:rsidP="00044C9A">
      <w:pPr>
        <w:pStyle w:val="Heading4"/>
      </w:pPr>
      <w:r>
        <w:t>General</w:t>
      </w:r>
    </w:p>
    <w:p w:rsidR="00044C9A" w:rsidRDefault="00044C9A" w:rsidP="00044C9A">
      <w:r>
        <w:rPr>
          <w:b/>
        </w:rPr>
        <w:t>Note</w:t>
      </w:r>
      <w:r>
        <w:t xml:space="preserve">:  </w:t>
      </w:r>
      <w:r w:rsidRPr="00044C9A">
        <w:t>The following four shortcuts do not work if you press the keys 1, 2, 3, or 4 from the numeric pad of your keyboard.</w:t>
      </w:r>
    </w:p>
    <w:p w:rsidR="00044C9A" w:rsidRDefault="00044C9A" w:rsidP="00044C9A">
      <w:r>
        <w:t xml:space="preserve">Move the selected field in the PivotTable </w:t>
      </w:r>
      <w:r w:rsidR="006E046F">
        <w:t>View</w:t>
      </w:r>
      <w:r>
        <w:t xml:space="preserve"> to the row area = CTRL+1 </w:t>
      </w:r>
    </w:p>
    <w:p w:rsidR="00044C9A" w:rsidRDefault="00044C9A" w:rsidP="00044C9A">
      <w:r>
        <w:t xml:space="preserve">Move the selected field in the PivotTable </w:t>
      </w:r>
      <w:r w:rsidR="006E046F">
        <w:t>View</w:t>
      </w:r>
      <w:r>
        <w:t xml:space="preserve"> to the column area = CTRL+2 </w:t>
      </w:r>
    </w:p>
    <w:p w:rsidR="00044C9A" w:rsidRDefault="00044C9A" w:rsidP="00044C9A">
      <w:r>
        <w:t xml:space="preserve">Move the selected field in the PivotTable </w:t>
      </w:r>
      <w:r w:rsidR="006E046F">
        <w:t>View</w:t>
      </w:r>
      <w:r>
        <w:t xml:space="preserve"> to the filter area = CTRL+3 </w:t>
      </w:r>
    </w:p>
    <w:p w:rsidR="00044C9A" w:rsidRDefault="00044C9A" w:rsidP="00044C9A">
      <w:r>
        <w:t xml:space="preserve">Move the selected field in the PivotTable </w:t>
      </w:r>
      <w:r w:rsidR="006E046F">
        <w:t>View</w:t>
      </w:r>
      <w:r>
        <w:t xml:space="preserve"> to the detail area = CTRL+4 </w:t>
      </w:r>
    </w:p>
    <w:p w:rsidR="00044C9A" w:rsidRDefault="00044C9A" w:rsidP="00044C9A">
      <w:r>
        <w:t xml:space="preserve">Move the selected row or column field in the PivotTable </w:t>
      </w:r>
      <w:r w:rsidR="006E046F">
        <w:t>View</w:t>
      </w:r>
      <w:r>
        <w:t xml:space="preserve"> to a higher level = CTRL+LEFT ARROW </w:t>
      </w:r>
    </w:p>
    <w:p w:rsidR="00044C9A" w:rsidRDefault="00044C9A" w:rsidP="00044C9A">
      <w:r>
        <w:t xml:space="preserve">Move the selected row or column field in the PivotTable </w:t>
      </w:r>
      <w:r w:rsidR="006E046F">
        <w:t>View</w:t>
      </w:r>
      <w:r>
        <w:t xml:space="preserve"> to a lower level = CTRL+RIGHT ARROW</w:t>
      </w:r>
    </w:p>
    <w:p w:rsidR="00044C9A" w:rsidRDefault="00F74B15" w:rsidP="00F74B15">
      <w:pPr>
        <w:pStyle w:val="Heading3"/>
      </w:pPr>
      <w:bookmarkStart w:id="66" w:name="_Toc324764958"/>
      <w:r w:rsidRPr="00F74B15">
        <w:t>Keys</w:t>
      </w:r>
      <w:r w:rsidR="00B45495">
        <w:t>trokes</w:t>
      </w:r>
      <w:r w:rsidRPr="00F74B15">
        <w:t xml:space="preserve"> for </w:t>
      </w:r>
      <w:r>
        <w:t>F</w:t>
      </w:r>
      <w:r w:rsidRPr="00F74B15">
        <w:t xml:space="preserve">ormatting </w:t>
      </w:r>
      <w:r>
        <w:t>E</w:t>
      </w:r>
      <w:r w:rsidRPr="00F74B15">
        <w:t xml:space="preserve">lements in PivotTable </w:t>
      </w:r>
      <w:r>
        <w:t>V</w:t>
      </w:r>
      <w:r w:rsidRPr="00F74B15">
        <w:t>iew</w:t>
      </w:r>
      <w:bookmarkEnd w:id="66"/>
    </w:p>
    <w:p w:rsidR="00F74B15" w:rsidRDefault="00F74B15" w:rsidP="00F74B15">
      <w:pPr>
        <w:pStyle w:val="Heading4"/>
      </w:pPr>
      <w:r>
        <w:t>General</w:t>
      </w:r>
    </w:p>
    <w:p w:rsidR="00F74B15" w:rsidRPr="00F74B15" w:rsidRDefault="00F74B15" w:rsidP="00F74B15">
      <w:r w:rsidRPr="00F74B15">
        <w:t>To use the following shortcuts, first select a detail field or a data cell for a total field.</w:t>
      </w:r>
    </w:p>
    <w:p w:rsidR="00F74B15" w:rsidRPr="00F74B15" w:rsidRDefault="00F74B15" w:rsidP="00F74B15">
      <w:r w:rsidRPr="00F74B15">
        <w:t>The first seven keyboard shortcuts change the number format of the selected field.</w:t>
      </w:r>
    </w:p>
    <w:p w:rsidR="00F74B15" w:rsidRDefault="00F74B15" w:rsidP="00F74B15">
      <w:r>
        <w:t xml:space="preserve">Apply the general number format to values in the selected total or detail field = CTRL+SHIFT+~ (tilde) </w:t>
      </w:r>
    </w:p>
    <w:p w:rsidR="00F74B15" w:rsidRDefault="00F74B15" w:rsidP="00F74B15">
      <w:r>
        <w:t xml:space="preserve">Apply the currency format, with two decimal places and negative numbers in parentheses, to values in the selected total or detail field = CTRL+SHIFT+$ </w:t>
      </w:r>
    </w:p>
    <w:p w:rsidR="00F74B15" w:rsidRDefault="00F74B15" w:rsidP="00F74B15">
      <w:r>
        <w:t xml:space="preserve">Apply the percentage format, with no decimal places, to values in the selected total or detail field = CTRL+SHIFT+% </w:t>
      </w:r>
    </w:p>
    <w:p w:rsidR="00F74B15" w:rsidRDefault="00F74B15" w:rsidP="00F74B15">
      <w:r>
        <w:t xml:space="preserve">Apply the exponential number format, with two decimal places, to values in the selected total or detail field = CTRL+SHIFT+^ </w:t>
      </w:r>
    </w:p>
    <w:p w:rsidR="00F74B15" w:rsidRDefault="00F74B15" w:rsidP="00F74B15">
      <w:r>
        <w:t xml:space="preserve">Apply the date format, with the day, month, and year, to values in the selected total or detail field = CTRL+SHIFT+# </w:t>
      </w:r>
    </w:p>
    <w:p w:rsidR="00F74B15" w:rsidRDefault="00F74B15" w:rsidP="00F74B15">
      <w:r>
        <w:t xml:space="preserve">Apply the time format, with the hour, minute, and AM or PM, to values in the selected total or detail field = CTRL+SHIFT+@ </w:t>
      </w:r>
    </w:p>
    <w:p w:rsidR="00F74B15" w:rsidRDefault="00F74B15" w:rsidP="00F74B15">
      <w:r>
        <w:t xml:space="preserve">Apply the numeric format, with two decimal places, thousands separator, and a minus sign for negative values, to values in the selected total or detail field = CTRL+SHIFT+! </w:t>
      </w:r>
    </w:p>
    <w:p w:rsidR="00F74B15" w:rsidRDefault="00F74B15" w:rsidP="00F74B15">
      <w:r>
        <w:t xml:space="preserve">Make text bold in the selected field of the PivotTable </w:t>
      </w:r>
      <w:r w:rsidR="006E046F">
        <w:t>View</w:t>
      </w:r>
      <w:r>
        <w:t xml:space="preserve"> = CTRL+B </w:t>
      </w:r>
    </w:p>
    <w:p w:rsidR="00F74B15" w:rsidRDefault="00F74B15" w:rsidP="00F74B15">
      <w:r>
        <w:t xml:space="preserve">Make text underlined in the selected field of the PivotTable </w:t>
      </w:r>
      <w:r w:rsidR="006E046F">
        <w:t>View</w:t>
      </w:r>
      <w:r>
        <w:t xml:space="preserve"> = CTRL+U </w:t>
      </w:r>
    </w:p>
    <w:p w:rsidR="00F74B15" w:rsidRDefault="00F74B15" w:rsidP="00F74B15">
      <w:r>
        <w:t xml:space="preserve">Make text italic in the selected field of the PivotTable </w:t>
      </w:r>
      <w:r w:rsidR="006E046F">
        <w:t>View</w:t>
      </w:r>
      <w:r>
        <w:t xml:space="preserve"> = CTRL+I </w:t>
      </w:r>
    </w:p>
    <w:p w:rsidR="00F74B15" w:rsidRDefault="00335189" w:rsidP="00335189">
      <w:pPr>
        <w:pStyle w:val="Heading3"/>
      </w:pPr>
      <w:bookmarkStart w:id="67" w:name="_Toc324764959"/>
      <w:r>
        <w:t>Pivot Chart View</w:t>
      </w:r>
      <w:bookmarkEnd w:id="67"/>
    </w:p>
    <w:p w:rsidR="00335189" w:rsidRDefault="00335189" w:rsidP="00335189">
      <w:pPr>
        <w:pStyle w:val="Heading4"/>
      </w:pPr>
      <w:r>
        <w:t>Keys</w:t>
      </w:r>
      <w:r w:rsidR="00A70AB4">
        <w:t>trokes</w:t>
      </w:r>
      <w:r>
        <w:t xml:space="preserve"> for Selecting Items in a Chart</w:t>
      </w:r>
    </w:p>
    <w:p w:rsidR="00D57ED9" w:rsidRDefault="00D57ED9" w:rsidP="00D57ED9">
      <w:r>
        <w:t xml:space="preserve">Select the next item in the chart = RIGHT ARROW </w:t>
      </w:r>
    </w:p>
    <w:p w:rsidR="00D57ED9" w:rsidRDefault="00D57ED9" w:rsidP="00D57ED9">
      <w:r>
        <w:t xml:space="preserve">Select the previous item in the chart = LEFT ARROW </w:t>
      </w:r>
    </w:p>
    <w:p w:rsidR="00D57ED9" w:rsidRDefault="00D57ED9" w:rsidP="00D57ED9">
      <w:r>
        <w:t xml:space="preserve">Select the next group of items = DOWN ARROW </w:t>
      </w:r>
    </w:p>
    <w:p w:rsidR="00335189" w:rsidRDefault="00D57ED9" w:rsidP="00D57ED9">
      <w:r>
        <w:t>Select the previous group of items = UP ARROW</w:t>
      </w:r>
    </w:p>
    <w:p w:rsidR="009B072E" w:rsidRDefault="009B072E" w:rsidP="009B072E">
      <w:pPr>
        <w:pStyle w:val="Heading3"/>
      </w:pPr>
      <w:bookmarkStart w:id="68" w:name="_Toc324764960"/>
      <w:r>
        <w:t>Keys</w:t>
      </w:r>
      <w:r w:rsidR="005E7D67">
        <w:t>trokes</w:t>
      </w:r>
      <w:r>
        <w:t xml:space="preserve"> for Working with Properties and Options</w:t>
      </w:r>
      <w:bookmarkEnd w:id="68"/>
    </w:p>
    <w:p w:rsidR="009B072E" w:rsidRDefault="009B072E" w:rsidP="009B072E">
      <w:pPr>
        <w:pStyle w:val="Heading4"/>
      </w:pPr>
      <w:r>
        <w:t>General</w:t>
      </w:r>
    </w:p>
    <w:p w:rsidR="009B072E" w:rsidRDefault="009B072E" w:rsidP="009B072E">
      <w:r>
        <w:t xml:space="preserve">Display the Properties dialog box = ALT+ENTER </w:t>
      </w:r>
    </w:p>
    <w:p w:rsidR="009B072E" w:rsidRDefault="009B072E" w:rsidP="009B072E">
      <w:r>
        <w:t>When the Properties dialog box is active, select the next item on the active tab = TAB</w:t>
      </w:r>
    </w:p>
    <w:p w:rsidR="009B072E" w:rsidRDefault="009B072E" w:rsidP="009B072E">
      <w:r>
        <w:t xml:space="preserve">When a tab in the Properties dialog box is active, select the next tab = RIGHT ARROW </w:t>
      </w:r>
    </w:p>
    <w:p w:rsidR="009B072E" w:rsidRDefault="009B072E" w:rsidP="009B072E">
      <w:r>
        <w:t xml:space="preserve">When a tab in the Properties dialog box is active, select the previous tab = LEFT ARROW </w:t>
      </w:r>
    </w:p>
    <w:p w:rsidR="009B072E" w:rsidRDefault="009B072E" w:rsidP="009B072E">
      <w:r>
        <w:t xml:space="preserve">Display a list or palette when a button that contains a list or palette is selected = DOWN ARROW </w:t>
      </w:r>
    </w:p>
    <w:p w:rsidR="009B072E" w:rsidRDefault="009B072E" w:rsidP="009B072E">
      <w:r>
        <w:t xml:space="preserve">Display the shortcut menu = SHIFT+F10 </w:t>
      </w:r>
    </w:p>
    <w:p w:rsidR="009B072E" w:rsidRDefault="009B072E" w:rsidP="009B072E">
      <w:r>
        <w:t xml:space="preserve">Carry out a command on the shortcut menu = Underlined letter </w:t>
      </w:r>
    </w:p>
    <w:p w:rsidR="009B072E" w:rsidRDefault="009B072E" w:rsidP="009B072E">
      <w:r>
        <w:t>Close the shortcut menu without carrying out a command = ESC</w:t>
      </w:r>
      <w:r w:rsidR="005E7D67">
        <w:tab/>
      </w:r>
    </w:p>
    <w:p w:rsidR="005E7D67" w:rsidRDefault="005E7D67" w:rsidP="005E7D67">
      <w:pPr>
        <w:pStyle w:val="Heading3"/>
      </w:pPr>
      <w:bookmarkStart w:id="69" w:name="_Toc324764961"/>
      <w:r>
        <w:t>Keystrokes for Working with Fields</w:t>
      </w:r>
      <w:bookmarkEnd w:id="69"/>
    </w:p>
    <w:p w:rsidR="005E7D67" w:rsidRDefault="005E7D67" w:rsidP="005E7D67">
      <w:pPr>
        <w:pStyle w:val="Heading4"/>
      </w:pPr>
      <w:r>
        <w:t>General</w:t>
      </w:r>
    </w:p>
    <w:p w:rsidR="005E7D67" w:rsidRDefault="005E7D67" w:rsidP="005E7D67">
      <w:r>
        <w:t xml:space="preserve">Open the list for the currently selected field = ALT+DOWN ARROW </w:t>
      </w:r>
    </w:p>
    <w:p w:rsidR="005E7D67" w:rsidRDefault="005E7D67" w:rsidP="005E7D67">
      <w:r>
        <w:t xml:space="preserve">In the drop-down list for a field, alternately move to the most recently selected item, the OK button, and the Cancel button = TAB </w:t>
      </w:r>
    </w:p>
    <w:p w:rsidR="005E7D67" w:rsidRDefault="005E7D67" w:rsidP="005E7D67">
      <w:r>
        <w:t>In the drop-down list for a field, move to the next item = ARROW KEYS</w:t>
      </w:r>
    </w:p>
    <w:p w:rsidR="005E7D67" w:rsidRDefault="005E7D67" w:rsidP="005E7D67">
      <w:r>
        <w:t>In the drop-down list for a field, select or clear the check box for the current item</w:t>
      </w:r>
      <w:r w:rsidR="00335881">
        <w:t xml:space="preserve"> = </w:t>
      </w:r>
      <w:r>
        <w:t xml:space="preserve">SPACEBAR </w:t>
      </w:r>
    </w:p>
    <w:p w:rsidR="005E7D67" w:rsidRDefault="005E7D67" w:rsidP="005E7D67">
      <w:r>
        <w:t>Close the drop-down list for a field and apply any changes you made</w:t>
      </w:r>
      <w:r w:rsidR="00335881">
        <w:t xml:space="preserve"> = </w:t>
      </w:r>
      <w:r>
        <w:t xml:space="preserve">ENTER </w:t>
      </w:r>
    </w:p>
    <w:p w:rsidR="005E7D67" w:rsidRDefault="005E7D67" w:rsidP="005E7D67">
      <w:r>
        <w:t>Close the drop-down list for a field without applying your changes</w:t>
      </w:r>
      <w:r w:rsidR="00335881">
        <w:t xml:space="preserve"> = ESC</w:t>
      </w:r>
    </w:p>
    <w:p w:rsidR="00D1188C" w:rsidRDefault="00D1188C" w:rsidP="00D1188C">
      <w:pPr>
        <w:pStyle w:val="Heading3"/>
      </w:pPr>
      <w:bookmarkStart w:id="70" w:name="_Toc324764962"/>
      <w:r w:rsidRPr="00D1188C">
        <w:t>Keys</w:t>
      </w:r>
      <w:r w:rsidR="00B45495">
        <w:t>trokes</w:t>
      </w:r>
      <w:r w:rsidRPr="00D1188C">
        <w:t xml:space="preserve"> for </w:t>
      </w:r>
      <w:r w:rsidR="00567AB3">
        <w:t>W</w:t>
      </w:r>
      <w:r w:rsidR="00567AB3" w:rsidRPr="00D1188C">
        <w:t xml:space="preserve">orking </w:t>
      </w:r>
      <w:r w:rsidRPr="00D1188C">
        <w:t xml:space="preserve">with the Field List </w:t>
      </w:r>
      <w:r>
        <w:t>P</w:t>
      </w:r>
      <w:r w:rsidRPr="00D1188C">
        <w:t>ane</w:t>
      </w:r>
      <w:bookmarkEnd w:id="70"/>
    </w:p>
    <w:p w:rsidR="00D1188C" w:rsidRDefault="00D1188C" w:rsidP="00D1188C">
      <w:pPr>
        <w:pStyle w:val="Heading4"/>
      </w:pPr>
      <w:r>
        <w:t>General</w:t>
      </w:r>
    </w:p>
    <w:p w:rsidR="0038697D" w:rsidRDefault="0038697D" w:rsidP="0038697D">
      <w:r>
        <w:t xml:space="preserve">Display the Field List </w:t>
      </w:r>
      <w:r w:rsidR="00AE2C09">
        <w:t>Pane</w:t>
      </w:r>
      <w:r>
        <w:t xml:space="preserve">, or activate it if it is already displayed = CTRL+L </w:t>
      </w:r>
    </w:p>
    <w:p w:rsidR="0038697D" w:rsidRDefault="0038697D" w:rsidP="0038697D">
      <w:r>
        <w:t xml:space="preserve">Move to the next item in the Field List </w:t>
      </w:r>
      <w:r w:rsidR="00AE2C09">
        <w:t>Pane</w:t>
      </w:r>
      <w:r>
        <w:t xml:space="preserve"> = ARROW KEYS</w:t>
      </w:r>
    </w:p>
    <w:p w:rsidR="0038697D" w:rsidRDefault="0038697D" w:rsidP="0038697D">
      <w:r>
        <w:t xml:space="preserve">Move to the previous item and include it in the selection = SHIFT+UP ARROW </w:t>
      </w:r>
    </w:p>
    <w:p w:rsidR="0038697D" w:rsidRDefault="0038697D" w:rsidP="0038697D">
      <w:r>
        <w:t xml:space="preserve">Move to the next item and include it in the selection = SHIFT+DOWN ARROW </w:t>
      </w:r>
    </w:p>
    <w:p w:rsidR="0038697D" w:rsidRDefault="0038697D" w:rsidP="0038697D">
      <w:r>
        <w:t xml:space="preserve">Move to the previous item, but don't include the item in the selection = CTRL+UP ARROW </w:t>
      </w:r>
    </w:p>
    <w:p w:rsidR="0038697D" w:rsidRDefault="0038697D" w:rsidP="0038697D">
      <w:r>
        <w:t xml:space="preserve">Move to the next item, but don't include the item in the selection = CTRL+DOWN ARROW </w:t>
      </w:r>
    </w:p>
    <w:p w:rsidR="0038697D" w:rsidRDefault="0038697D" w:rsidP="0038697D">
      <w:r>
        <w:t xml:space="preserve">Remove the item from the selection if the item that has focus is included in the selection, and vice versa = CTRL+SPACEBAR </w:t>
      </w:r>
    </w:p>
    <w:p w:rsidR="0038697D" w:rsidRDefault="0038697D" w:rsidP="0038697D">
      <w:r>
        <w:t xml:space="preserve">Expand the current item in the Field List </w:t>
      </w:r>
      <w:r w:rsidR="00AE2C09">
        <w:t>Pane</w:t>
      </w:r>
      <w:r>
        <w:t xml:space="preserve"> to display its contents, or expand Totals to display the available total fields = PLUS SIGN (numeric keypad) </w:t>
      </w:r>
    </w:p>
    <w:p w:rsidR="0038697D" w:rsidRDefault="0038697D" w:rsidP="0038697D">
      <w:r>
        <w:t xml:space="preserve">Collapse the current item in the Field List </w:t>
      </w:r>
      <w:r w:rsidR="00AE2C09">
        <w:t>Pane</w:t>
      </w:r>
      <w:r>
        <w:t xml:space="preserve"> to hide its contents, or collapse Totals to hide the available total fields = MINUS SIGN (numeric keypad) </w:t>
      </w:r>
    </w:p>
    <w:p w:rsidR="0038697D" w:rsidRDefault="0038697D" w:rsidP="0038697D">
      <w:r>
        <w:t xml:space="preserve">In the Field List </w:t>
      </w:r>
      <w:r w:rsidR="00AE2C09">
        <w:t>Pane</w:t>
      </w:r>
      <w:r>
        <w:t>, alternately move to the most recently selected item, the Add to button, and the list next to the Add to button = TAB</w:t>
      </w:r>
    </w:p>
    <w:p w:rsidR="0038697D" w:rsidRDefault="0038697D" w:rsidP="0038697D">
      <w:r>
        <w:t xml:space="preserve">Open the drop-down list next to the Add to button in the Field List </w:t>
      </w:r>
      <w:r w:rsidR="00AE2C09">
        <w:t>Pane</w:t>
      </w:r>
      <w:r>
        <w:t xml:space="preserve">. Use the </w:t>
      </w:r>
      <w:r w:rsidR="00B45495">
        <w:t>ARROW KEYS</w:t>
      </w:r>
      <w:r>
        <w:t xml:space="preserve"> to move to the next item in the list, and then press ENTER to select an item = ALT+DOWN ARROW </w:t>
      </w:r>
    </w:p>
    <w:p w:rsidR="0038697D" w:rsidRDefault="0038697D" w:rsidP="0038697D">
      <w:r>
        <w:t xml:space="preserve">Add the highlighted field in the Field List </w:t>
      </w:r>
      <w:r w:rsidR="00AE2C09">
        <w:t>Pane</w:t>
      </w:r>
      <w:r>
        <w:t xml:space="preserve"> to the drop area that is displayed in the Add to list = ENTER </w:t>
      </w:r>
    </w:p>
    <w:p w:rsidR="007F7574" w:rsidRDefault="007F7574" w:rsidP="00A84AED">
      <w:pPr>
        <w:pStyle w:val="Heading1"/>
      </w:pPr>
      <w:bookmarkStart w:id="71" w:name="_Toc324764963"/>
      <w:r>
        <w:t>OBJECTIVE 5:</w:t>
      </w:r>
      <w:bookmarkEnd w:id="71"/>
    </w:p>
    <w:p w:rsidR="0038697D" w:rsidRDefault="007F7574">
      <w:pPr>
        <w:pStyle w:val="Heading2"/>
      </w:pPr>
      <w:bookmarkStart w:id="72" w:name="_Toc324764964"/>
      <w:r>
        <w:t>Microsoft Office Fluent</w:t>
      </w:r>
      <w:r w:rsidR="0038697D">
        <w:t xml:space="preserve"> Ribbon</w:t>
      </w:r>
      <w:bookmarkEnd w:id="72"/>
    </w:p>
    <w:p w:rsidR="0038697D" w:rsidRDefault="007F7574" w:rsidP="0038697D">
      <w:pPr>
        <w:pStyle w:val="Heading3"/>
      </w:pPr>
      <w:bookmarkStart w:id="73" w:name="_Toc324764965"/>
      <w:r>
        <w:t>Office Fluent</w:t>
      </w:r>
      <w:r w:rsidR="0038697D">
        <w:t xml:space="preserve"> Ribbon</w:t>
      </w:r>
      <w:bookmarkEnd w:id="73"/>
    </w:p>
    <w:p w:rsidR="0038697D" w:rsidRDefault="0038697D" w:rsidP="0038697D">
      <w:pPr>
        <w:pStyle w:val="Heading4"/>
      </w:pPr>
      <w:r>
        <w:t>General</w:t>
      </w:r>
    </w:p>
    <w:p w:rsidR="0038697D" w:rsidRPr="0038697D" w:rsidRDefault="0038697D" w:rsidP="0038697D">
      <w:pPr>
        <w:pStyle w:val="ListNumber"/>
        <w:tabs>
          <w:tab w:val="clear" w:pos="720"/>
          <w:tab w:val="num" w:pos="360"/>
        </w:tabs>
        <w:ind w:left="1800"/>
      </w:pPr>
      <w:r w:rsidRPr="0038697D">
        <w:t xml:space="preserve">Press ALT. </w:t>
      </w:r>
    </w:p>
    <w:p w:rsidR="0038697D" w:rsidRPr="0038697D" w:rsidRDefault="0038697D" w:rsidP="0038697D">
      <w:r w:rsidRPr="0038697D">
        <w:t xml:space="preserve">The KeyTips display over each feature that is available in the current view. </w:t>
      </w:r>
    </w:p>
    <w:p w:rsidR="0038697D" w:rsidRPr="0038697D" w:rsidRDefault="0038697D" w:rsidP="0038697D">
      <w:pPr>
        <w:pStyle w:val="ListNumber"/>
        <w:tabs>
          <w:tab w:val="clear" w:pos="720"/>
          <w:tab w:val="num" w:pos="360"/>
        </w:tabs>
        <w:ind w:left="1800"/>
      </w:pPr>
      <w:r w:rsidRPr="0038697D">
        <w:t xml:space="preserve">Press the letter shown in the KeyTip over the feature that you want to use. </w:t>
      </w:r>
    </w:p>
    <w:p w:rsidR="0038697D" w:rsidRPr="0038697D" w:rsidRDefault="0038697D" w:rsidP="0038697D">
      <w:pPr>
        <w:pStyle w:val="ListNumber"/>
        <w:tabs>
          <w:tab w:val="clear" w:pos="720"/>
          <w:tab w:val="num" w:pos="360"/>
        </w:tabs>
        <w:ind w:left="1800"/>
      </w:pPr>
      <w:r w:rsidRPr="0038697D">
        <w:t xml:space="preserve">Depending on which letter you press, </w:t>
      </w:r>
      <w:r w:rsidR="002F38D1">
        <w:t xml:space="preserve">Access </w:t>
      </w:r>
      <w:r w:rsidR="002F38D1" w:rsidRPr="0038697D">
        <w:t>might show</w:t>
      </w:r>
      <w:r w:rsidR="002F38D1">
        <w:t xml:space="preserve"> you</w:t>
      </w:r>
      <w:r w:rsidRPr="0038697D">
        <w:t xml:space="preserve"> additional KeyTips. For example, </w:t>
      </w:r>
      <w:r w:rsidR="00655D5C">
        <w:t>if the External Data tab is active and you press C, the Create tab displays, along with the KeyTips for the groups on that tab.</w:t>
      </w:r>
    </w:p>
    <w:p w:rsidR="0038697D" w:rsidRPr="0038697D" w:rsidRDefault="0038697D" w:rsidP="0038697D">
      <w:pPr>
        <w:pStyle w:val="ListNumber"/>
        <w:tabs>
          <w:tab w:val="clear" w:pos="720"/>
          <w:tab w:val="num" w:pos="360"/>
        </w:tabs>
        <w:ind w:left="1800"/>
      </w:pPr>
      <w:r w:rsidRPr="0038697D">
        <w:t xml:space="preserve">Continue pressing letters until you press the letter of the command or control that you want to use. In some cases, you must first press the letter of the group that contains the command. </w:t>
      </w:r>
    </w:p>
    <w:p w:rsidR="0038697D" w:rsidRPr="0038697D" w:rsidRDefault="0038697D" w:rsidP="0038697D">
      <w:r w:rsidRPr="0038697D">
        <w:rPr>
          <w:b/>
          <w:bCs/>
        </w:rPr>
        <w:t> Note</w:t>
      </w:r>
      <w:r>
        <w:rPr>
          <w:bCs/>
        </w:rPr>
        <w:t xml:space="preserve">:  </w:t>
      </w:r>
      <w:r w:rsidRPr="0038697D">
        <w:t>To cancel the action that you are taking and hide the KeyTips, press ALT.</w:t>
      </w:r>
    </w:p>
    <w:p w:rsidR="00655D5C" w:rsidRDefault="00655D5C" w:rsidP="00655D5C">
      <w:pPr>
        <w:pStyle w:val="Heading1"/>
      </w:pPr>
      <w:bookmarkStart w:id="74" w:name="_Toc324764966"/>
      <w:r w:rsidRPr="00655D5C">
        <w:t>objective</w:t>
      </w:r>
      <w:r>
        <w:t xml:space="preserve"> </w:t>
      </w:r>
      <w:r w:rsidR="000C1498">
        <w:t>6</w:t>
      </w:r>
      <w:r>
        <w:t>:</w:t>
      </w:r>
      <w:bookmarkEnd w:id="74"/>
    </w:p>
    <w:p w:rsidR="0038697D" w:rsidRDefault="00F30FED" w:rsidP="00A84AED">
      <w:pPr>
        <w:pStyle w:val="Heading2"/>
      </w:pPr>
      <w:bookmarkStart w:id="75" w:name="_Toc324764967"/>
      <w:r>
        <w:t>Online Help</w:t>
      </w:r>
      <w:bookmarkEnd w:id="75"/>
    </w:p>
    <w:p w:rsidR="00F30FED" w:rsidRDefault="00F30FED" w:rsidP="00F30FED">
      <w:pPr>
        <w:pStyle w:val="Heading3"/>
      </w:pPr>
      <w:bookmarkStart w:id="76" w:name="_Toc324764968"/>
      <w:r>
        <w:t>Keyboard Shortcuts for Using the Help Window</w:t>
      </w:r>
      <w:bookmarkEnd w:id="76"/>
    </w:p>
    <w:p w:rsidR="00F30FED" w:rsidRDefault="00F30FED" w:rsidP="00F30FED">
      <w:pPr>
        <w:pStyle w:val="Heading4"/>
      </w:pPr>
      <w:r>
        <w:t>General</w:t>
      </w:r>
    </w:p>
    <w:p w:rsidR="00F30FED" w:rsidRDefault="00F30FED" w:rsidP="00F30FED">
      <w:r w:rsidRPr="00F30FED">
        <w:t xml:space="preserve">The Help window provides access to all Office Help content. </w:t>
      </w:r>
      <w:r>
        <w:t xml:space="preserve"> </w:t>
      </w:r>
      <w:r w:rsidRPr="00F30FED">
        <w:t>The Help window displays topics and other Help content.</w:t>
      </w:r>
    </w:p>
    <w:p w:rsidR="00F30FED" w:rsidRDefault="00F30FED" w:rsidP="00F30FED">
      <w:pPr>
        <w:pStyle w:val="Heading4"/>
      </w:pPr>
      <w:r>
        <w:t>In the Help Window</w:t>
      </w:r>
    </w:p>
    <w:p w:rsidR="00F30FED" w:rsidRDefault="00F30FED" w:rsidP="00F30FED">
      <w:r>
        <w:t xml:space="preserve">Open the Help window = F1 </w:t>
      </w:r>
    </w:p>
    <w:p w:rsidR="00F30FED" w:rsidRDefault="00F30FED" w:rsidP="00F30FED">
      <w:r>
        <w:t xml:space="preserve">Switch between the Help window and the active program = ALT+TAB </w:t>
      </w:r>
    </w:p>
    <w:p w:rsidR="00F30FED" w:rsidRDefault="00F30FED" w:rsidP="00F30FED">
      <w:r>
        <w:t xml:space="preserve">Go back to Program Name Home = ALT+HOME </w:t>
      </w:r>
    </w:p>
    <w:p w:rsidR="00F30FED" w:rsidRDefault="00F30FED" w:rsidP="00F30FED">
      <w:r>
        <w:t xml:space="preserve">Select the next item in the Help window = TAB </w:t>
      </w:r>
    </w:p>
    <w:p w:rsidR="00F30FED" w:rsidRDefault="00F30FED" w:rsidP="00F30FED">
      <w:r>
        <w:t xml:space="preserve">Select the previous item in the Help window = SHIFT+TAB </w:t>
      </w:r>
    </w:p>
    <w:p w:rsidR="00F30FED" w:rsidRDefault="00F30FED" w:rsidP="00F30FED">
      <w:r>
        <w:t xml:space="preserve">Perform the action for the selected item = ENTER </w:t>
      </w:r>
    </w:p>
    <w:p w:rsidR="00F30FED" w:rsidRDefault="00F30FED" w:rsidP="00F30FED">
      <w:r>
        <w:t xml:space="preserve">In the Browse Program Name Help section of the Help window, select the next or previous item, respectively = TAB or SHIFT+TAB </w:t>
      </w:r>
    </w:p>
    <w:p w:rsidR="00F30FED" w:rsidRDefault="00F30FED" w:rsidP="00F30FED">
      <w:r>
        <w:t xml:space="preserve">In the Browse Program Name Help section of the Help window, expand or collapse the selected item, respectively = ENTER </w:t>
      </w:r>
    </w:p>
    <w:p w:rsidR="00F30FED" w:rsidRDefault="00F30FED" w:rsidP="00F30FED">
      <w:r>
        <w:t xml:space="preserve">Select the next hidden text or hyperlink, including Show All or Hide All at the top of a topic = TAB </w:t>
      </w:r>
    </w:p>
    <w:p w:rsidR="00F30FED" w:rsidRDefault="00F30FED" w:rsidP="00F30FED">
      <w:r>
        <w:t xml:space="preserve">Select the previous hidden text or hyperlink = SHIFT+TAB </w:t>
      </w:r>
    </w:p>
    <w:p w:rsidR="00F30FED" w:rsidRDefault="00F30FED" w:rsidP="00F30FED">
      <w:r>
        <w:t xml:space="preserve">Perform the action for the selected Show All, Hide All, hidden text, or hyperlink = ENTER </w:t>
      </w:r>
    </w:p>
    <w:p w:rsidR="00F30FED" w:rsidRDefault="00F30FED" w:rsidP="00F30FED">
      <w:r>
        <w:t xml:space="preserve">Move back to the previous Help topic (Back button) = ALT+LEFT ARROW or BACKSPACE </w:t>
      </w:r>
    </w:p>
    <w:p w:rsidR="00F30FED" w:rsidRDefault="00F30FED" w:rsidP="00F30FED">
      <w:r>
        <w:t xml:space="preserve">Move forward to the next Help topic (Forward button) = ALT+RIGHT ARROW </w:t>
      </w:r>
    </w:p>
    <w:p w:rsidR="00F30FED" w:rsidRDefault="00F30FED" w:rsidP="00F30FED">
      <w:r>
        <w:t xml:space="preserve">Scroll small amounts up or down, respectively, within the currently displayed Help topic = UP ARROW, DOWN ARROW </w:t>
      </w:r>
    </w:p>
    <w:p w:rsidR="00F30FED" w:rsidRDefault="00F30FED" w:rsidP="00F30FED">
      <w:r>
        <w:t xml:space="preserve">Scroll larger amounts up or down, respectively, within the currently displayed Help topic = PAGE UP, PAGE DOWN </w:t>
      </w:r>
    </w:p>
    <w:p w:rsidR="00F30FED" w:rsidRDefault="00F30FED" w:rsidP="00F30FED">
      <w:r>
        <w:t>Display a menu of commands for the Help window. This requires that the Help window have the active focus (</w:t>
      </w:r>
      <w:r w:rsidR="00B45495">
        <w:t>access</w:t>
      </w:r>
      <w:r>
        <w:t xml:space="preserve"> the Help window) = SHIFT+F10 </w:t>
      </w:r>
    </w:p>
    <w:p w:rsidR="00F30FED" w:rsidRDefault="00F30FED" w:rsidP="00F30FED">
      <w:r>
        <w:t xml:space="preserve">Stop the last action (Stop button) = ESC </w:t>
      </w:r>
    </w:p>
    <w:p w:rsidR="00F30FED" w:rsidRDefault="00F30FED" w:rsidP="00F30FED">
      <w:r>
        <w:t xml:space="preserve">Refresh the window (Refresh button) = F5 </w:t>
      </w:r>
    </w:p>
    <w:p w:rsidR="00F30FED" w:rsidRDefault="00F30FED" w:rsidP="00F30FED">
      <w:r>
        <w:t>Print the current Help topic = CTRL+P</w:t>
      </w:r>
    </w:p>
    <w:p w:rsidR="00F30FED" w:rsidRDefault="00F30FED" w:rsidP="00F30FED">
      <w:r w:rsidRPr="00F30FED">
        <w:rPr>
          <w:b/>
        </w:rPr>
        <w:t>Note</w:t>
      </w:r>
      <w:r>
        <w:t>:  If the cursor is not in the current Help topic, press F6 and then press CTRL+P.</w:t>
      </w:r>
    </w:p>
    <w:p w:rsidR="00F30FED" w:rsidRDefault="00F30FED" w:rsidP="00F30FED">
      <w:r>
        <w:t xml:space="preserve">Change the connection state = </w:t>
      </w:r>
      <w:r w:rsidR="002F38D1">
        <w:t>F6</w:t>
      </w:r>
      <w:r>
        <w:t xml:space="preserve"> and then press ENTER to open the list of choices </w:t>
      </w:r>
    </w:p>
    <w:p w:rsidR="00F30FED" w:rsidRDefault="00F30FED" w:rsidP="00F30FED">
      <w:r>
        <w:t xml:space="preserve">Switch among areas in the Help window; for example, switch between the toolbar and the Search list = F6 </w:t>
      </w:r>
    </w:p>
    <w:p w:rsidR="00F30FED" w:rsidRDefault="00F30FED" w:rsidP="00F30FED">
      <w:r>
        <w:t xml:space="preserve">In a Table of Contents in </w:t>
      </w:r>
      <w:r w:rsidR="001F4098">
        <w:t>T</w:t>
      </w:r>
      <w:r>
        <w:t xml:space="preserve">ree </w:t>
      </w:r>
      <w:r w:rsidR="001F4098">
        <w:t>V</w:t>
      </w:r>
      <w:r>
        <w:t xml:space="preserve">iew, select the next or previous item, respectively = UP ARROW, DOWN ARROW </w:t>
      </w:r>
    </w:p>
    <w:p w:rsidR="00F30FED" w:rsidRPr="00F30FED" w:rsidRDefault="001F4098" w:rsidP="00F30FED">
      <w:r>
        <w:t>In a Table of Contents in Tree V</w:t>
      </w:r>
      <w:r w:rsidR="00F30FED">
        <w:t>iew, expand or collapse the selected item, respectively = LEFT ARROW, RIGHT ARROW</w:t>
      </w:r>
    </w:p>
    <w:p w:rsidR="000C1498" w:rsidRDefault="000C1498">
      <w:pPr>
        <w:pStyle w:val="Heading1"/>
      </w:pPr>
      <w:bookmarkStart w:id="77" w:name="_Toc324764969"/>
      <w:bookmarkStart w:id="78" w:name="_Toc505590158"/>
      <w:bookmarkStart w:id="79" w:name="_Toc506778871"/>
      <w:bookmarkStart w:id="80" w:name="_Toc19940316"/>
      <w:bookmarkStart w:id="81" w:name="_Toc38690314"/>
      <w:bookmarkStart w:id="82" w:name="_Toc43272158"/>
      <w:r>
        <w:t>objective 7:</w:t>
      </w:r>
      <w:bookmarkEnd w:id="77"/>
    </w:p>
    <w:p w:rsidR="000C1498" w:rsidRDefault="000C1498" w:rsidP="00A84AED">
      <w:pPr>
        <w:pStyle w:val="Heading2"/>
      </w:pPr>
      <w:bookmarkStart w:id="83" w:name="_Toc324764970"/>
      <w:r>
        <w:t>JAWS Commands for Access</w:t>
      </w:r>
      <w:bookmarkEnd w:id="83"/>
    </w:p>
    <w:p w:rsidR="000C1498" w:rsidRDefault="000C1498" w:rsidP="00A84AED">
      <w:pPr>
        <w:pStyle w:val="Heading3"/>
      </w:pPr>
      <w:bookmarkStart w:id="84" w:name="_Toc324764971"/>
      <w:r>
        <w:t xml:space="preserve">JAWS </w:t>
      </w:r>
      <w:r w:rsidR="009968A6">
        <w:t>Commands for Access</w:t>
      </w:r>
      <w:bookmarkEnd w:id="84"/>
    </w:p>
    <w:p w:rsidR="000C1498" w:rsidRDefault="000C1498" w:rsidP="00A84AED">
      <w:pPr>
        <w:pStyle w:val="Heading4"/>
      </w:pPr>
      <w:r>
        <w:t>General</w:t>
      </w:r>
    </w:p>
    <w:p w:rsidR="00A060A7" w:rsidRPr="00A060A7" w:rsidRDefault="00A060A7" w:rsidP="00A84AED"/>
    <w:p w:rsidR="00A060A7" w:rsidRPr="00A84AED" w:rsidRDefault="00A060A7" w:rsidP="00A84AED">
      <w:pPr>
        <w:rPr>
          <w:lang w:eastAsia="en-US"/>
        </w:rPr>
      </w:pPr>
      <w:r w:rsidRPr="00A84AED">
        <w:rPr>
          <w:lang w:eastAsia="en-US"/>
        </w:rPr>
        <w:t xml:space="preserve">Close </w:t>
      </w:r>
      <w:r w:rsidR="002F38D1" w:rsidRPr="00A84AED">
        <w:rPr>
          <w:lang w:eastAsia="en-US"/>
        </w:rPr>
        <w:t>list box</w:t>
      </w:r>
      <w:r w:rsidRPr="00A84AED">
        <w:rPr>
          <w:lang w:eastAsia="en-US"/>
        </w:rPr>
        <w:t xml:space="preserve"> = </w:t>
      </w:r>
      <w:r w:rsidRPr="00A84AED">
        <w:rPr>
          <w:bCs/>
          <w:lang w:eastAsia="en-US"/>
        </w:rPr>
        <w:t>ALT+UP ARROW</w:t>
      </w:r>
    </w:p>
    <w:p w:rsidR="00A060A7" w:rsidRPr="00A84AED" w:rsidRDefault="00A060A7" w:rsidP="00A84AED">
      <w:pPr>
        <w:rPr>
          <w:lang w:eastAsia="en-US"/>
        </w:rPr>
      </w:pPr>
      <w:r w:rsidRPr="00A84AED">
        <w:rPr>
          <w:lang w:eastAsia="en-US"/>
        </w:rPr>
        <w:t xml:space="preserve">Create a join in Query Design View grid = </w:t>
      </w:r>
      <w:r w:rsidRPr="00A84AED">
        <w:rPr>
          <w:bCs/>
          <w:lang w:eastAsia="en-US"/>
        </w:rPr>
        <w:t>CTRL+SHIFT+J</w:t>
      </w:r>
    </w:p>
    <w:p w:rsidR="00A060A7" w:rsidRPr="00A84AED" w:rsidRDefault="00A060A7" w:rsidP="00A84AED">
      <w:pPr>
        <w:rPr>
          <w:lang w:eastAsia="en-US"/>
        </w:rPr>
      </w:pPr>
      <w:r w:rsidRPr="00A84AED">
        <w:rPr>
          <w:lang w:eastAsia="en-US"/>
        </w:rPr>
        <w:t xml:space="preserve">Create relationship = </w:t>
      </w:r>
      <w:r w:rsidRPr="00A84AED">
        <w:rPr>
          <w:bCs/>
          <w:lang w:eastAsia="en-US"/>
        </w:rPr>
        <w:t>CTRL+SHIFT+C</w:t>
      </w:r>
    </w:p>
    <w:p w:rsidR="00A060A7" w:rsidRPr="00A84AED" w:rsidRDefault="00A060A7" w:rsidP="00A84AED">
      <w:pPr>
        <w:rPr>
          <w:lang w:eastAsia="en-US"/>
        </w:rPr>
      </w:pPr>
      <w:r w:rsidRPr="00A84AED">
        <w:rPr>
          <w:lang w:eastAsia="en-US"/>
        </w:rPr>
        <w:t xml:space="preserve">Delete relationship = </w:t>
      </w:r>
      <w:r w:rsidRPr="00A84AED">
        <w:rPr>
          <w:bCs/>
          <w:lang w:eastAsia="en-US"/>
        </w:rPr>
        <w:t>CTRL+DELETE</w:t>
      </w:r>
    </w:p>
    <w:p w:rsidR="00A060A7" w:rsidRPr="00A84AED" w:rsidRDefault="00A060A7" w:rsidP="00A84AED">
      <w:pPr>
        <w:rPr>
          <w:lang w:eastAsia="en-US"/>
        </w:rPr>
      </w:pPr>
      <w:r w:rsidRPr="00A84AED">
        <w:rPr>
          <w:lang w:eastAsia="en-US"/>
        </w:rPr>
        <w:t xml:space="preserve">Read active report = </w:t>
      </w:r>
      <w:r w:rsidRPr="00A84AED">
        <w:rPr>
          <w:bCs/>
          <w:lang w:eastAsia="en-US"/>
        </w:rPr>
        <w:t>CTRL+SHIFT+R</w:t>
      </w:r>
    </w:p>
    <w:p w:rsidR="00A060A7" w:rsidRPr="00A84AED" w:rsidRDefault="00A060A7" w:rsidP="00A84AED">
      <w:pPr>
        <w:rPr>
          <w:lang w:eastAsia="en-US"/>
        </w:rPr>
      </w:pPr>
      <w:r w:rsidRPr="00A84AED">
        <w:rPr>
          <w:lang w:eastAsia="en-US"/>
        </w:rPr>
        <w:t xml:space="preserve">Read data sheet coordinates = </w:t>
      </w:r>
      <w:r w:rsidRPr="00A84AED">
        <w:rPr>
          <w:bCs/>
          <w:lang w:eastAsia="en-US"/>
        </w:rPr>
        <w:t>INSERT+C</w:t>
      </w:r>
    </w:p>
    <w:p w:rsidR="00A060A7" w:rsidRPr="00A84AED" w:rsidRDefault="00A060A7" w:rsidP="00A84AED">
      <w:pPr>
        <w:rPr>
          <w:lang w:eastAsia="en-US"/>
        </w:rPr>
      </w:pPr>
      <w:r w:rsidRPr="00A84AED">
        <w:rPr>
          <w:lang w:eastAsia="en-US"/>
        </w:rPr>
        <w:t>Clear value for join or relationship</w:t>
      </w:r>
      <w:r w:rsidR="00F811C1" w:rsidRPr="00A84AED">
        <w:rPr>
          <w:lang w:eastAsia="en-US"/>
        </w:rPr>
        <w:t xml:space="preserve"> = </w:t>
      </w:r>
      <w:r w:rsidRPr="00A84AED">
        <w:rPr>
          <w:bCs/>
          <w:lang w:eastAsia="en-US"/>
        </w:rPr>
        <w:t>CTRL+INSERT+C</w:t>
      </w:r>
    </w:p>
    <w:p w:rsidR="00A060A7" w:rsidRPr="00A84AED" w:rsidRDefault="00A060A7" w:rsidP="00A84AED">
      <w:pPr>
        <w:rPr>
          <w:lang w:eastAsia="en-US"/>
        </w:rPr>
      </w:pPr>
      <w:r w:rsidRPr="00A84AED">
        <w:rPr>
          <w:lang w:eastAsia="en-US"/>
        </w:rPr>
        <w:t>Say record number</w:t>
      </w:r>
      <w:r w:rsidR="00F811C1" w:rsidRPr="00A84AED">
        <w:rPr>
          <w:lang w:eastAsia="en-US"/>
        </w:rPr>
        <w:t xml:space="preserve"> = </w:t>
      </w:r>
      <w:r w:rsidRPr="00A84AED">
        <w:rPr>
          <w:bCs/>
          <w:lang w:eastAsia="en-US"/>
        </w:rPr>
        <w:t>CTRL+INSERT+R</w:t>
      </w:r>
    </w:p>
    <w:p w:rsidR="00A060A7" w:rsidRPr="00A84AED" w:rsidRDefault="00A060A7" w:rsidP="00A84AED">
      <w:pPr>
        <w:rPr>
          <w:lang w:eastAsia="en-US"/>
        </w:rPr>
      </w:pPr>
      <w:r w:rsidRPr="00A84AED">
        <w:rPr>
          <w:lang w:eastAsia="en-US"/>
        </w:rPr>
        <w:t>List controls on current form</w:t>
      </w:r>
      <w:r w:rsidR="00F811C1" w:rsidRPr="00A84AED">
        <w:rPr>
          <w:lang w:eastAsia="en-US"/>
        </w:rPr>
        <w:t xml:space="preserve"> = </w:t>
      </w:r>
      <w:r w:rsidRPr="00A84AED">
        <w:rPr>
          <w:bCs/>
          <w:lang w:eastAsia="en-US"/>
        </w:rPr>
        <w:t>CTRL+SHIFT+L</w:t>
      </w:r>
    </w:p>
    <w:p w:rsidR="00A060A7" w:rsidRPr="00A84AED" w:rsidRDefault="00A060A7" w:rsidP="00A84AED">
      <w:pPr>
        <w:rPr>
          <w:lang w:eastAsia="en-US"/>
        </w:rPr>
      </w:pPr>
      <w:r w:rsidRPr="00A84AED">
        <w:rPr>
          <w:lang w:eastAsia="en-US"/>
        </w:rPr>
        <w:t>Select toolbox control</w:t>
      </w:r>
      <w:r w:rsidR="00F811C1" w:rsidRPr="00A84AED">
        <w:rPr>
          <w:lang w:eastAsia="en-US"/>
        </w:rPr>
        <w:t xml:space="preserve"> = </w:t>
      </w:r>
      <w:r w:rsidRPr="00A84AED">
        <w:rPr>
          <w:bCs/>
          <w:lang w:eastAsia="en-US"/>
        </w:rPr>
        <w:t>CTRL+SHIFT+B</w:t>
      </w:r>
      <w:r w:rsidR="00F811C1" w:rsidRPr="00A84AED">
        <w:rPr>
          <w:lang w:eastAsia="en-US"/>
        </w:rPr>
        <w:t xml:space="preserve"> </w:t>
      </w:r>
    </w:p>
    <w:p w:rsidR="00A060A7" w:rsidRPr="00A84AED" w:rsidRDefault="00A060A7" w:rsidP="00A84AED">
      <w:pPr>
        <w:rPr>
          <w:lang w:eastAsia="en-US"/>
        </w:rPr>
      </w:pPr>
      <w:r w:rsidRPr="00A84AED">
        <w:rPr>
          <w:lang w:eastAsia="en-US"/>
        </w:rPr>
        <w:t>Speak database summary</w:t>
      </w:r>
      <w:r w:rsidR="00F811C1" w:rsidRPr="00A84AED">
        <w:rPr>
          <w:lang w:eastAsia="en-US"/>
        </w:rPr>
        <w:t xml:space="preserve"> = </w:t>
      </w:r>
      <w:r w:rsidRPr="00A84AED">
        <w:rPr>
          <w:bCs/>
          <w:lang w:eastAsia="en-US"/>
        </w:rPr>
        <w:t>CTRL+SHIFT+D</w:t>
      </w:r>
      <w:r w:rsidR="00F811C1" w:rsidRPr="00A84AED">
        <w:rPr>
          <w:lang w:eastAsia="en-US"/>
        </w:rPr>
        <w:t xml:space="preserve"> </w:t>
      </w:r>
    </w:p>
    <w:p w:rsidR="00A060A7" w:rsidRPr="00A84AED" w:rsidRDefault="00A060A7" w:rsidP="00A84AED">
      <w:pPr>
        <w:rPr>
          <w:lang w:eastAsia="en-US"/>
        </w:rPr>
      </w:pPr>
      <w:r w:rsidRPr="00A84AED">
        <w:rPr>
          <w:lang w:eastAsia="en-US"/>
        </w:rPr>
        <w:t>Speak relationship</w:t>
      </w:r>
      <w:r w:rsidR="00777542" w:rsidRPr="00A84AED">
        <w:rPr>
          <w:lang w:eastAsia="en-US"/>
        </w:rPr>
        <w:t xml:space="preserve"> = </w:t>
      </w:r>
      <w:r w:rsidRPr="00A84AED">
        <w:rPr>
          <w:bCs/>
          <w:lang w:eastAsia="en-US"/>
        </w:rPr>
        <w:t>INSERT+UP ARROW</w:t>
      </w:r>
    </w:p>
    <w:p w:rsidR="00A060A7" w:rsidRPr="00A84AED" w:rsidRDefault="00A060A7" w:rsidP="00A84AED">
      <w:pPr>
        <w:rPr>
          <w:lang w:eastAsia="en-US"/>
        </w:rPr>
      </w:pPr>
      <w:r w:rsidRPr="00A84AED">
        <w:rPr>
          <w:lang w:eastAsia="en-US"/>
        </w:rPr>
        <w:t>Speak summary of table</w:t>
      </w:r>
      <w:r w:rsidR="00777542" w:rsidRPr="00A84AED">
        <w:rPr>
          <w:lang w:eastAsia="en-US"/>
        </w:rPr>
        <w:t xml:space="preserve"> = </w:t>
      </w:r>
      <w:r w:rsidRPr="00A84AED">
        <w:rPr>
          <w:bCs/>
          <w:lang w:eastAsia="en-US"/>
        </w:rPr>
        <w:t>CTRL+SHIFT+T</w:t>
      </w:r>
    </w:p>
    <w:p w:rsidR="00A060A7" w:rsidRPr="00A84AED" w:rsidRDefault="00A060A7" w:rsidP="00A84AED">
      <w:pPr>
        <w:rPr>
          <w:lang w:eastAsia="en-US"/>
        </w:rPr>
      </w:pPr>
      <w:r w:rsidRPr="00A84AED">
        <w:rPr>
          <w:lang w:eastAsia="en-US"/>
        </w:rPr>
        <w:t>Repeat Spell check information</w:t>
      </w:r>
      <w:r w:rsidR="00777542" w:rsidRPr="00A84AED">
        <w:rPr>
          <w:lang w:eastAsia="en-US"/>
        </w:rPr>
        <w:t xml:space="preserve"> = </w:t>
      </w:r>
      <w:r w:rsidRPr="00A84AED">
        <w:rPr>
          <w:bCs/>
          <w:lang w:eastAsia="en-US"/>
        </w:rPr>
        <w:t>INSERT+F7</w:t>
      </w:r>
    </w:p>
    <w:p w:rsidR="00A060A7" w:rsidRPr="00A84AED" w:rsidRDefault="00A060A7" w:rsidP="00A84AED">
      <w:pPr>
        <w:rPr>
          <w:lang w:eastAsia="en-US"/>
        </w:rPr>
      </w:pPr>
      <w:r w:rsidRPr="00A84AED">
        <w:rPr>
          <w:lang w:eastAsia="en-US"/>
        </w:rPr>
        <w:t>Toggle label search on or off</w:t>
      </w:r>
      <w:r w:rsidR="00777542" w:rsidRPr="00A84AED">
        <w:rPr>
          <w:lang w:eastAsia="en-US"/>
        </w:rPr>
        <w:t xml:space="preserve"> = </w:t>
      </w:r>
      <w:r w:rsidRPr="00A84AED">
        <w:rPr>
          <w:bCs/>
          <w:lang w:eastAsia="en-US"/>
        </w:rPr>
        <w:t>INSERT+F8</w:t>
      </w:r>
    </w:p>
    <w:p w:rsidR="00A060A7" w:rsidRPr="00A84AED" w:rsidRDefault="00A060A7" w:rsidP="00A84AED">
      <w:pPr>
        <w:rPr>
          <w:lang w:eastAsia="en-US"/>
        </w:rPr>
      </w:pPr>
      <w:r w:rsidRPr="00A84AED">
        <w:rPr>
          <w:lang w:eastAsia="en-US"/>
        </w:rPr>
        <w:t>Say Access version</w:t>
      </w:r>
      <w:r w:rsidR="003B5719" w:rsidRPr="00A84AED">
        <w:rPr>
          <w:lang w:eastAsia="en-US"/>
        </w:rPr>
        <w:t xml:space="preserve"> = </w:t>
      </w:r>
      <w:r w:rsidRPr="00A84AED">
        <w:rPr>
          <w:bCs/>
          <w:lang w:eastAsia="en-US"/>
        </w:rPr>
        <w:t>CTRL+INSERT+V</w:t>
      </w:r>
    </w:p>
    <w:p w:rsidR="00A060A7" w:rsidRPr="00A84AED" w:rsidRDefault="00A060A7" w:rsidP="00A84AED">
      <w:pPr>
        <w:rPr>
          <w:lang w:eastAsia="en-US"/>
        </w:rPr>
      </w:pPr>
      <w:r w:rsidRPr="00A84AED">
        <w:rPr>
          <w:lang w:eastAsia="en-US"/>
        </w:rPr>
        <w:t>Read Status bar</w:t>
      </w:r>
      <w:r w:rsidR="003B5719" w:rsidRPr="00A84AED">
        <w:rPr>
          <w:lang w:eastAsia="en-US"/>
        </w:rPr>
        <w:t xml:space="preserve"> = </w:t>
      </w:r>
      <w:r w:rsidRPr="00A84AED">
        <w:rPr>
          <w:bCs/>
          <w:lang w:eastAsia="en-US"/>
        </w:rPr>
        <w:t>INSERT+DELETE</w:t>
      </w:r>
    </w:p>
    <w:p w:rsidR="00A060A7" w:rsidRPr="00A84AED" w:rsidRDefault="00A060A7" w:rsidP="00A84AED">
      <w:pPr>
        <w:rPr>
          <w:lang w:eastAsia="en-US"/>
        </w:rPr>
      </w:pPr>
      <w:r w:rsidRPr="00A84AED">
        <w:rPr>
          <w:lang w:eastAsia="en-US"/>
        </w:rPr>
        <w:t>Up one level</w:t>
      </w:r>
      <w:r w:rsidR="003B5719" w:rsidRPr="00A84AED">
        <w:rPr>
          <w:lang w:eastAsia="en-US"/>
        </w:rPr>
        <w:t xml:space="preserve"> = </w:t>
      </w:r>
      <w:r w:rsidRPr="00A84AED">
        <w:rPr>
          <w:bCs/>
          <w:lang w:eastAsia="en-US"/>
        </w:rPr>
        <w:t>ALT+1</w:t>
      </w:r>
      <w:r w:rsidR="003B5719" w:rsidRPr="00A84AED">
        <w:rPr>
          <w:lang w:eastAsia="en-US"/>
        </w:rPr>
        <w:t xml:space="preserve"> </w:t>
      </w:r>
    </w:p>
    <w:p w:rsidR="000C1498" w:rsidRPr="006B1B0B" w:rsidRDefault="00A060A7" w:rsidP="00A84AED">
      <w:r w:rsidRPr="00A84AED">
        <w:rPr>
          <w:lang w:eastAsia="en-US"/>
        </w:rPr>
        <w:t>Back</w:t>
      </w:r>
      <w:r w:rsidR="003B5719" w:rsidRPr="00A84AED">
        <w:rPr>
          <w:lang w:eastAsia="en-US"/>
        </w:rPr>
        <w:t xml:space="preserve"> = </w:t>
      </w:r>
      <w:r w:rsidRPr="00A84AED">
        <w:rPr>
          <w:bCs/>
          <w:lang w:eastAsia="en-US"/>
        </w:rPr>
        <w:t>ALT+2</w:t>
      </w:r>
      <w:r w:rsidRPr="00A84AED">
        <w:rPr>
          <w:lang w:eastAsia="en-US"/>
        </w:rPr>
        <w:t xml:space="preserve"> </w:t>
      </w:r>
    </w:p>
    <w:p w:rsidR="00995F32" w:rsidRDefault="00995F32">
      <w:pPr>
        <w:pStyle w:val="Heading1"/>
      </w:pPr>
      <w:bookmarkStart w:id="85" w:name="_Toc324764972"/>
      <w:r>
        <w:t>Glossary</w:t>
      </w:r>
      <w:bookmarkEnd w:id="78"/>
      <w:bookmarkEnd w:id="79"/>
      <w:bookmarkEnd w:id="80"/>
      <w:bookmarkEnd w:id="81"/>
      <w:bookmarkEnd w:id="82"/>
      <w:bookmarkEnd w:id="85"/>
    </w:p>
    <w:p w:rsidR="004476C8" w:rsidRDefault="004476C8" w:rsidP="004476C8">
      <w:pPr>
        <w:pStyle w:val="Heading2"/>
      </w:pPr>
      <w:bookmarkStart w:id="86" w:name="_Toc324764973"/>
      <w:r>
        <w:t>Office Access 2010</w:t>
      </w:r>
      <w:bookmarkEnd w:id="86"/>
    </w:p>
    <w:p w:rsidR="004476C8" w:rsidRPr="004476C8" w:rsidRDefault="004476C8" w:rsidP="004476C8">
      <w:pPr>
        <w:pStyle w:val="Heading3"/>
      </w:pPr>
      <w:bookmarkStart w:id="87" w:name="_Toc324764974"/>
      <w:r>
        <w:t>Terms and Definitions</w:t>
      </w:r>
      <w:bookmarkEnd w:id="87"/>
    </w:p>
    <w:p w:rsidR="00EA4418" w:rsidRDefault="00EA4418" w:rsidP="00EA4418">
      <w:pPr>
        <w:pStyle w:val="Heading4"/>
      </w:pPr>
      <w:bookmarkStart w:id="88" w:name="_Toc158169442"/>
      <w:r>
        <w:t xml:space="preserve">Office Access </w:t>
      </w:r>
      <w:r w:rsidR="009C3F68">
        <w:t>2010</w:t>
      </w:r>
      <w:r w:rsidR="004476C8">
        <w:t xml:space="preserve"> Terms and Definitions</w:t>
      </w:r>
    </w:p>
    <w:p w:rsidR="00EA4418" w:rsidRPr="00791335" w:rsidRDefault="00EA4418" w:rsidP="00EA4418">
      <w:r w:rsidRPr="00E13743">
        <w:rPr>
          <w:b/>
        </w:rPr>
        <w:t>Column</w:t>
      </w:r>
      <w:r>
        <w:t xml:space="preserve">:  </w:t>
      </w:r>
      <w:r w:rsidRPr="00791335">
        <w:t xml:space="preserve">An element in a table that contains attributes for each object. </w:t>
      </w:r>
    </w:p>
    <w:p w:rsidR="00EA4418" w:rsidRPr="00791335" w:rsidRDefault="00EA4418" w:rsidP="00EA4418">
      <w:r w:rsidRPr="00E13743">
        <w:rPr>
          <w:b/>
        </w:rPr>
        <w:t>Data Entry</w:t>
      </w:r>
      <w:r>
        <w:t xml:space="preserve">:  </w:t>
      </w:r>
      <w:r w:rsidRPr="00791335">
        <w:t xml:space="preserve">The process of entering data into a database. </w:t>
      </w:r>
    </w:p>
    <w:p w:rsidR="00EA4418" w:rsidRPr="00791335" w:rsidRDefault="00EA4418" w:rsidP="00EA4418">
      <w:r w:rsidRPr="00227252">
        <w:rPr>
          <w:b/>
        </w:rPr>
        <w:t>Database Objects</w:t>
      </w:r>
      <w:r>
        <w:t xml:space="preserve">:  </w:t>
      </w:r>
      <w:r w:rsidRPr="00791335">
        <w:t xml:space="preserve">Fundamental database elements such as tables, forms, and reports. </w:t>
      </w:r>
    </w:p>
    <w:p w:rsidR="00EA4418" w:rsidRDefault="00EA4418" w:rsidP="00EA4418">
      <w:r w:rsidRPr="00227252">
        <w:rPr>
          <w:b/>
        </w:rPr>
        <w:t>Datasheet</w:t>
      </w:r>
      <w:r>
        <w:t xml:space="preserve">:  </w:t>
      </w:r>
      <w:r w:rsidRPr="00791335">
        <w:t>A tabular sheet in an Office Access database table from where</w:t>
      </w:r>
      <w:r w:rsidR="002F38D1">
        <w:t xml:space="preserve"> you can directly enter</w:t>
      </w:r>
      <w:r w:rsidRPr="00791335">
        <w:t xml:space="preserve"> data into the database.</w:t>
      </w:r>
    </w:p>
    <w:p w:rsidR="00EA4418" w:rsidRPr="00791335" w:rsidRDefault="00EA4418" w:rsidP="00EA4418">
      <w:r w:rsidRPr="00227252">
        <w:rPr>
          <w:b/>
        </w:rPr>
        <w:t>Field</w:t>
      </w:r>
      <w:r>
        <w:t xml:space="preserve">:  </w:t>
      </w:r>
      <w:r w:rsidRPr="00791335">
        <w:t xml:space="preserve">A space allocated for information about an object. It is the smallest unit of information you can retrieve from a database. </w:t>
      </w:r>
    </w:p>
    <w:p w:rsidR="00EA4418" w:rsidRDefault="00EA4418" w:rsidP="00EA4418">
      <w:r w:rsidRPr="00227252">
        <w:rPr>
          <w:b/>
        </w:rPr>
        <w:t>Form</w:t>
      </w:r>
      <w:r>
        <w:t xml:space="preserve">:  </w:t>
      </w:r>
      <w:r w:rsidRPr="00791335">
        <w:t>An interface that you can use to enter or modify data in a record or a set of related records.</w:t>
      </w:r>
    </w:p>
    <w:p w:rsidR="008D1EC0" w:rsidRDefault="008D1EC0" w:rsidP="00EA4418">
      <w:r w:rsidRPr="00A84AED">
        <w:rPr>
          <w:b/>
        </w:rPr>
        <w:t>Lookup Field</w:t>
      </w:r>
      <w:r>
        <w:t xml:space="preserve">: A field, used on a form or report in an Access database, that </w:t>
      </w:r>
      <w:r w:rsidR="002F38D1">
        <w:t>displays</w:t>
      </w:r>
      <w:r>
        <w:t xml:space="preserve"> a list of values retrieved from a table or query, or stores a static set of values.</w:t>
      </w:r>
    </w:p>
    <w:p w:rsidR="006A6147" w:rsidRPr="006A6147" w:rsidRDefault="006A6147" w:rsidP="00EA4418">
      <w:r w:rsidRPr="006A6147">
        <w:rPr>
          <w:b/>
        </w:rPr>
        <w:t>Move mode</w:t>
      </w:r>
      <w:r w:rsidRPr="00A84AED">
        <w:t xml:space="preserve">: The mode in which you can move </w:t>
      </w:r>
      <w:r>
        <w:t xml:space="preserve">a column </w:t>
      </w:r>
      <w:r w:rsidRPr="00A84AED">
        <w:t>in Datasheet View by using the LEFT and RIGHT ARROW KEYS.</w:t>
      </w:r>
    </w:p>
    <w:p w:rsidR="00F12200" w:rsidRDefault="00F12200" w:rsidP="00EA4418">
      <w:r w:rsidRPr="000072C5">
        <w:rPr>
          <w:b/>
        </w:rPr>
        <w:t>Navigation mode</w:t>
      </w:r>
      <w:r w:rsidRPr="00A84AED">
        <w:t>: The mode in Microsoft Access in which</w:t>
      </w:r>
      <w:r w:rsidR="002F38D1">
        <w:t xml:space="preserve"> Access selects</w:t>
      </w:r>
      <w:r w:rsidRPr="00A84AED">
        <w:t xml:space="preserve"> an entire field and the insertion point is not visible. In Navigation mode, you can move between fields by using the ARROW KEYS</w:t>
      </w:r>
    </w:p>
    <w:p w:rsidR="00EA4418" w:rsidRDefault="00EA4418" w:rsidP="00EA4418">
      <w:r w:rsidRPr="00227252">
        <w:rPr>
          <w:b/>
        </w:rPr>
        <w:t>PivotTable</w:t>
      </w:r>
      <w:r>
        <w:t xml:space="preserve">:  </w:t>
      </w:r>
      <w:r w:rsidRPr="00791335">
        <w:t xml:space="preserve">An interactive table used to quickly combine and compare large amounts of data. </w:t>
      </w:r>
    </w:p>
    <w:p w:rsidR="002A1BA0" w:rsidRPr="00791335" w:rsidRDefault="002A1BA0" w:rsidP="00EA4418">
      <w:r w:rsidRPr="00A84AED">
        <w:rPr>
          <w:b/>
        </w:rPr>
        <w:t xml:space="preserve">PivotTable </w:t>
      </w:r>
      <w:r w:rsidR="00406FA2">
        <w:rPr>
          <w:b/>
        </w:rPr>
        <w:t>V</w:t>
      </w:r>
      <w:r w:rsidRPr="00A84AED">
        <w:rPr>
          <w:b/>
        </w:rPr>
        <w:t>iew</w:t>
      </w:r>
      <w:r>
        <w:t>: A view that summarizes and analyzes data in a datasheet or form.  You can use different levels of detail or organize data by dragging the fields and items or by showing and hiding items in the drop-down lists for the fields.</w:t>
      </w:r>
    </w:p>
    <w:p w:rsidR="00EA4418" w:rsidRPr="00791335" w:rsidRDefault="00EA4418" w:rsidP="00EA4418">
      <w:r w:rsidRPr="00227252">
        <w:rPr>
          <w:b/>
        </w:rPr>
        <w:t>Predefined Database Solutions</w:t>
      </w:r>
      <w:r>
        <w:t xml:space="preserve">:  </w:t>
      </w:r>
      <w:r w:rsidRPr="00791335">
        <w:t xml:space="preserve">Templates used to create a database or tables. </w:t>
      </w:r>
    </w:p>
    <w:p w:rsidR="00EA4418" w:rsidRPr="00791335" w:rsidRDefault="00EA4418" w:rsidP="00EA4418">
      <w:r w:rsidRPr="00227252">
        <w:rPr>
          <w:b/>
        </w:rPr>
        <w:t>Query</w:t>
      </w:r>
      <w:r>
        <w:t xml:space="preserve">:  </w:t>
      </w:r>
      <w:r w:rsidRPr="00791335">
        <w:t>A request to retrieve specific information from a database. You can use a query to select records for a report.</w:t>
      </w:r>
    </w:p>
    <w:p w:rsidR="00EA4418" w:rsidRDefault="00EA4418" w:rsidP="00EA4418">
      <w:r w:rsidRPr="00227252">
        <w:rPr>
          <w:b/>
        </w:rPr>
        <w:t>Record</w:t>
      </w:r>
      <w:r>
        <w:t xml:space="preserve">:  </w:t>
      </w:r>
      <w:r w:rsidRPr="00791335">
        <w:t>A row of data in a table, which is a set of attributes as defined by the schema.</w:t>
      </w:r>
    </w:p>
    <w:p w:rsidR="00054525" w:rsidRPr="00791335" w:rsidRDefault="00054525" w:rsidP="00EA4418">
      <w:r w:rsidRPr="00054525">
        <w:rPr>
          <w:b/>
        </w:rPr>
        <w:t>Record Number B</w:t>
      </w:r>
      <w:r w:rsidRPr="00953C6E">
        <w:rPr>
          <w:b/>
        </w:rPr>
        <w:t>ox</w:t>
      </w:r>
      <w:r w:rsidRPr="00A84AED">
        <w:t>:</w:t>
      </w:r>
      <w:r w:rsidRPr="009C73E6">
        <w:rPr>
          <w:b/>
        </w:rPr>
        <w:t xml:space="preserve"> </w:t>
      </w:r>
      <w:r w:rsidRPr="00A84AED">
        <w:t>A small box that displays the current record number in the lower-left corner in Datasheet View and Form View. To move to a specific record, you can type the record number in the box, and press ENTER</w:t>
      </w:r>
      <w:r>
        <w:t>.</w:t>
      </w:r>
    </w:p>
    <w:p w:rsidR="00EA4418" w:rsidRPr="00791335" w:rsidRDefault="00EA4418" w:rsidP="00EA4418">
      <w:r w:rsidRPr="00227252">
        <w:rPr>
          <w:b/>
        </w:rPr>
        <w:t>Relationships</w:t>
      </w:r>
      <w:r>
        <w:t xml:space="preserve">:  </w:t>
      </w:r>
      <w:r w:rsidRPr="00791335">
        <w:t>A connection between specific fields in a table. You can use a relationship to link one table to another table.</w:t>
      </w:r>
    </w:p>
    <w:p w:rsidR="00EA4418" w:rsidRPr="00791335" w:rsidRDefault="00EA4418" w:rsidP="00EA4418">
      <w:r w:rsidRPr="00227252">
        <w:rPr>
          <w:b/>
        </w:rPr>
        <w:t>Report</w:t>
      </w:r>
      <w:r>
        <w:t xml:space="preserve">:  </w:t>
      </w:r>
      <w:r w:rsidRPr="00791335">
        <w:t xml:space="preserve">A report is an output of data stored in tables in a required format. You can perform calculations in a report and </w:t>
      </w:r>
      <w:r w:rsidR="002F38D1" w:rsidRPr="00791335">
        <w:t>can</w:t>
      </w:r>
      <w:r w:rsidRPr="00791335">
        <w:t xml:space="preserve"> group records for output. </w:t>
      </w:r>
    </w:p>
    <w:p w:rsidR="00EA4418" w:rsidRPr="00791335" w:rsidRDefault="00EA4418" w:rsidP="00EA4418">
      <w:r w:rsidRPr="00227252">
        <w:rPr>
          <w:b/>
        </w:rPr>
        <w:t>Schema</w:t>
      </w:r>
      <w:r>
        <w:t xml:space="preserve">:  </w:t>
      </w:r>
      <w:r w:rsidRPr="00791335">
        <w:t xml:space="preserve">The structure of a database system. </w:t>
      </w:r>
    </w:p>
    <w:p w:rsidR="00EA4418" w:rsidRPr="00791335" w:rsidRDefault="00EA4418" w:rsidP="00EA4418">
      <w:r w:rsidRPr="00227252">
        <w:rPr>
          <w:b/>
        </w:rPr>
        <w:t>SharePoint List Offline</w:t>
      </w:r>
      <w:r>
        <w:t xml:space="preserve">:  </w:t>
      </w:r>
      <w:r w:rsidRPr="00791335">
        <w:t xml:space="preserve">Taking a SharePoint list offline enables editing the list from anywhere; the data source is updated when you “Link to the data source” again. </w:t>
      </w:r>
    </w:p>
    <w:p w:rsidR="00EA4418" w:rsidRPr="00791335" w:rsidRDefault="00EA4418" w:rsidP="00EA4418">
      <w:r w:rsidRPr="00227252">
        <w:rPr>
          <w:b/>
        </w:rPr>
        <w:t>Table</w:t>
      </w:r>
      <w:r>
        <w:t xml:space="preserve">:  </w:t>
      </w:r>
      <w:r w:rsidRPr="00791335">
        <w:t xml:space="preserve">A set of records and fields containing related information for a specific entity. In a table, </w:t>
      </w:r>
      <w:r w:rsidR="004904C3">
        <w:t xml:space="preserve">the user enters </w:t>
      </w:r>
      <w:r w:rsidRPr="00791335">
        <w:t>data in rows and columns.</w:t>
      </w:r>
    </w:p>
    <w:p w:rsidR="001B2118" w:rsidRPr="008572D1" w:rsidRDefault="001B2118" w:rsidP="001B2118">
      <w:pPr>
        <w:pStyle w:val="Heading1"/>
      </w:pPr>
      <w:bookmarkStart w:id="89" w:name="_Toc324764975"/>
      <w:r w:rsidRPr="008572D1">
        <w:t>FEEDBACK SHEET</w:t>
      </w:r>
      <w:bookmarkEnd w:id="88"/>
      <w:bookmarkEnd w:id="89"/>
    </w:p>
    <w:p w:rsidR="001B2118" w:rsidRPr="008572D1" w:rsidRDefault="001B2118" w:rsidP="001B2118">
      <w:pPr>
        <w:tabs>
          <w:tab w:val="left" w:pos="-432"/>
          <w:tab w:val="left" w:pos="1897"/>
          <w:tab w:val="left" w:pos="2917"/>
          <w:tab w:val="left" w:pos="8208"/>
        </w:tabs>
        <w:ind w:left="0"/>
      </w:pPr>
      <w:r w:rsidRPr="008572D1">
        <w:t xml:space="preserve">Request to the instructor: </w:t>
      </w:r>
    </w:p>
    <w:p w:rsidR="001B2118" w:rsidRDefault="001B2118" w:rsidP="007964AC">
      <w:pPr>
        <w:tabs>
          <w:tab w:val="left" w:pos="-432"/>
          <w:tab w:val="left" w:pos="1897"/>
          <w:tab w:val="left" w:pos="2917"/>
          <w:tab w:val="left" w:pos="8208"/>
        </w:tabs>
        <w:spacing w:after="480"/>
        <w:ind w:left="0"/>
      </w:pPr>
      <w:r w:rsidRPr="008572D1">
        <w:t xml:space="preserve">As you use this training package, please </w:t>
      </w:r>
      <w:r w:rsidR="00C735C1">
        <w:t xml:space="preserve">document </w:t>
      </w:r>
      <w:r w:rsidR="005716D1">
        <w:t>errors</w:t>
      </w:r>
      <w:r w:rsidR="00C735C1">
        <w:t>, omissions, and revisions and notify us of any required editing</w:t>
      </w:r>
      <w:r w:rsidRPr="008572D1">
        <w:t xml:space="preserve">.  At the completion of this segment, </w:t>
      </w:r>
      <w:r w:rsidR="00C735C1">
        <w:t>you should mail this form</w:t>
      </w:r>
      <w:r w:rsidRPr="008572D1">
        <w:t xml:space="preserve"> to the address on the next page.</w:t>
      </w:r>
    </w:p>
    <w:p w:rsidR="001B2118" w:rsidRPr="008572D1" w:rsidRDefault="001B2118" w:rsidP="001B2118">
      <w:pPr>
        <w:tabs>
          <w:tab w:val="left" w:pos="-432"/>
          <w:tab w:val="left" w:pos="1897"/>
          <w:tab w:val="left" w:pos="2917"/>
          <w:tab w:val="left" w:pos="8208"/>
        </w:tabs>
        <w:ind w:left="0"/>
        <w:rPr>
          <w:b/>
        </w:rPr>
      </w:pPr>
      <w:r w:rsidRPr="008572D1">
        <w:rPr>
          <w:b/>
        </w:rPr>
        <w:t xml:space="preserve">Source of report: </w:t>
      </w:r>
    </w:p>
    <w:p w:rsidR="001B2118" w:rsidRPr="008572D1" w:rsidRDefault="001B2118" w:rsidP="001B2118">
      <w:pPr>
        <w:tabs>
          <w:tab w:val="left" w:pos="-432"/>
          <w:tab w:val="left" w:pos="1897"/>
          <w:tab w:val="left" w:pos="2917"/>
          <w:tab w:val="left" w:pos="8208"/>
        </w:tabs>
        <w:ind w:left="0"/>
      </w:pPr>
      <w:r w:rsidRPr="008572D1">
        <w:t>Location of training:  _______________________________</w:t>
      </w:r>
    </w:p>
    <w:p w:rsidR="001B2118" w:rsidRPr="008572D1" w:rsidRDefault="001B2118" w:rsidP="001B2118">
      <w:pPr>
        <w:tabs>
          <w:tab w:val="left" w:pos="-432"/>
          <w:tab w:val="left" w:pos="1897"/>
          <w:tab w:val="left" w:pos="2917"/>
          <w:tab w:val="left" w:pos="8208"/>
        </w:tabs>
        <w:ind w:left="0"/>
      </w:pPr>
    </w:p>
    <w:p w:rsidR="001B2118" w:rsidRPr="008572D1" w:rsidRDefault="001B2118" w:rsidP="001B2118">
      <w:pPr>
        <w:tabs>
          <w:tab w:val="left" w:pos="-432"/>
          <w:tab w:val="left" w:pos="1897"/>
          <w:tab w:val="left" w:pos="2917"/>
          <w:tab w:val="left" w:pos="8208"/>
        </w:tabs>
        <w:ind w:left="0"/>
      </w:pPr>
      <w:r w:rsidRPr="008572D1">
        <w:t>Your name:  _____________________________________</w:t>
      </w:r>
      <w:r w:rsidRPr="008572D1">
        <w:rPr>
          <w:u w:val="single"/>
        </w:rPr>
        <w:t xml:space="preserve"> </w:t>
      </w:r>
    </w:p>
    <w:p w:rsidR="001B2118" w:rsidRPr="008572D1" w:rsidRDefault="001B2118" w:rsidP="001B2118">
      <w:pPr>
        <w:tabs>
          <w:tab w:val="left" w:pos="-432"/>
          <w:tab w:val="left" w:pos="1897"/>
          <w:tab w:val="left" w:pos="2917"/>
          <w:tab w:val="left" w:pos="8208"/>
        </w:tabs>
        <w:ind w:left="0"/>
      </w:pPr>
    </w:p>
    <w:p w:rsidR="001B2118" w:rsidRDefault="001B2118" w:rsidP="000E2ECA">
      <w:pPr>
        <w:tabs>
          <w:tab w:val="left" w:pos="-432"/>
          <w:tab w:val="left" w:pos="1897"/>
          <w:tab w:val="left" w:pos="2917"/>
          <w:tab w:val="left" w:pos="8208"/>
        </w:tabs>
        <w:spacing w:after="720"/>
        <w:ind w:left="0"/>
        <w:rPr>
          <w:u w:val="single"/>
        </w:rPr>
      </w:pPr>
      <w:r w:rsidRPr="008572D1">
        <w:t>Your phone number:  ______________________________</w:t>
      </w:r>
      <w:r w:rsidRPr="008572D1">
        <w:rPr>
          <w:u w:val="single"/>
        </w:rPr>
        <w:t xml:space="preserve"> </w:t>
      </w:r>
    </w:p>
    <w:p w:rsidR="001B2118" w:rsidRPr="008572D1" w:rsidRDefault="001B2118" w:rsidP="001B2118">
      <w:pPr>
        <w:tabs>
          <w:tab w:val="left" w:pos="-432"/>
          <w:tab w:val="left" w:pos="1897"/>
          <w:tab w:val="left" w:pos="2917"/>
          <w:tab w:val="left" w:pos="8208"/>
        </w:tabs>
        <w:ind w:left="0"/>
        <w:rPr>
          <w:b/>
        </w:rPr>
      </w:pPr>
      <w:r w:rsidRPr="008572D1">
        <w:rPr>
          <w:b/>
        </w:rPr>
        <w:t xml:space="preserve">Timeframes: </w:t>
      </w:r>
    </w:p>
    <w:p w:rsidR="001B2118" w:rsidRDefault="001B2118" w:rsidP="007964AC">
      <w:pPr>
        <w:tabs>
          <w:tab w:val="left" w:pos="-432"/>
          <w:tab w:val="left" w:pos="1897"/>
          <w:tab w:val="left" w:pos="2917"/>
          <w:tab w:val="left" w:pos="8208"/>
        </w:tabs>
        <w:spacing w:after="960"/>
        <w:ind w:left="0"/>
      </w:pPr>
      <w:r w:rsidRPr="008572D1">
        <w:t>How much time did it take to present this material?</w:t>
      </w:r>
    </w:p>
    <w:p w:rsidR="001B2118" w:rsidRPr="008572D1" w:rsidRDefault="001B2118" w:rsidP="001B2118">
      <w:pPr>
        <w:tabs>
          <w:tab w:val="left" w:pos="-432"/>
          <w:tab w:val="left" w:pos="1897"/>
          <w:tab w:val="left" w:pos="2917"/>
          <w:tab w:val="left" w:pos="8208"/>
        </w:tabs>
        <w:ind w:left="0"/>
        <w:rPr>
          <w:b/>
        </w:rPr>
      </w:pPr>
      <w:r w:rsidRPr="008572D1">
        <w:rPr>
          <w:b/>
        </w:rPr>
        <w:t xml:space="preserve">Topics: </w:t>
      </w:r>
    </w:p>
    <w:p w:rsidR="001B2118" w:rsidRDefault="001B2118" w:rsidP="007964AC">
      <w:pPr>
        <w:tabs>
          <w:tab w:val="left" w:pos="-432"/>
          <w:tab w:val="left" w:pos="1897"/>
          <w:tab w:val="left" w:pos="2917"/>
          <w:tab w:val="left" w:pos="8208"/>
        </w:tabs>
        <w:spacing w:after="960"/>
        <w:ind w:left="0"/>
      </w:pPr>
      <w:r w:rsidRPr="008572D1">
        <w:t xml:space="preserve">Is there any material in this lesson that is covered but not relevant to </w:t>
      </w:r>
      <w:r w:rsidR="00C735C1">
        <w:t>your</w:t>
      </w:r>
      <w:r w:rsidRPr="008572D1">
        <w:t xml:space="preserve"> position </w:t>
      </w:r>
      <w:r w:rsidR="00C735C1">
        <w:t>that we</w:t>
      </w:r>
      <w:r w:rsidR="00C735C1" w:rsidRPr="008572D1">
        <w:t xml:space="preserve"> </w:t>
      </w:r>
      <w:r w:rsidRPr="008572D1">
        <w:t>should remove?  If so, what?</w:t>
      </w:r>
    </w:p>
    <w:p w:rsidR="001B2118" w:rsidRDefault="001B2118" w:rsidP="001B2118">
      <w:pPr>
        <w:tabs>
          <w:tab w:val="left" w:pos="-432"/>
          <w:tab w:val="left" w:pos="1897"/>
          <w:tab w:val="left" w:pos="2917"/>
          <w:tab w:val="left" w:pos="8208"/>
        </w:tabs>
        <w:ind w:left="0"/>
      </w:pPr>
      <w:r w:rsidRPr="008572D1">
        <w:t xml:space="preserve">Can you identify any topic not covered in this lesson </w:t>
      </w:r>
      <w:r w:rsidR="00C735C1">
        <w:t>that</w:t>
      </w:r>
      <w:r w:rsidR="00C735C1" w:rsidRPr="008572D1">
        <w:t xml:space="preserve"> </w:t>
      </w:r>
      <w:r w:rsidRPr="008572D1">
        <w:t>should be included?</w:t>
      </w:r>
    </w:p>
    <w:p w:rsidR="001B2118" w:rsidRPr="008572D1" w:rsidRDefault="001B2118" w:rsidP="007964AC">
      <w:pPr>
        <w:tabs>
          <w:tab w:val="left" w:pos="-432"/>
          <w:tab w:val="left" w:pos="1897"/>
          <w:tab w:val="left" w:pos="2917"/>
          <w:tab w:val="left" w:pos="8208"/>
        </w:tabs>
        <w:spacing w:after="960"/>
        <w:ind w:left="0"/>
        <w:rPr>
          <w:b/>
        </w:rPr>
      </w:pPr>
      <w:r w:rsidRPr="008572D1">
        <w:rPr>
          <w:b/>
        </w:rPr>
        <w:t xml:space="preserve">Complexity level: </w:t>
      </w:r>
    </w:p>
    <w:p w:rsidR="001B2118" w:rsidRDefault="001B2118" w:rsidP="007964AC">
      <w:pPr>
        <w:tabs>
          <w:tab w:val="left" w:pos="-432"/>
          <w:tab w:val="left" w:pos="1897"/>
          <w:tab w:val="left" w:pos="2917"/>
          <w:tab w:val="left" w:pos="8208"/>
        </w:tabs>
        <w:spacing w:after="960"/>
        <w:ind w:left="0"/>
      </w:pPr>
      <w:r w:rsidRPr="008572D1">
        <w:t>Are there any lessons which appear either too simple or too complex?  Which ones?  Why?</w:t>
      </w:r>
    </w:p>
    <w:p w:rsidR="001B2118" w:rsidRPr="008572D1" w:rsidRDefault="001B2118" w:rsidP="001B2118">
      <w:pPr>
        <w:tabs>
          <w:tab w:val="left" w:pos="-432"/>
          <w:tab w:val="left" w:pos="1897"/>
          <w:tab w:val="left" w:pos="2917"/>
          <w:tab w:val="left" w:pos="8208"/>
        </w:tabs>
        <w:ind w:left="0"/>
        <w:rPr>
          <w:b/>
        </w:rPr>
      </w:pPr>
      <w:r w:rsidRPr="008572D1">
        <w:rPr>
          <w:b/>
        </w:rPr>
        <w:t xml:space="preserve">Testing: </w:t>
      </w:r>
    </w:p>
    <w:p w:rsidR="001B2118" w:rsidRPr="008572D1" w:rsidRDefault="001B2118" w:rsidP="000E2ECA">
      <w:pPr>
        <w:spacing w:after="720"/>
        <w:ind w:left="0"/>
      </w:pPr>
      <w:r w:rsidRPr="008572D1">
        <w:t>How would you rate the usefulness of the tests and exercises?</w:t>
      </w:r>
    </w:p>
    <w:p w:rsidR="001B2118" w:rsidRPr="008572D1" w:rsidRDefault="001B2118" w:rsidP="00240576">
      <w:pPr>
        <w:tabs>
          <w:tab w:val="left" w:pos="1440"/>
          <w:tab w:val="left" w:pos="2160"/>
          <w:tab w:val="center" w:pos="2880"/>
          <w:tab w:val="center" w:pos="3600"/>
          <w:tab w:val="center" w:pos="4320"/>
          <w:tab w:val="center" w:pos="5040"/>
          <w:tab w:val="center" w:pos="5760"/>
          <w:tab w:val="center" w:pos="6480"/>
        </w:tabs>
      </w:pPr>
      <w:r w:rsidRPr="008572D1">
        <w:t>1</w:t>
      </w:r>
      <w:r w:rsidR="00EC33D6">
        <w:tab/>
      </w:r>
      <w:r w:rsidRPr="008572D1">
        <w:t>2</w:t>
      </w:r>
      <w:r w:rsidR="00EC33D6">
        <w:tab/>
      </w:r>
      <w:r w:rsidRPr="008572D1">
        <w:t>3</w:t>
      </w:r>
      <w:r w:rsidR="00EC33D6">
        <w:tab/>
      </w:r>
      <w:r w:rsidRPr="008572D1">
        <w:t>4</w:t>
      </w:r>
      <w:r w:rsidR="00EC33D6">
        <w:tab/>
      </w:r>
      <w:r w:rsidRPr="008572D1">
        <w:t>5</w:t>
      </w:r>
    </w:p>
    <w:p w:rsidR="001B2118" w:rsidRPr="008572D1" w:rsidRDefault="001B2118" w:rsidP="004155CF">
      <w:pPr>
        <w:tabs>
          <w:tab w:val="left" w:pos="720"/>
          <w:tab w:val="center" w:pos="1440"/>
          <w:tab w:val="center" w:pos="2160"/>
          <w:tab w:val="center" w:pos="2880"/>
          <w:tab w:val="center" w:pos="3600"/>
          <w:tab w:val="center" w:pos="4320"/>
          <w:tab w:val="center" w:pos="5040"/>
          <w:tab w:val="center" w:pos="5760"/>
        </w:tabs>
        <w:ind w:left="0"/>
      </w:pPr>
      <w:r w:rsidRPr="008572D1">
        <w:t>Irrelevant</w:t>
      </w:r>
      <w:r w:rsidR="004155CF">
        <w:tab/>
      </w:r>
      <w:r w:rsidR="004155CF">
        <w:tab/>
      </w:r>
      <w:r w:rsidRPr="008572D1">
        <w:t>Adequate</w:t>
      </w:r>
      <w:r w:rsidR="004155CF">
        <w:tab/>
      </w:r>
      <w:r w:rsidR="004155CF">
        <w:tab/>
      </w:r>
      <w:r w:rsidRPr="008572D1">
        <w:t>Quite</w:t>
      </w:r>
      <w:r w:rsidR="004155CF">
        <w:tab/>
      </w:r>
      <w:r w:rsidR="004155CF">
        <w:tab/>
        <w:t>H</w:t>
      </w:r>
      <w:r w:rsidRPr="008572D1">
        <w:t>elpful</w:t>
      </w:r>
    </w:p>
    <w:p w:rsidR="001B2118" w:rsidRPr="008572D1" w:rsidRDefault="001B2118" w:rsidP="001B2118">
      <w:pPr>
        <w:ind w:left="0"/>
      </w:pPr>
    </w:p>
    <w:p w:rsidR="001B2118" w:rsidRPr="008572D1" w:rsidRDefault="001B2118" w:rsidP="001B2118">
      <w:pPr>
        <w:tabs>
          <w:tab w:val="left" w:pos="-432"/>
          <w:tab w:val="left" w:pos="1897"/>
          <w:tab w:val="left" w:pos="2917"/>
          <w:tab w:val="left" w:pos="8208"/>
        </w:tabs>
        <w:ind w:left="0"/>
      </w:pPr>
      <w:r w:rsidRPr="008572D1">
        <w:t>Please note your corrections below or attach a photocopy of corrected pages.</w:t>
      </w:r>
    </w:p>
    <w:p w:rsidR="001B2118" w:rsidRPr="008572D1" w:rsidRDefault="001B2118" w:rsidP="001B2118">
      <w:pPr>
        <w:tabs>
          <w:tab w:val="left" w:pos="-432"/>
          <w:tab w:val="left" w:pos="1897"/>
          <w:tab w:val="left" w:pos="2917"/>
          <w:tab w:val="left" w:pos="8208"/>
        </w:tabs>
        <w:ind w:left="0"/>
      </w:pPr>
    </w:p>
    <w:p w:rsidR="001B2118" w:rsidRPr="00EC33D6" w:rsidRDefault="001B2118" w:rsidP="004155CF">
      <w:pPr>
        <w:tabs>
          <w:tab w:val="left" w:pos="-432"/>
          <w:tab w:val="left" w:pos="1897"/>
          <w:tab w:val="left" w:pos="2917"/>
          <w:tab w:val="left" w:pos="8208"/>
        </w:tabs>
        <w:spacing w:after="720"/>
        <w:ind w:left="0"/>
      </w:pPr>
      <w:r w:rsidRPr="00EC33D6">
        <w:t>Page #</w:t>
      </w:r>
      <w:r w:rsidR="00EC33D6" w:rsidRPr="00EC33D6">
        <w:tab/>
      </w:r>
      <w:r w:rsidRPr="00EC33D6">
        <w:t>Correction Needed</w:t>
      </w:r>
    </w:p>
    <w:p w:rsidR="001B2118" w:rsidRPr="008572D1" w:rsidRDefault="001B2118" w:rsidP="001B2118">
      <w:pPr>
        <w:tabs>
          <w:tab w:val="left" w:pos="-432"/>
          <w:tab w:val="left" w:pos="1897"/>
          <w:tab w:val="left" w:pos="2917"/>
          <w:tab w:val="left" w:pos="8208"/>
        </w:tabs>
        <w:ind w:left="0"/>
        <w:rPr>
          <w:b/>
        </w:rPr>
      </w:pPr>
      <w:r w:rsidRPr="008572D1">
        <w:rPr>
          <w:b/>
        </w:rPr>
        <w:t xml:space="preserve">Comments: </w:t>
      </w:r>
    </w:p>
    <w:p w:rsidR="001B2118" w:rsidRDefault="001B2118" w:rsidP="000E2ECA">
      <w:pPr>
        <w:tabs>
          <w:tab w:val="left" w:pos="-432"/>
          <w:tab w:val="left" w:pos="1897"/>
          <w:tab w:val="left" w:pos="2917"/>
          <w:tab w:val="left" w:pos="8208"/>
        </w:tabs>
        <w:spacing w:after="480"/>
        <w:ind w:left="0"/>
      </w:pPr>
      <w:r w:rsidRPr="008572D1">
        <w:t>Use the space below for your comments on how we can improve this material.</w:t>
      </w:r>
    </w:p>
    <w:p w:rsidR="001B2118" w:rsidRDefault="001B2118" w:rsidP="001B2118">
      <w:pPr>
        <w:tabs>
          <w:tab w:val="left" w:pos="-432"/>
          <w:tab w:val="left" w:pos="1897"/>
          <w:tab w:val="left" w:pos="2917"/>
          <w:tab w:val="left" w:pos="8208"/>
        </w:tabs>
        <w:ind w:left="0"/>
        <w:rPr>
          <w:b/>
        </w:rPr>
      </w:pPr>
      <w:r>
        <w:rPr>
          <w:b/>
        </w:rPr>
        <w:t>Mail to:</w:t>
      </w:r>
    </w:p>
    <w:p w:rsidR="001B2118" w:rsidRPr="00CC4F2C" w:rsidRDefault="001B2118" w:rsidP="001B2118">
      <w:pPr>
        <w:tabs>
          <w:tab w:val="left" w:pos="-432"/>
          <w:tab w:val="left" w:pos="1897"/>
          <w:tab w:val="left" w:pos="2917"/>
          <w:tab w:val="left" w:pos="8208"/>
        </w:tabs>
        <w:ind w:left="0"/>
        <w:rPr>
          <w:bCs/>
        </w:rPr>
      </w:pPr>
      <w:r w:rsidRPr="00CC4F2C">
        <w:rPr>
          <w:bCs/>
        </w:rPr>
        <w:t>Gregory Gill</w:t>
      </w:r>
    </w:p>
    <w:p w:rsidR="001B2118" w:rsidRPr="00CC4F2C" w:rsidRDefault="001B2118" w:rsidP="001B2118">
      <w:pPr>
        <w:tabs>
          <w:tab w:val="left" w:pos="-432"/>
          <w:tab w:val="left" w:pos="1897"/>
          <w:tab w:val="left" w:pos="2917"/>
          <w:tab w:val="left" w:pos="8208"/>
        </w:tabs>
        <w:ind w:left="0"/>
        <w:rPr>
          <w:bCs/>
        </w:rPr>
      </w:pPr>
      <w:r w:rsidRPr="00CC4F2C">
        <w:rPr>
          <w:bCs/>
        </w:rPr>
        <w:t>Social Security Administration</w:t>
      </w:r>
    </w:p>
    <w:p w:rsidR="001B2118" w:rsidRPr="00CC4F2C" w:rsidRDefault="00C735C1" w:rsidP="001B2118">
      <w:pPr>
        <w:tabs>
          <w:tab w:val="left" w:pos="-432"/>
          <w:tab w:val="left" w:pos="1897"/>
          <w:tab w:val="left" w:pos="2917"/>
          <w:tab w:val="left" w:pos="8208"/>
        </w:tabs>
        <w:ind w:left="0"/>
        <w:rPr>
          <w:bCs/>
        </w:rPr>
      </w:pPr>
      <w:r>
        <w:rPr>
          <w:bCs/>
        </w:rPr>
        <w:t>EHR Ste 100</w:t>
      </w:r>
      <w:r w:rsidR="001B2118" w:rsidRPr="00CC4F2C">
        <w:rPr>
          <w:bCs/>
        </w:rPr>
        <w:tab/>
      </w:r>
    </w:p>
    <w:p w:rsidR="001B2118" w:rsidRPr="00CC4F2C" w:rsidRDefault="001B2118" w:rsidP="001B2118">
      <w:pPr>
        <w:tabs>
          <w:tab w:val="left" w:pos="-432"/>
          <w:tab w:val="left" w:pos="1897"/>
          <w:tab w:val="left" w:pos="2917"/>
          <w:tab w:val="left" w:pos="8208"/>
        </w:tabs>
        <w:ind w:left="0"/>
        <w:rPr>
          <w:bCs/>
        </w:rPr>
      </w:pPr>
      <w:smartTag w:uri="urn:schemas-microsoft-com:office:smarttags" w:element="Street">
        <w:smartTag w:uri="urn:schemas-microsoft-com:office:smarttags" w:element="address">
          <w:r w:rsidRPr="00CC4F2C">
            <w:rPr>
              <w:bCs/>
            </w:rPr>
            <w:t>6401 Security Blvd.</w:t>
          </w:r>
        </w:smartTag>
      </w:smartTag>
    </w:p>
    <w:p w:rsidR="001B2118" w:rsidRDefault="001B2118" w:rsidP="000E2ECA">
      <w:pPr>
        <w:tabs>
          <w:tab w:val="left" w:pos="-432"/>
          <w:tab w:val="left" w:pos="1897"/>
          <w:tab w:val="left" w:pos="2917"/>
          <w:tab w:val="left" w:pos="8208"/>
        </w:tabs>
        <w:spacing w:after="480"/>
        <w:ind w:left="0"/>
      </w:pPr>
      <w:smartTag w:uri="urn:schemas-microsoft-com:office:smarttags" w:element="place">
        <w:smartTag w:uri="urn:schemas-microsoft-com:office:smarttags" w:element="City">
          <w:r w:rsidRPr="00CC4F2C">
            <w:rPr>
              <w:bCs/>
            </w:rPr>
            <w:t>Baltimore</w:t>
          </w:r>
        </w:smartTag>
        <w:r w:rsidRPr="00CC4F2C">
          <w:rPr>
            <w:bCs/>
          </w:rPr>
          <w:t xml:space="preserve">, </w:t>
        </w:r>
        <w:smartTag w:uri="urn:schemas-microsoft-com:office:smarttags" w:element="State">
          <w:r w:rsidRPr="00CC4F2C">
            <w:rPr>
              <w:bCs/>
            </w:rPr>
            <w:t>MD</w:t>
          </w:r>
        </w:smartTag>
        <w:r w:rsidRPr="00CC4F2C">
          <w:rPr>
            <w:bCs/>
          </w:rPr>
          <w:t xml:space="preserve"> </w:t>
        </w:r>
        <w:smartTag w:uri="urn:schemas-microsoft-com:office:smarttags" w:element="PostalCode">
          <w:r w:rsidRPr="00CC4F2C">
            <w:rPr>
              <w:bCs/>
            </w:rPr>
            <w:t>21235</w:t>
          </w:r>
        </w:smartTag>
      </w:smartTag>
    </w:p>
    <w:p w:rsidR="001B2118" w:rsidRDefault="001B2118" w:rsidP="001B2118">
      <w:pPr>
        <w:ind w:left="0"/>
      </w:pPr>
      <w:r>
        <w:t>Or email comment</w:t>
      </w:r>
      <w:r w:rsidR="00C735C1">
        <w:t>s</w:t>
      </w:r>
      <w:r>
        <w:t xml:space="preserve"> to </w:t>
      </w:r>
      <w:hyperlink r:id="rId12" w:tooltip="Email Address for Gregory Gill" w:history="1">
        <w:r>
          <w:rPr>
            <w:rStyle w:val="Hyperlink"/>
          </w:rPr>
          <w:t>gregory.gill@ssa.gov</w:t>
        </w:r>
      </w:hyperlink>
    </w:p>
    <w:sectPr w:rsidR="001B2118">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797" w:rsidRDefault="00A81797">
      <w:r>
        <w:separator/>
      </w:r>
    </w:p>
  </w:endnote>
  <w:endnote w:type="continuationSeparator" w:id="0">
    <w:p w:rsidR="00A81797" w:rsidRDefault="00A81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Arial (W1)">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797" w:rsidRDefault="00A81797" w:rsidP="00D92985">
    <w:pPr>
      <w:pStyle w:val="Footer"/>
      <w:framePr w:wrap="around" w:vAnchor="text" w:hAnchor="margin" w:xAlign="right" w:y="1"/>
      <w:rPr>
        <w:rStyle w:val="PageNumber"/>
        <w:rFonts w:ascii="Arial" w:hAnsi="Arial"/>
        <w:sz w:val="24"/>
        <w:szCs w:val="24"/>
      </w:rPr>
    </w:pPr>
    <w:r>
      <w:rPr>
        <w:rStyle w:val="PageNumber"/>
      </w:rPr>
      <w:fldChar w:fldCharType="begin"/>
    </w:r>
    <w:r>
      <w:rPr>
        <w:rStyle w:val="PageNumber"/>
      </w:rPr>
      <w:instrText xml:space="preserve">PAGE  </w:instrText>
    </w:r>
    <w:r>
      <w:rPr>
        <w:rStyle w:val="PageNumber"/>
      </w:rPr>
      <w:fldChar w:fldCharType="end"/>
    </w:r>
  </w:p>
  <w:p w:rsidR="00A81797" w:rsidRDefault="00A81797" w:rsidP="00D662E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985" w:rsidRDefault="00D92985" w:rsidP="00D92985">
    <w:pPr>
      <w:pStyle w:val="Footer"/>
      <w:rPr>
        <w:rStyle w:val="PageNumber"/>
      </w:rPr>
    </w:pPr>
  </w:p>
  <w:p w:rsidR="00D92985" w:rsidRDefault="00D92985" w:rsidP="00D92985">
    <w:pPr>
      <w:pStyle w:val="Footer"/>
      <w:pBdr>
        <w:top w:val="single" w:sz="4" w:space="3" w:color="auto"/>
      </w:pBdr>
      <w:rPr>
        <w:rStyle w:val="PageNumber"/>
      </w:rPr>
    </w:pPr>
    <w:r>
      <w:rPr>
        <w:rStyle w:val="PageNumber"/>
      </w:rPr>
      <w:t>OL Visually Impaired Curriculum</w:t>
    </w:r>
    <w:r>
      <w:rPr>
        <w:rStyle w:val="PageNumber"/>
      </w:rPr>
      <w:tab/>
      <w:t xml:space="preserve">Page </w:t>
    </w:r>
    <w:r>
      <w:rPr>
        <w:rStyle w:val="PageNumber"/>
      </w:rPr>
      <w:fldChar w:fldCharType="begin"/>
    </w:r>
    <w:r>
      <w:rPr>
        <w:rStyle w:val="PageNumber"/>
      </w:rPr>
      <w:instrText xml:space="preserve">PAGE  </w:instrText>
    </w:r>
    <w:r>
      <w:rPr>
        <w:rStyle w:val="PageNumber"/>
      </w:rPr>
      <w:fldChar w:fldCharType="separate"/>
    </w:r>
    <w:r>
      <w:rPr>
        <w:rStyle w:val="PageNumber"/>
        <w:noProof/>
      </w:rPr>
      <w:t>52</w:t>
    </w:r>
    <w:r>
      <w:rPr>
        <w:rStyle w:val="PageNumber"/>
      </w:rPr>
      <w:fldChar w:fldCharType="end"/>
    </w:r>
    <w:r>
      <w:rPr>
        <w:rStyle w:val="PageNumber"/>
      </w:rPr>
      <w:tab/>
      <w:t>June 2012</w:t>
    </w:r>
  </w:p>
  <w:p w:rsidR="00D92985" w:rsidRDefault="00D92985" w:rsidP="00D92985">
    <w:pPr>
      <w:pStyle w:val="Footer"/>
      <w:rPr>
        <w:rStyle w:val="PageNumber"/>
      </w:rPr>
    </w:pPr>
  </w:p>
  <w:p w:rsidR="00D92985" w:rsidRDefault="00D92985" w:rsidP="00D92985">
    <w:pPr>
      <w:pStyle w:val="Footer"/>
      <w:rPr>
        <w:rStyle w:val="PageNumber"/>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985" w:rsidRDefault="00D929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797" w:rsidRDefault="00A81797">
      <w:r>
        <w:separator/>
      </w:r>
    </w:p>
  </w:footnote>
  <w:footnote w:type="continuationSeparator" w:id="0">
    <w:p w:rsidR="00A81797" w:rsidRDefault="00A817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985" w:rsidRDefault="00D929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797" w:rsidRPr="00D92985" w:rsidRDefault="00D92985" w:rsidP="00D92985">
    <w:pPr>
      <w:pStyle w:val="Header"/>
    </w:pPr>
    <w:r>
      <w:t>KEYBOARD SHORTCUTS FOR MICROSOFT OFFICE ACCESS 2010</w:t>
    </w:r>
    <w:r>
      <w:tab/>
      <w:t>VS-01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985" w:rsidRDefault="00D929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6A7AC8"/>
    <w:lvl w:ilvl="0">
      <w:start w:val="1"/>
      <w:numFmt w:val="decimal"/>
      <w:lvlText w:val="%1."/>
      <w:lvlJc w:val="left"/>
      <w:pPr>
        <w:tabs>
          <w:tab w:val="num" w:pos="1800"/>
        </w:tabs>
        <w:ind w:left="1800" w:hanging="360"/>
      </w:pPr>
    </w:lvl>
  </w:abstractNum>
  <w:abstractNum w:abstractNumId="1">
    <w:nsid w:val="FFFFFF7D"/>
    <w:multiLevelType w:val="singleLevel"/>
    <w:tmpl w:val="B262C85C"/>
    <w:lvl w:ilvl="0">
      <w:start w:val="1"/>
      <w:numFmt w:val="decimal"/>
      <w:lvlText w:val="%1."/>
      <w:lvlJc w:val="left"/>
      <w:pPr>
        <w:tabs>
          <w:tab w:val="num" w:pos="1440"/>
        </w:tabs>
        <w:ind w:left="1440" w:hanging="360"/>
      </w:pPr>
    </w:lvl>
  </w:abstractNum>
  <w:abstractNum w:abstractNumId="2">
    <w:nsid w:val="FFFFFF7E"/>
    <w:multiLevelType w:val="singleLevel"/>
    <w:tmpl w:val="866EC846"/>
    <w:lvl w:ilvl="0">
      <w:start w:val="1"/>
      <w:numFmt w:val="decimal"/>
      <w:lvlText w:val="%1."/>
      <w:lvlJc w:val="left"/>
      <w:pPr>
        <w:tabs>
          <w:tab w:val="num" w:pos="1080"/>
        </w:tabs>
        <w:ind w:left="1080" w:hanging="360"/>
      </w:pPr>
    </w:lvl>
  </w:abstractNum>
  <w:abstractNum w:abstractNumId="3">
    <w:nsid w:val="FFFFFF7F"/>
    <w:multiLevelType w:val="singleLevel"/>
    <w:tmpl w:val="3D0C715C"/>
    <w:lvl w:ilvl="0">
      <w:start w:val="1"/>
      <w:numFmt w:val="decimal"/>
      <w:lvlText w:val="%1."/>
      <w:lvlJc w:val="left"/>
      <w:pPr>
        <w:tabs>
          <w:tab w:val="num" w:pos="720"/>
        </w:tabs>
        <w:ind w:left="720" w:hanging="360"/>
      </w:pPr>
    </w:lvl>
  </w:abstractNum>
  <w:abstractNum w:abstractNumId="4">
    <w:nsid w:val="FFFFFF80"/>
    <w:multiLevelType w:val="singleLevel"/>
    <w:tmpl w:val="1AF6C82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72E37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1160A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ACA765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1E4AAC2"/>
    <w:lvl w:ilvl="0">
      <w:start w:val="1"/>
      <w:numFmt w:val="decimal"/>
      <w:lvlText w:val="%1."/>
      <w:lvlJc w:val="left"/>
      <w:pPr>
        <w:tabs>
          <w:tab w:val="num" w:pos="360"/>
        </w:tabs>
        <w:ind w:left="360" w:hanging="360"/>
      </w:pPr>
    </w:lvl>
  </w:abstractNum>
  <w:abstractNum w:abstractNumId="9">
    <w:nsid w:val="FFFFFF89"/>
    <w:multiLevelType w:val="singleLevel"/>
    <w:tmpl w:val="3462140E"/>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lvl>
  </w:abstractNum>
  <w:abstractNum w:abstractNumId="11">
    <w:nsid w:val="0AAB6F3A"/>
    <w:multiLevelType w:val="multilevel"/>
    <w:tmpl w:val="60004076"/>
    <w:styleLink w:val="NumList"/>
    <w:lvl w:ilvl="0">
      <w:start w:val="1"/>
      <w:numFmt w:val="decimal"/>
      <w:lvlText w:val="%1."/>
      <w:lvlJc w:val="left"/>
      <w:pPr>
        <w:tabs>
          <w:tab w:val="num" w:pos="2160"/>
        </w:tabs>
        <w:ind w:left="2160" w:hanging="360"/>
      </w:pPr>
      <w:rPr>
        <w:rFonts w:ascii="Arial" w:hAnsi="Arial" w:cs="Arial" w:hint="default"/>
        <w:sz w:val="24"/>
        <w:szCs w:val="24"/>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2880"/>
        </w:tabs>
        <w:ind w:left="2880" w:hanging="36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0C665C2E"/>
    <w:multiLevelType w:val="singleLevel"/>
    <w:tmpl w:val="11FEC564"/>
    <w:lvl w:ilvl="0">
      <w:start w:val="1"/>
      <w:numFmt w:val="decimal"/>
      <w:lvlText w:val="%1."/>
      <w:legacy w:legacy="1" w:legacySpace="0" w:legacyIndent="576"/>
      <w:lvlJc w:val="left"/>
      <w:pPr>
        <w:ind w:left="576" w:hanging="576"/>
      </w:pPr>
    </w:lvl>
  </w:abstractNum>
  <w:abstractNum w:abstractNumId="13">
    <w:nsid w:val="1A492254"/>
    <w:multiLevelType w:val="singleLevel"/>
    <w:tmpl w:val="49FA7CF4"/>
    <w:lvl w:ilvl="0">
      <w:start w:val="1"/>
      <w:numFmt w:val="decimal"/>
      <w:lvlText w:val="%1."/>
      <w:legacy w:legacy="1" w:legacySpace="0" w:legacyIndent="360"/>
      <w:lvlJc w:val="left"/>
      <w:pPr>
        <w:ind w:left="360" w:hanging="360"/>
      </w:pPr>
      <w:rPr>
        <w:sz w:val="24"/>
      </w:rPr>
    </w:lvl>
  </w:abstractNum>
  <w:abstractNum w:abstractNumId="14">
    <w:nsid w:val="1B374601"/>
    <w:multiLevelType w:val="singleLevel"/>
    <w:tmpl w:val="0409000F"/>
    <w:lvl w:ilvl="0">
      <w:start w:val="1"/>
      <w:numFmt w:val="decimal"/>
      <w:lvlText w:val="%1."/>
      <w:lvlJc w:val="left"/>
      <w:pPr>
        <w:tabs>
          <w:tab w:val="num" w:pos="360"/>
        </w:tabs>
        <w:ind w:left="360" w:hanging="360"/>
      </w:pPr>
    </w:lvl>
  </w:abstractNum>
  <w:abstractNum w:abstractNumId="15">
    <w:nsid w:val="2BA92DE4"/>
    <w:multiLevelType w:val="multilevel"/>
    <w:tmpl w:val="74706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F1275D2"/>
    <w:multiLevelType w:val="multilevel"/>
    <w:tmpl w:val="BB24D144"/>
    <w:styleLink w:val="Bulleted"/>
    <w:lvl w:ilvl="0">
      <w:start w:val="1"/>
      <w:numFmt w:val="bullet"/>
      <w:lvlText w:val=""/>
      <w:lvlJc w:val="left"/>
      <w:pPr>
        <w:tabs>
          <w:tab w:val="num" w:pos="2160"/>
        </w:tabs>
        <w:ind w:left="2160" w:hanging="360"/>
      </w:pPr>
      <w:rPr>
        <w:rFonts w:ascii="Symbol" w:hAnsi="Symbol" w:cs="Times New Roman" w:hint="default"/>
        <w:sz w:val="24"/>
        <w:szCs w:val="24"/>
      </w:rPr>
    </w:lvl>
    <w:lvl w:ilvl="1">
      <w:start w:val="1"/>
      <w:numFmt w:val="bullet"/>
      <w:lvlText w:val=""/>
      <w:lvlJc w:val="left"/>
      <w:pPr>
        <w:tabs>
          <w:tab w:val="num" w:pos="2520"/>
        </w:tabs>
        <w:ind w:left="2520" w:hanging="360"/>
      </w:pPr>
      <w:rPr>
        <w:rFonts w:ascii="Wingdings" w:hAnsi="Wingdings" w:cs="Times New Roman" w:hint="default"/>
      </w:rPr>
    </w:lvl>
    <w:lvl w:ilvl="2">
      <w:start w:val="1"/>
      <w:numFmt w:val="bullet"/>
      <w:lvlText w:val=""/>
      <w:lvlJc w:val="left"/>
      <w:pPr>
        <w:tabs>
          <w:tab w:val="num" w:pos="2880"/>
        </w:tabs>
        <w:ind w:left="2880" w:hanging="360"/>
      </w:pPr>
      <w:rPr>
        <w:rFonts w:ascii="Symbol" w:hAnsi="Symbol" w:cs="Times New Roman" w:hint="default"/>
      </w:rPr>
    </w:lvl>
    <w:lvl w:ilvl="3">
      <w:start w:val="1"/>
      <w:numFmt w:val="bullet"/>
      <w:lvlText w:val=""/>
      <w:lvlJc w:val="left"/>
      <w:pPr>
        <w:tabs>
          <w:tab w:val="num" w:pos="3240"/>
        </w:tabs>
        <w:ind w:left="324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B02693E"/>
    <w:multiLevelType w:val="singleLevel"/>
    <w:tmpl w:val="0409000F"/>
    <w:lvl w:ilvl="0">
      <w:start w:val="1"/>
      <w:numFmt w:val="decimal"/>
      <w:lvlText w:val="%1."/>
      <w:lvlJc w:val="left"/>
      <w:pPr>
        <w:tabs>
          <w:tab w:val="num" w:pos="360"/>
        </w:tabs>
        <w:ind w:left="360" w:hanging="360"/>
      </w:pPr>
    </w:lvl>
  </w:abstractNum>
  <w:abstractNum w:abstractNumId="18">
    <w:nsid w:val="42D400B7"/>
    <w:multiLevelType w:val="singleLevel"/>
    <w:tmpl w:val="02721690"/>
    <w:lvl w:ilvl="0">
      <w:start w:val="1"/>
      <w:numFmt w:val="upperLetter"/>
      <w:lvlText w:val="%1. "/>
      <w:lvlJc w:val="left"/>
      <w:pPr>
        <w:tabs>
          <w:tab w:val="num" w:pos="360"/>
        </w:tabs>
        <w:ind w:left="360" w:hanging="360"/>
      </w:pPr>
      <w:rPr>
        <w:rFonts w:ascii="Arial" w:hAnsi="Arial" w:hint="default"/>
      </w:rPr>
    </w:lvl>
  </w:abstractNum>
  <w:abstractNum w:abstractNumId="19">
    <w:nsid w:val="52C35A80"/>
    <w:multiLevelType w:val="singleLevel"/>
    <w:tmpl w:val="AC2C93A8"/>
    <w:lvl w:ilvl="0">
      <w:start w:val="1"/>
      <w:numFmt w:val="decimal"/>
      <w:pStyle w:val="Answer"/>
      <w:lvlText w:val="%1."/>
      <w:lvlJc w:val="left"/>
      <w:pPr>
        <w:tabs>
          <w:tab w:val="num" w:pos="360"/>
        </w:tabs>
        <w:ind w:left="360" w:hanging="360"/>
      </w:pPr>
      <w:rPr>
        <w:rFonts w:ascii="Arial" w:hAnsi="Arial" w:hint="default"/>
        <w:b w:val="0"/>
        <w:i w:val="0"/>
        <w:sz w:val="24"/>
        <w:u w:val="none"/>
      </w:rPr>
    </w:lvl>
  </w:abstractNum>
  <w:abstractNum w:abstractNumId="20">
    <w:nsid w:val="5CB43CE7"/>
    <w:multiLevelType w:val="singleLevel"/>
    <w:tmpl w:val="F970C4F4"/>
    <w:lvl w:ilvl="0">
      <w:start w:val="1"/>
      <w:numFmt w:val="decimal"/>
      <w:pStyle w:val="Question"/>
      <w:lvlText w:val="%1."/>
      <w:lvlJc w:val="left"/>
      <w:pPr>
        <w:tabs>
          <w:tab w:val="num" w:pos="360"/>
        </w:tabs>
        <w:ind w:left="360" w:hanging="360"/>
      </w:pPr>
    </w:lvl>
  </w:abstractNum>
  <w:abstractNum w:abstractNumId="21">
    <w:nsid w:val="705F2CB4"/>
    <w:multiLevelType w:val="singleLevel"/>
    <w:tmpl w:val="BACA6060"/>
    <w:lvl w:ilvl="0">
      <w:start w:val="1"/>
      <w:numFmt w:val="decimal"/>
      <w:pStyle w:val="TOF"/>
      <w:lvlText w:val="Figure. %1"/>
      <w:lvlJc w:val="left"/>
      <w:pPr>
        <w:tabs>
          <w:tab w:val="num" w:pos="1800"/>
        </w:tabs>
        <w:ind w:left="360" w:hanging="360"/>
      </w:pPr>
      <w:rPr>
        <w:rFonts w:ascii="Arial" w:hAnsi="Arial" w:hint="default"/>
      </w:rPr>
    </w:lvl>
  </w:abstractNum>
  <w:abstractNum w:abstractNumId="22">
    <w:nsid w:val="73BE0C04"/>
    <w:multiLevelType w:val="singleLevel"/>
    <w:tmpl w:val="4820829C"/>
    <w:lvl w:ilvl="0">
      <w:start w:val="1"/>
      <w:numFmt w:val="decimal"/>
      <w:pStyle w:val="ListNumber"/>
      <w:lvlText w:val="%1."/>
      <w:lvlJc w:val="left"/>
      <w:pPr>
        <w:tabs>
          <w:tab w:val="num" w:pos="720"/>
        </w:tabs>
        <w:ind w:left="720" w:hanging="360"/>
      </w:pPr>
      <w:rPr>
        <w:rFonts w:hint="default"/>
      </w:rPr>
    </w:lvl>
  </w:abstractNum>
  <w:abstractNum w:abstractNumId="23">
    <w:nsid w:val="76670F15"/>
    <w:multiLevelType w:val="singleLevel"/>
    <w:tmpl w:val="E6247E90"/>
    <w:lvl w:ilvl="0">
      <w:start w:val="1"/>
      <w:numFmt w:val="decimal"/>
      <w:lvlText w:val="Figure. %1"/>
      <w:lvlJc w:val="left"/>
      <w:pPr>
        <w:tabs>
          <w:tab w:val="num" w:pos="1800"/>
        </w:tabs>
        <w:ind w:left="360" w:hanging="360"/>
      </w:pPr>
    </w:lvl>
  </w:abstractNum>
  <w:abstractNum w:abstractNumId="24">
    <w:nsid w:val="786C0DB7"/>
    <w:multiLevelType w:val="multilevel"/>
    <w:tmpl w:val="BB24D144"/>
    <w:numStyleLink w:val="Bulleted"/>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13">
    <w:abstractNumId w:val="12"/>
  </w:num>
  <w:num w:numId="14">
    <w:abstractNumId w:val="12"/>
    <w:lvlOverride w:ilvl="0">
      <w:lvl w:ilvl="0">
        <w:start w:val="1"/>
        <w:numFmt w:val="decimal"/>
        <w:lvlText w:val="%1."/>
        <w:legacy w:legacy="1" w:legacySpace="0" w:legacyIndent="576"/>
        <w:lvlJc w:val="left"/>
        <w:pPr>
          <w:ind w:left="576" w:hanging="576"/>
        </w:pPr>
      </w:lvl>
    </w:lvlOverride>
  </w:num>
  <w:num w:numId="15">
    <w:abstractNumId w:val="22"/>
  </w:num>
  <w:num w:numId="16">
    <w:abstractNumId w:val="20"/>
  </w:num>
  <w:num w:numId="17">
    <w:abstractNumId w:val="14"/>
  </w:num>
  <w:num w:numId="18">
    <w:abstractNumId w:val="17"/>
  </w:num>
  <w:num w:numId="19">
    <w:abstractNumId w:val="10"/>
    <w:lvlOverride w:ilvl="0">
      <w:lvl w:ilvl="0">
        <w:numFmt w:val="bullet"/>
        <w:lvlText w:val=""/>
        <w:legacy w:legacy="1" w:legacySpace="0" w:legacyIndent="360"/>
        <w:lvlJc w:val="left"/>
        <w:pPr>
          <w:ind w:left="720" w:hanging="360"/>
        </w:pPr>
        <w:rPr>
          <w:rFonts w:ascii="Symbol" w:hAnsi="Symbol" w:hint="default"/>
        </w:rPr>
      </w:lvl>
    </w:lvlOverride>
  </w:num>
  <w:num w:numId="20">
    <w:abstractNumId w:val="23"/>
  </w:num>
  <w:num w:numId="21">
    <w:abstractNumId w:val="18"/>
  </w:num>
  <w:num w:numId="22">
    <w:abstractNumId w:val="21"/>
  </w:num>
  <w:num w:numId="23">
    <w:abstractNumId w:val="19"/>
  </w:num>
  <w:num w:numId="24">
    <w:abstractNumId w:val="20"/>
  </w:num>
  <w:num w:numId="25">
    <w:abstractNumId w:val="20"/>
  </w:num>
  <w:num w:numId="26">
    <w:abstractNumId w:val="20"/>
  </w:num>
  <w:num w:numId="27">
    <w:abstractNumId w:val="20"/>
  </w:num>
  <w:num w:numId="28">
    <w:abstractNumId w:val="20"/>
  </w:num>
  <w:num w:numId="29">
    <w:abstractNumId w:val="16"/>
  </w:num>
  <w:num w:numId="30">
    <w:abstractNumId w:val="16"/>
  </w:num>
  <w:num w:numId="31">
    <w:abstractNumId w:val="16"/>
  </w:num>
  <w:num w:numId="32">
    <w:abstractNumId w:val="11"/>
  </w:num>
  <w:num w:numId="33">
    <w:abstractNumId w:val="20"/>
    <w:lvlOverride w:ilvl="0">
      <w:startOverride w:val="1"/>
    </w:lvlOverride>
  </w:num>
  <w:num w:numId="34">
    <w:abstractNumId w:val="24"/>
  </w:num>
  <w:num w:numId="35">
    <w:abstractNumId w:val="19"/>
    <w:lvlOverride w:ilvl="0">
      <w:startOverride w:val="1"/>
    </w:lvlOverride>
  </w:num>
  <w:num w:numId="36">
    <w:abstractNumId w:val="19"/>
  </w:num>
  <w:num w:numId="37">
    <w:abstractNumId w:val="19"/>
  </w:num>
  <w:num w:numId="3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ctiveWritingStyle w:appName="MSWord" w:lang="en-US"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3C0F418F-0FFC-4CEE-9A60-35A69635B27B}"/>
    <w:docVar w:name="dgnword-eventsink" w:val="5103336"/>
    <w:docVar w:name="lFooter" w:val="XXXX-X"/>
    <w:docVar w:name="lHeader" w:val="Fill in Lesson Name on DocInfo Form to change this"/>
    <w:docVar w:name="rFooter" w:val="Fill in Course Name on DocInfo Form to Change this"/>
    <w:docVar w:name="rHeader" w:val="XX-XX"/>
    <w:docVar w:name="wVar" w:val="-1"/>
    <w:docVar w:name="wVarCourse" w:val="OL Visually Impaired Curriculum"/>
    <w:docVar w:name="wVarCourseAbbr" w:val="VS"/>
    <w:docVar w:name="wVarKeywords" w:val="JAWS, Jobs Access with Speech, Blind, Visually Impaired, Access, Keyboard Shortcuts, Windows 7, Microsoft Office 2010"/>
    <w:docVar w:name="wVarLessonDesc" w:val="Keyboard Shortcuts for Microsoft Office Access 2010"/>
    <w:docVar w:name="wVarLessonName" w:val="Keyboard Shortcuts for Microsoft Office Access 2010"/>
    <w:docVar w:name="wVarLessonNumber" w:val="01"/>
    <w:docVar w:name="wVarModNumber" w:val="  "/>
    <w:docVar w:name="wVarPubCycle" w:val="June 2012"/>
    <w:docVar w:name="wVarSaved" w:val="True"/>
    <w:docVar w:name="wVarUnit" w:val="BR"/>
    <w:docVar w:name="wVarUnitICN" w:val=" "/>
    <w:docVar w:name="wVarUnitPubNum" w:val="06-2012"/>
  </w:docVars>
  <w:rsids>
    <w:rsidRoot w:val="000F7ECB"/>
    <w:rsid w:val="000016D3"/>
    <w:rsid w:val="00006481"/>
    <w:rsid w:val="000072C5"/>
    <w:rsid w:val="00007C79"/>
    <w:rsid w:val="00007DF9"/>
    <w:rsid w:val="000104F2"/>
    <w:rsid w:val="00010EC5"/>
    <w:rsid w:val="00011B71"/>
    <w:rsid w:val="00013872"/>
    <w:rsid w:val="00013B68"/>
    <w:rsid w:val="00013DAC"/>
    <w:rsid w:val="00015554"/>
    <w:rsid w:val="00015705"/>
    <w:rsid w:val="000220DC"/>
    <w:rsid w:val="00022382"/>
    <w:rsid w:val="00023394"/>
    <w:rsid w:val="00023B40"/>
    <w:rsid w:val="00026D60"/>
    <w:rsid w:val="00027EB0"/>
    <w:rsid w:val="00031B7B"/>
    <w:rsid w:val="000329C9"/>
    <w:rsid w:val="00033990"/>
    <w:rsid w:val="00040E00"/>
    <w:rsid w:val="0004156B"/>
    <w:rsid w:val="000427EA"/>
    <w:rsid w:val="00042D36"/>
    <w:rsid w:val="00042E4B"/>
    <w:rsid w:val="00044C9A"/>
    <w:rsid w:val="00047970"/>
    <w:rsid w:val="0005204F"/>
    <w:rsid w:val="00053260"/>
    <w:rsid w:val="000542B5"/>
    <w:rsid w:val="00054525"/>
    <w:rsid w:val="000548C4"/>
    <w:rsid w:val="0005561E"/>
    <w:rsid w:val="000576EC"/>
    <w:rsid w:val="00062BF0"/>
    <w:rsid w:val="0006372C"/>
    <w:rsid w:val="0006722C"/>
    <w:rsid w:val="00067D92"/>
    <w:rsid w:val="000719CD"/>
    <w:rsid w:val="00071BFF"/>
    <w:rsid w:val="00072B73"/>
    <w:rsid w:val="0007782C"/>
    <w:rsid w:val="00077BF3"/>
    <w:rsid w:val="00081904"/>
    <w:rsid w:val="0008265B"/>
    <w:rsid w:val="000833F6"/>
    <w:rsid w:val="00085F77"/>
    <w:rsid w:val="00090B98"/>
    <w:rsid w:val="00091BB7"/>
    <w:rsid w:val="00094C0A"/>
    <w:rsid w:val="0009665D"/>
    <w:rsid w:val="0009779A"/>
    <w:rsid w:val="000A03FF"/>
    <w:rsid w:val="000A0D9C"/>
    <w:rsid w:val="000A1370"/>
    <w:rsid w:val="000A18D1"/>
    <w:rsid w:val="000A2FC4"/>
    <w:rsid w:val="000A44E0"/>
    <w:rsid w:val="000A5E5F"/>
    <w:rsid w:val="000B10FD"/>
    <w:rsid w:val="000B4AE9"/>
    <w:rsid w:val="000B5195"/>
    <w:rsid w:val="000B65EF"/>
    <w:rsid w:val="000B6767"/>
    <w:rsid w:val="000B7C9B"/>
    <w:rsid w:val="000C1438"/>
    <w:rsid w:val="000C1498"/>
    <w:rsid w:val="000C5955"/>
    <w:rsid w:val="000C7674"/>
    <w:rsid w:val="000D1182"/>
    <w:rsid w:val="000D13C5"/>
    <w:rsid w:val="000D172C"/>
    <w:rsid w:val="000D5747"/>
    <w:rsid w:val="000D6644"/>
    <w:rsid w:val="000E12D3"/>
    <w:rsid w:val="000E2ECA"/>
    <w:rsid w:val="000E4AC8"/>
    <w:rsid w:val="000E6E9C"/>
    <w:rsid w:val="000F11E6"/>
    <w:rsid w:val="000F3D57"/>
    <w:rsid w:val="000F7ECB"/>
    <w:rsid w:val="00101E59"/>
    <w:rsid w:val="00103B8F"/>
    <w:rsid w:val="001059A3"/>
    <w:rsid w:val="001111FF"/>
    <w:rsid w:val="00112709"/>
    <w:rsid w:val="00115AAA"/>
    <w:rsid w:val="001218BF"/>
    <w:rsid w:val="001245AE"/>
    <w:rsid w:val="001265CB"/>
    <w:rsid w:val="00127246"/>
    <w:rsid w:val="001302EA"/>
    <w:rsid w:val="00131F0D"/>
    <w:rsid w:val="00134C5A"/>
    <w:rsid w:val="00135048"/>
    <w:rsid w:val="001351F2"/>
    <w:rsid w:val="0014075B"/>
    <w:rsid w:val="00140927"/>
    <w:rsid w:val="00142688"/>
    <w:rsid w:val="00144DD6"/>
    <w:rsid w:val="00145180"/>
    <w:rsid w:val="00145375"/>
    <w:rsid w:val="00145C94"/>
    <w:rsid w:val="00146CC7"/>
    <w:rsid w:val="001533BC"/>
    <w:rsid w:val="00154EA1"/>
    <w:rsid w:val="001560F8"/>
    <w:rsid w:val="00156E5F"/>
    <w:rsid w:val="00160336"/>
    <w:rsid w:val="00165BE7"/>
    <w:rsid w:val="00167FBF"/>
    <w:rsid w:val="00170181"/>
    <w:rsid w:val="00171032"/>
    <w:rsid w:val="00172745"/>
    <w:rsid w:val="00173682"/>
    <w:rsid w:val="00173706"/>
    <w:rsid w:val="00173FA1"/>
    <w:rsid w:val="00174EC3"/>
    <w:rsid w:val="00175E4B"/>
    <w:rsid w:val="0017650B"/>
    <w:rsid w:val="0019070B"/>
    <w:rsid w:val="001921E7"/>
    <w:rsid w:val="00193206"/>
    <w:rsid w:val="00194436"/>
    <w:rsid w:val="00194492"/>
    <w:rsid w:val="001A1AA9"/>
    <w:rsid w:val="001A2D57"/>
    <w:rsid w:val="001A4BA4"/>
    <w:rsid w:val="001B018E"/>
    <w:rsid w:val="001B0592"/>
    <w:rsid w:val="001B0B4F"/>
    <w:rsid w:val="001B0FC5"/>
    <w:rsid w:val="001B1A7D"/>
    <w:rsid w:val="001B2118"/>
    <w:rsid w:val="001B2469"/>
    <w:rsid w:val="001B475C"/>
    <w:rsid w:val="001C0730"/>
    <w:rsid w:val="001C08B2"/>
    <w:rsid w:val="001C5743"/>
    <w:rsid w:val="001C629D"/>
    <w:rsid w:val="001D0963"/>
    <w:rsid w:val="001D23B1"/>
    <w:rsid w:val="001D4AB0"/>
    <w:rsid w:val="001E045D"/>
    <w:rsid w:val="001E6896"/>
    <w:rsid w:val="001F08D9"/>
    <w:rsid w:val="001F0FFC"/>
    <w:rsid w:val="001F4098"/>
    <w:rsid w:val="001F556D"/>
    <w:rsid w:val="001F55AB"/>
    <w:rsid w:val="001F56C7"/>
    <w:rsid w:val="001F56D0"/>
    <w:rsid w:val="001F7118"/>
    <w:rsid w:val="001F7A31"/>
    <w:rsid w:val="002034C1"/>
    <w:rsid w:val="00205706"/>
    <w:rsid w:val="00205796"/>
    <w:rsid w:val="00206082"/>
    <w:rsid w:val="00211B19"/>
    <w:rsid w:val="002135B5"/>
    <w:rsid w:val="002151AB"/>
    <w:rsid w:val="002154A8"/>
    <w:rsid w:val="00220AAF"/>
    <w:rsid w:val="00224321"/>
    <w:rsid w:val="00226030"/>
    <w:rsid w:val="00226F79"/>
    <w:rsid w:val="00232FC5"/>
    <w:rsid w:val="002338A1"/>
    <w:rsid w:val="00236149"/>
    <w:rsid w:val="00236509"/>
    <w:rsid w:val="00236CED"/>
    <w:rsid w:val="002370B3"/>
    <w:rsid w:val="00237472"/>
    <w:rsid w:val="0023747D"/>
    <w:rsid w:val="00240576"/>
    <w:rsid w:val="00241B6B"/>
    <w:rsid w:val="00243068"/>
    <w:rsid w:val="00246A09"/>
    <w:rsid w:val="00251D58"/>
    <w:rsid w:val="00256A8B"/>
    <w:rsid w:val="002575D0"/>
    <w:rsid w:val="00265B9F"/>
    <w:rsid w:val="00266D6C"/>
    <w:rsid w:val="0027143B"/>
    <w:rsid w:val="00273AD3"/>
    <w:rsid w:val="0027470F"/>
    <w:rsid w:val="00276517"/>
    <w:rsid w:val="002805AE"/>
    <w:rsid w:val="00281C50"/>
    <w:rsid w:val="00282479"/>
    <w:rsid w:val="00285F2C"/>
    <w:rsid w:val="00287237"/>
    <w:rsid w:val="002903E2"/>
    <w:rsid w:val="002905D8"/>
    <w:rsid w:val="00290B83"/>
    <w:rsid w:val="00290F10"/>
    <w:rsid w:val="002A1BA0"/>
    <w:rsid w:val="002A4354"/>
    <w:rsid w:val="002A624B"/>
    <w:rsid w:val="002B1881"/>
    <w:rsid w:val="002B48BD"/>
    <w:rsid w:val="002C0DE0"/>
    <w:rsid w:val="002C1E92"/>
    <w:rsid w:val="002C35F2"/>
    <w:rsid w:val="002C61CA"/>
    <w:rsid w:val="002C777F"/>
    <w:rsid w:val="002D075B"/>
    <w:rsid w:val="002D1927"/>
    <w:rsid w:val="002D1A3C"/>
    <w:rsid w:val="002D2629"/>
    <w:rsid w:val="002D2A73"/>
    <w:rsid w:val="002D2BDD"/>
    <w:rsid w:val="002D30C3"/>
    <w:rsid w:val="002D3D24"/>
    <w:rsid w:val="002D625E"/>
    <w:rsid w:val="002D708A"/>
    <w:rsid w:val="002E1276"/>
    <w:rsid w:val="002E1587"/>
    <w:rsid w:val="002E1D02"/>
    <w:rsid w:val="002F145B"/>
    <w:rsid w:val="002F2423"/>
    <w:rsid w:val="002F310D"/>
    <w:rsid w:val="002F38D1"/>
    <w:rsid w:val="002F408C"/>
    <w:rsid w:val="002F54AF"/>
    <w:rsid w:val="002F617A"/>
    <w:rsid w:val="002F70DA"/>
    <w:rsid w:val="002F7B14"/>
    <w:rsid w:val="00301879"/>
    <w:rsid w:val="0030232B"/>
    <w:rsid w:val="00303B23"/>
    <w:rsid w:val="00304798"/>
    <w:rsid w:val="003060FE"/>
    <w:rsid w:val="00306A4A"/>
    <w:rsid w:val="00310C3F"/>
    <w:rsid w:val="0031248C"/>
    <w:rsid w:val="00314870"/>
    <w:rsid w:val="003160C1"/>
    <w:rsid w:val="00316CFE"/>
    <w:rsid w:val="0032015A"/>
    <w:rsid w:val="003224B7"/>
    <w:rsid w:val="0032274D"/>
    <w:rsid w:val="0032682A"/>
    <w:rsid w:val="00330864"/>
    <w:rsid w:val="0033238E"/>
    <w:rsid w:val="00334329"/>
    <w:rsid w:val="00335189"/>
    <w:rsid w:val="00335881"/>
    <w:rsid w:val="00335D8C"/>
    <w:rsid w:val="00344274"/>
    <w:rsid w:val="00345316"/>
    <w:rsid w:val="0035115E"/>
    <w:rsid w:val="00362531"/>
    <w:rsid w:val="00362B3F"/>
    <w:rsid w:val="003634D8"/>
    <w:rsid w:val="00363702"/>
    <w:rsid w:val="00364061"/>
    <w:rsid w:val="003653C4"/>
    <w:rsid w:val="00366437"/>
    <w:rsid w:val="003669EF"/>
    <w:rsid w:val="00372C46"/>
    <w:rsid w:val="00374EFE"/>
    <w:rsid w:val="00375C2D"/>
    <w:rsid w:val="003768FB"/>
    <w:rsid w:val="003816D5"/>
    <w:rsid w:val="00381C1F"/>
    <w:rsid w:val="00383567"/>
    <w:rsid w:val="0038415F"/>
    <w:rsid w:val="0038662F"/>
    <w:rsid w:val="0038697D"/>
    <w:rsid w:val="003922C1"/>
    <w:rsid w:val="003941DB"/>
    <w:rsid w:val="0039456A"/>
    <w:rsid w:val="003A017B"/>
    <w:rsid w:val="003A0AC0"/>
    <w:rsid w:val="003A26A3"/>
    <w:rsid w:val="003A27A7"/>
    <w:rsid w:val="003A2B7B"/>
    <w:rsid w:val="003B0174"/>
    <w:rsid w:val="003B067F"/>
    <w:rsid w:val="003B20F5"/>
    <w:rsid w:val="003B279E"/>
    <w:rsid w:val="003B5719"/>
    <w:rsid w:val="003B665F"/>
    <w:rsid w:val="003C06E1"/>
    <w:rsid w:val="003C1EB3"/>
    <w:rsid w:val="003C224D"/>
    <w:rsid w:val="003C3A09"/>
    <w:rsid w:val="003C5B75"/>
    <w:rsid w:val="003C5FFC"/>
    <w:rsid w:val="003C6D78"/>
    <w:rsid w:val="003C7F0C"/>
    <w:rsid w:val="003D1C65"/>
    <w:rsid w:val="003D2590"/>
    <w:rsid w:val="003D3F34"/>
    <w:rsid w:val="003D620D"/>
    <w:rsid w:val="003E0D3D"/>
    <w:rsid w:val="003E4114"/>
    <w:rsid w:val="003E44D5"/>
    <w:rsid w:val="003E4E6A"/>
    <w:rsid w:val="003E73FB"/>
    <w:rsid w:val="003E7687"/>
    <w:rsid w:val="003F0948"/>
    <w:rsid w:val="003F37AE"/>
    <w:rsid w:val="003F52A3"/>
    <w:rsid w:val="003F5949"/>
    <w:rsid w:val="003F5D23"/>
    <w:rsid w:val="003F6A6B"/>
    <w:rsid w:val="0040015D"/>
    <w:rsid w:val="00401192"/>
    <w:rsid w:val="004035FB"/>
    <w:rsid w:val="004038B2"/>
    <w:rsid w:val="00403B7C"/>
    <w:rsid w:val="00405292"/>
    <w:rsid w:val="00405B20"/>
    <w:rsid w:val="00406FA2"/>
    <w:rsid w:val="004079B9"/>
    <w:rsid w:val="00410396"/>
    <w:rsid w:val="00412ADE"/>
    <w:rsid w:val="00413BE0"/>
    <w:rsid w:val="004155CF"/>
    <w:rsid w:val="00417B74"/>
    <w:rsid w:val="00417EBB"/>
    <w:rsid w:val="00420000"/>
    <w:rsid w:val="0042107B"/>
    <w:rsid w:val="004221FE"/>
    <w:rsid w:val="00425223"/>
    <w:rsid w:val="0042564E"/>
    <w:rsid w:val="00426F18"/>
    <w:rsid w:val="004271F5"/>
    <w:rsid w:val="00431A92"/>
    <w:rsid w:val="00433267"/>
    <w:rsid w:val="0043425E"/>
    <w:rsid w:val="004355C6"/>
    <w:rsid w:val="00435FDD"/>
    <w:rsid w:val="00437733"/>
    <w:rsid w:val="00437D9A"/>
    <w:rsid w:val="00445C3F"/>
    <w:rsid w:val="004476C8"/>
    <w:rsid w:val="00450D94"/>
    <w:rsid w:val="0045259D"/>
    <w:rsid w:val="00453378"/>
    <w:rsid w:val="0045649F"/>
    <w:rsid w:val="004569B3"/>
    <w:rsid w:val="004579DB"/>
    <w:rsid w:val="00457F1B"/>
    <w:rsid w:val="00463130"/>
    <w:rsid w:val="00464B3E"/>
    <w:rsid w:val="00464DB9"/>
    <w:rsid w:val="00464F93"/>
    <w:rsid w:val="004657C8"/>
    <w:rsid w:val="00465B26"/>
    <w:rsid w:val="00465CC1"/>
    <w:rsid w:val="00466194"/>
    <w:rsid w:val="00466B2D"/>
    <w:rsid w:val="0047401F"/>
    <w:rsid w:val="00476346"/>
    <w:rsid w:val="0048000B"/>
    <w:rsid w:val="00481534"/>
    <w:rsid w:val="00483B6E"/>
    <w:rsid w:val="004904C3"/>
    <w:rsid w:val="00490696"/>
    <w:rsid w:val="00492ADC"/>
    <w:rsid w:val="00493C89"/>
    <w:rsid w:val="004A21D9"/>
    <w:rsid w:val="004A7FE3"/>
    <w:rsid w:val="004B2EF9"/>
    <w:rsid w:val="004B3078"/>
    <w:rsid w:val="004B34AB"/>
    <w:rsid w:val="004B472D"/>
    <w:rsid w:val="004B511E"/>
    <w:rsid w:val="004B51AD"/>
    <w:rsid w:val="004B7227"/>
    <w:rsid w:val="004C0BD9"/>
    <w:rsid w:val="004C0C2C"/>
    <w:rsid w:val="004C24D1"/>
    <w:rsid w:val="004C2DB0"/>
    <w:rsid w:val="004C4DCF"/>
    <w:rsid w:val="004C5B07"/>
    <w:rsid w:val="004C6FFB"/>
    <w:rsid w:val="004C7423"/>
    <w:rsid w:val="004C7CA9"/>
    <w:rsid w:val="004D1486"/>
    <w:rsid w:val="004D1527"/>
    <w:rsid w:val="004D35F1"/>
    <w:rsid w:val="004D4012"/>
    <w:rsid w:val="004D48D9"/>
    <w:rsid w:val="004D6858"/>
    <w:rsid w:val="004D7916"/>
    <w:rsid w:val="004E07A1"/>
    <w:rsid w:val="004E21C1"/>
    <w:rsid w:val="004E2B53"/>
    <w:rsid w:val="004F042A"/>
    <w:rsid w:val="004F3A4E"/>
    <w:rsid w:val="004F3E50"/>
    <w:rsid w:val="004F6BEA"/>
    <w:rsid w:val="00500E63"/>
    <w:rsid w:val="005015EB"/>
    <w:rsid w:val="005045CD"/>
    <w:rsid w:val="00504FE6"/>
    <w:rsid w:val="00506C19"/>
    <w:rsid w:val="00507008"/>
    <w:rsid w:val="005071E4"/>
    <w:rsid w:val="00507389"/>
    <w:rsid w:val="00511CAB"/>
    <w:rsid w:val="00512A48"/>
    <w:rsid w:val="00515FFF"/>
    <w:rsid w:val="00517B66"/>
    <w:rsid w:val="00525284"/>
    <w:rsid w:val="005252F8"/>
    <w:rsid w:val="005257C6"/>
    <w:rsid w:val="0052610E"/>
    <w:rsid w:val="00526E58"/>
    <w:rsid w:val="005279A4"/>
    <w:rsid w:val="005304FA"/>
    <w:rsid w:val="00530A04"/>
    <w:rsid w:val="0053274D"/>
    <w:rsid w:val="0053393F"/>
    <w:rsid w:val="00534758"/>
    <w:rsid w:val="00535B16"/>
    <w:rsid w:val="0054158C"/>
    <w:rsid w:val="00542E74"/>
    <w:rsid w:val="0054442B"/>
    <w:rsid w:val="00544BE0"/>
    <w:rsid w:val="005464C7"/>
    <w:rsid w:val="005511D9"/>
    <w:rsid w:val="00553287"/>
    <w:rsid w:val="00556CF0"/>
    <w:rsid w:val="00557272"/>
    <w:rsid w:val="0055765F"/>
    <w:rsid w:val="00560AB1"/>
    <w:rsid w:val="00560BD7"/>
    <w:rsid w:val="00561F9E"/>
    <w:rsid w:val="00565390"/>
    <w:rsid w:val="00565DAF"/>
    <w:rsid w:val="00567AB3"/>
    <w:rsid w:val="005701AC"/>
    <w:rsid w:val="005716D1"/>
    <w:rsid w:val="00571D19"/>
    <w:rsid w:val="005722D8"/>
    <w:rsid w:val="00572C3F"/>
    <w:rsid w:val="00576310"/>
    <w:rsid w:val="005809DB"/>
    <w:rsid w:val="005835F1"/>
    <w:rsid w:val="00587535"/>
    <w:rsid w:val="00587A9A"/>
    <w:rsid w:val="005900FA"/>
    <w:rsid w:val="00590108"/>
    <w:rsid w:val="0059012F"/>
    <w:rsid w:val="00590E47"/>
    <w:rsid w:val="00592CE5"/>
    <w:rsid w:val="00594578"/>
    <w:rsid w:val="005955C2"/>
    <w:rsid w:val="0059684F"/>
    <w:rsid w:val="00596E96"/>
    <w:rsid w:val="005A0461"/>
    <w:rsid w:val="005B1DE9"/>
    <w:rsid w:val="005B254A"/>
    <w:rsid w:val="005B35FC"/>
    <w:rsid w:val="005C0E6F"/>
    <w:rsid w:val="005C0F48"/>
    <w:rsid w:val="005C3D41"/>
    <w:rsid w:val="005C5148"/>
    <w:rsid w:val="005D068C"/>
    <w:rsid w:val="005D1796"/>
    <w:rsid w:val="005D2465"/>
    <w:rsid w:val="005D41A9"/>
    <w:rsid w:val="005D71AF"/>
    <w:rsid w:val="005E177F"/>
    <w:rsid w:val="005E1876"/>
    <w:rsid w:val="005E6D66"/>
    <w:rsid w:val="005E7603"/>
    <w:rsid w:val="005E7D67"/>
    <w:rsid w:val="005F0EEA"/>
    <w:rsid w:val="005F3C80"/>
    <w:rsid w:val="005F43EF"/>
    <w:rsid w:val="005F44E5"/>
    <w:rsid w:val="005F5C4F"/>
    <w:rsid w:val="0060212E"/>
    <w:rsid w:val="00603056"/>
    <w:rsid w:val="0060731B"/>
    <w:rsid w:val="0061176A"/>
    <w:rsid w:val="00613174"/>
    <w:rsid w:val="0061523B"/>
    <w:rsid w:val="00620279"/>
    <w:rsid w:val="006230FA"/>
    <w:rsid w:val="00623672"/>
    <w:rsid w:val="0063294C"/>
    <w:rsid w:val="0063609E"/>
    <w:rsid w:val="00636E82"/>
    <w:rsid w:val="00637032"/>
    <w:rsid w:val="0064219C"/>
    <w:rsid w:val="00642AE9"/>
    <w:rsid w:val="00642D00"/>
    <w:rsid w:val="00642FB5"/>
    <w:rsid w:val="00643169"/>
    <w:rsid w:val="00645A3C"/>
    <w:rsid w:val="00647FD6"/>
    <w:rsid w:val="006515ED"/>
    <w:rsid w:val="0065462E"/>
    <w:rsid w:val="00654A04"/>
    <w:rsid w:val="00655D5C"/>
    <w:rsid w:val="006600C0"/>
    <w:rsid w:val="00667170"/>
    <w:rsid w:val="0066777B"/>
    <w:rsid w:val="00670F62"/>
    <w:rsid w:val="00671DF0"/>
    <w:rsid w:val="006728A1"/>
    <w:rsid w:val="00673150"/>
    <w:rsid w:val="0067378F"/>
    <w:rsid w:val="00673BA4"/>
    <w:rsid w:val="00674DCA"/>
    <w:rsid w:val="00675087"/>
    <w:rsid w:val="0067673A"/>
    <w:rsid w:val="00676ACC"/>
    <w:rsid w:val="006773B9"/>
    <w:rsid w:val="00681095"/>
    <w:rsid w:val="00682A76"/>
    <w:rsid w:val="0068314D"/>
    <w:rsid w:val="006838DF"/>
    <w:rsid w:val="006851C3"/>
    <w:rsid w:val="00690FF3"/>
    <w:rsid w:val="00697F3F"/>
    <w:rsid w:val="006A082A"/>
    <w:rsid w:val="006A26EC"/>
    <w:rsid w:val="006A3E94"/>
    <w:rsid w:val="006A43B2"/>
    <w:rsid w:val="006A6075"/>
    <w:rsid w:val="006A6147"/>
    <w:rsid w:val="006A6D2B"/>
    <w:rsid w:val="006A741A"/>
    <w:rsid w:val="006B1B0B"/>
    <w:rsid w:val="006B2BAC"/>
    <w:rsid w:val="006B31D0"/>
    <w:rsid w:val="006B33C4"/>
    <w:rsid w:val="006B3BB0"/>
    <w:rsid w:val="006C0656"/>
    <w:rsid w:val="006C07DC"/>
    <w:rsid w:val="006C29D0"/>
    <w:rsid w:val="006C304C"/>
    <w:rsid w:val="006D0C44"/>
    <w:rsid w:val="006D2179"/>
    <w:rsid w:val="006D4524"/>
    <w:rsid w:val="006D6DD8"/>
    <w:rsid w:val="006D6EF0"/>
    <w:rsid w:val="006D741C"/>
    <w:rsid w:val="006E046F"/>
    <w:rsid w:val="006E2A8E"/>
    <w:rsid w:val="006E3AB8"/>
    <w:rsid w:val="006E4499"/>
    <w:rsid w:val="006E7064"/>
    <w:rsid w:val="006E76FF"/>
    <w:rsid w:val="006F1A79"/>
    <w:rsid w:val="006F20FE"/>
    <w:rsid w:val="006F21CB"/>
    <w:rsid w:val="006F2834"/>
    <w:rsid w:val="006F4C7C"/>
    <w:rsid w:val="006F4DF7"/>
    <w:rsid w:val="006F5CDB"/>
    <w:rsid w:val="006F7A06"/>
    <w:rsid w:val="00702F97"/>
    <w:rsid w:val="00703B32"/>
    <w:rsid w:val="00705ECE"/>
    <w:rsid w:val="007078EC"/>
    <w:rsid w:val="0070792E"/>
    <w:rsid w:val="0071198E"/>
    <w:rsid w:val="007120F6"/>
    <w:rsid w:val="00712614"/>
    <w:rsid w:val="00715EC5"/>
    <w:rsid w:val="00722339"/>
    <w:rsid w:val="00730436"/>
    <w:rsid w:val="007333A7"/>
    <w:rsid w:val="00734216"/>
    <w:rsid w:val="0074207F"/>
    <w:rsid w:val="0074468C"/>
    <w:rsid w:val="007501CA"/>
    <w:rsid w:val="00750F5D"/>
    <w:rsid w:val="00752F1E"/>
    <w:rsid w:val="00764637"/>
    <w:rsid w:val="00766C7D"/>
    <w:rsid w:val="00770390"/>
    <w:rsid w:val="00773AA0"/>
    <w:rsid w:val="00777542"/>
    <w:rsid w:val="007778EE"/>
    <w:rsid w:val="00782F1E"/>
    <w:rsid w:val="00785338"/>
    <w:rsid w:val="00787824"/>
    <w:rsid w:val="00787F5B"/>
    <w:rsid w:val="00791A21"/>
    <w:rsid w:val="00792EE7"/>
    <w:rsid w:val="0079452D"/>
    <w:rsid w:val="00795CA7"/>
    <w:rsid w:val="007962D6"/>
    <w:rsid w:val="007964AC"/>
    <w:rsid w:val="007A0B6E"/>
    <w:rsid w:val="007A37C4"/>
    <w:rsid w:val="007A5557"/>
    <w:rsid w:val="007A61BE"/>
    <w:rsid w:val="007A6777"/>
    <w:rsid w:val="007B05EA"/>
    <w:rsid w:val="007B0627"/>
    <w:rsid w:val="007B388B"/>
    <w:rsid w:val="007B41CB"/>
    <w:rsid w:val="007B5069"/>
    <w:rsid w:val="007C1BA9"/>
    <w:rsid w:val="007C2A2F"/>
    <w:rsid w:val="007C2D3A"/>
    <w:rsid w:val="007C3AF7"/>
    <w:rsid w:val="007C562B"/>
    <w:rsid w:val="007D3CFE"/>
    <w:rsid w:val="007D5128"/>
    <w:rsid w:val="007D5D9B"/>
    <w:rsid w:val="007D5F4E"/>
    <w:rsid w:val="007D6646"/>
    <w:rsid w:val="007D6EDD"/>
    <w:rsid w:val="007E4005"/>
    <w:rsid w:val="007E4DEC"/>
    <w:rsid w:val="007F1360"/>
    <w:rsid w:val="007F1A9B"/>
    <w:rsid w:val="007F1CFE"/>
    <w:rsid w:val="007F4A12"/>
    <w:rsid w:val="007F5166"/>
    <w:rsid w:val="007F6A8B"/>
    <w:rsid w:val="007F7574"/>
    <w:rsid w:val="008004E1"/>
    <w:rsid w:val="008014B5"/>
    <w:rsid w:val="00802391"/>
    <w:rsid w:val="008059BC"/>
    <w:rsid w:val="00807BDC"/>
    <w:rsid w:val="008100CA"/>
    <w:rsid w:val="00810A2E"/>
    <w:rsid w:val="00810D34"/>
    <w:rsid w:val="00811783"/>
    <w:rsid w:val="00816C2F"/>
    <w:rsid w:val="0082065F"/>
    <w:rsid w:val="00823050"/>
    <w:rsid w:val="008279FD"/>
    <w:rsid w:val="00827A3E"/>
    <w:rsid w:val="008310D6"/>
    <w:rsid w:val="008313A4"/>
    <w:rsid w:val="0083166D"/>
    <w:rsid w:val="008319D0"/>
    <w:rsid w:val="00832D72"/>
    <w:rsid w:val="0083683A"/>
    <w:rsid w:val="00841AD6"/>
    <w:rsid w:val="00841C1E"/>
    <w:rsid w:val="00843B4C"/>
    <w:rsid w:val="00843E4F"/>
    <w:rsid w:val="00844863"/>
    <w:rsid w:val="008451B2"/>
    <w:rsid w:val="008468AB"/>
    <w:rsid w:val="00854719"/>
    <w:rsid w:val="00857E47"/>
    <w:rsid w:val="00861C4D"/>
    <w:rsid w:val="00867579"/>
    <w:rsid w:val="00873793"/>
    <w:rsid w:val="00874EBE"/>
    <w:rsid w:val="008758CD"/>
    <w:rsid w:val="008769B8"/>
    <w:rsid w:val="00882551"/>
    <w:rsid w:val="00882B44"/>
    <w:rsid w:val="00885E04"/>
    <w:rsid w:val="00886544"/>
    <w:rsid w:val="00892E56"/>
    <w:rsid w:val="008935C5"/>
    <w:rsid w:val="00896CE1"/>
    <w:rsid w:val="008A0ED0"/>
    <w:rsid w:val="008A1CD7"/>
    <w:rsid w:val="008A21FF"/>
    <w:rsid w:val="008A2A75"/>
    <w:rsid w:val="008A467D"/>
    <w:rsid w:val="008A64C0"/>
    <w:rsid w:val="008A6E5A"/>
    <w:rsid w:val="008B00BD"/>
    <w:rsid w:val="008B5728"/>
    <w:rsid w:val="008B6385"/>
    <w:rsid w:val="008B7673"/>
    <w:rsid w:val="008C2C2B"/>
    <w:rsid w:val="008C342B"/>
    <w:rsid w:val="008C38C0"/>
    <w:rsid w:val="008C7B07"/>
    <w:rsid w:val="008D1E88"/>
    <w:rsid w:val="008D1EC0"/>
    <w:rsid w:val="008D3FC8"/>
    <w:rsid w:val="008D5281"/>
    <w:rsid w:val="008D6DEA"/>
    <w:rsid w:val="008E3044"/>
    <w:rsid w:val="008E4677"/>
    <w:rsid w:val="008E6B02"/>
    <w:rsid w:val="008E6B2F"/>
    <w:rsid w:val="008E6BDE"/>
    <w:rsid w:val="008E71F0"/>
    <w:rsid w:val="008F0381"/>
    <w:rsid w:val="008F219A"/>
    <w:rsid w:val="008F3048"/>
    <w:rsid w:val="008F4901"/>
    <w:rsid w:val="008F4A5F"/>
    <w:rsid w:val="008F6EF6"/>
    <w:rsid w:val="008F6FC9"/>
    <w:rsid w:val="008F7CB9"/>
    <w:rsid w:val="00900CCA"/>
    <w:rsid w:val="0090528E"/>
    <w:rsid w:val="009056A5"/>
    <w:rsid w:val="00905CF8"/>
    <w:rsid w:val="009066E5"/>
    <w:rsid w:val="009122E6"/>
    <w:rsid w:val="009134B7"/>
    <w:rsid w:val="009146B8"/>
    <w:rsid w:val="00915AFF"/>
    <w:rsid w:val="00921086"/>
    <w:rsid w:val="00921476"/>
    <w:rsid w:val="00922951"/>
    <w:rsid w:val="00931D32"/>
    <w:rsid w:val="00933D77"/>
    <w:rsid w:val="0093405E"/>
    <w:rsid w:val="00946E24"/>
    <w:rsid w:val="00946E63"/>
    <w:rsid w:val="00952108"/>
    <w:rsid w:val="00953C6E"/>
    <w:rsid w:val="00953D22"/>
    <w:rsid w:val="00957E5C"/>
    <w:rsid w:val="00960E4C"/>
    <w:rsid w:val="0096117A"/>
    <w:rsid w:val="0096276F"/>
    <w:rsid w:val="00962C02"/>
    <w:rsid w:val="00963BAC"/>
    <w:rsid w:val="00963BF0"/>
    <w:rsid w:val="0096469C"/>
    <w:rsid w:val="00964CEB"/>
    <w:rsid w:val="0096552A"/>
    <w:rsid w:val="0097067D"/>
    <w:rsid w:val="00971E30"/>
    <w:rsid w:val="0097571B"/>
    <w:rsid w:val="00976FD3"/>
    <w:rsid w:val="00982742"/>
    <w:rsid w:val="00983D76"/>
    <w:rsid w:val="00984993"/>
    <w:rsid w:val="00987B87"/>
    <w:rsid w:val="00991CDF"/>
    <w:rsid w:val="00993CD6"/>
    <w:rsid w:val="00994566"/>
    <w:rsid w:val="0099469B"/>
    <w:rsid w:val="0099480F"/>
    <w:rsid w:val="00994CB3"/>
    <w:rsid w:val="0099537C"/>
    <w:rsid w:val="00995F32"/>
    <w:rsid w:val="009966E5"/>
    <w:rsid w:val="009968A6"/>
    <w:rsid w:val="009969BF"/>
    <w:rsid w:val="009A258B"/>
    <w:rsid w:val="009A2717"/>
    <w:rsid w:val="009A29B0"/>
    <w:rsid w:val="009A37BD"/>
    <w:rsid w:val="009A506B"/>
    <w:rsid w:val="009A726A"/>
    <w:rsid w:val="009A75BF"/>
    <w:rsid w:val="009B072E"/>
    <w:rsid w:val="009B181E"/>
    <w:rsid w:val="009B2A36"/>
    <w:rsid w:val="009B3136"/>
    <w:rsid w:val="009B3D5C"/>
    <w:rsid w:val="009B5138"/>
    <w:rsid w:val="009B6186"/>
    <w:rsid w:val="009B660A"/>
    <w:rsid w:val="009B66D4"/>
    <w:rsid w:val="009B6B1E"/>
    <w:rsid w:val="009B767F"/>
    <w:rsid w:val="009B79AB"/>
    <w:rsid w:val="009B79E0"/>
    <w:rsid w:val="009C13CC"/>
    <w:rsid w:val="009C382B"/>
    <w:rsid w:val="009C3F68"/>
    <w:rsid w:val="009C73E6"/>
    <w:rsid w:val="009D3448"/>
    <w:rsid w:val="009D3A95"/>
    <w:rsid w:val="009E00C8"/>
    <w:rsid w:val="009E148C"/>
    <w:rsid w:val="009E1BE6"/>
    <w:rsid w:val="009E36B4"/>
    <w:rsid w:val="009E36C8"/>
    <w:rsid w:val="009E4131"/>
    <w:rsid w:val="009E4222"/>
    <w:rsid w:val="009E62C4"/>
    <w:rsid w:val="009E7763"/>
    <w:rsid w:val="009E7F25"/>
    <w:rsid w:val="009F0726"/>
    <w:rsid w:val="009F5D75"/>
    <w:rsid w:val="00A03EDB"/>
    <w:rsid w:val="00A054CB"/>
    <w:rsid w:val="00A060A7"/>
    <w:rsid w:val="00A06952"/>
    <w:rsid w:val="00A07841"/>
    <w:rsid w:val="00A14B37"/>
    <w:rsid w:val="00A15EBA"/>
    <w:rsid w:val="00A22405"/>
    <w:rsid w:val="00A22E7F"/>
    <w:rsid w:val="00A251A6"/>
    <w:rsid w:val="00A2538F"/>
    <w:rsid w:val="00A3578E"/>
    <w:rsid w:val="00A40756"/>
    <w:rsid w:val="00A40E3C"/>
    <w:rsid w:val="00A419B3"/>
    <w:rsid w:val="00A42754"/>
    <w:rsid w:val="00A42DF2"/>
    <w:rsid w:val="00A46376"/>
    <w:rsid w:val="00A47DBB"/>
    <w:rsid w:val="00A50061"/>
    <w:rsid w:val="00A50D68"/>
    <w:rsid w:val="00A51773"/>
    <w:rsid w:val="00A52475"/>
    <w:rsid w:val="00A52525"/>
    <w:rsid w:val="00A5258C"/>
    <w:rsid w:val="00A5301E"/>
    <w:rsid w:val="00A54123"/>
    <w:rsid w:val="00A57D11"/>
    <w:rsid w:val="00A60179"/>
    <w:rsid w:val="00A62296"/>
    <w:rsid w:val="00A63ACC"/>
    <w:rsid w:val="00A649D2"/>
    <w:rsid w:val="00A659C2"/>
    <w:rsid w:val="00A666A0"/>
    <w:rsid w:val="00A675FE"/>
    <w:rsid w:val="00A70188"/>
    <w:rsid w:val="00A70AB4"/>
    <w:rsid w:val="00A70BEB"/>
    <w:rsid w:val="00A727C0"/>
    <w:rsid w:val="00A72F26"/>
    <w:rsid w:val="00A73DF1"/>
    <w:rsid w:val="00A740E3"/>
    <w:rsid w:val="00A75DA1"/>
    <w:rsid w:val="00A75DD9"/>
    <w:rsid w:val="00A762F6"/>
    <w:rsid w:val="00A77A88"/>
    <w:rsid w:val="00A80240"/>
    <w:rsid w:val="00A81797"/>
    <w:rsid w:val="00A81837"/>
    <w:rsid w:val="00A828B4"/>
    <w:rsid w:val="00A84508"/>
    <w:rsid w:val="00A8459E"/>
    <w:rsid w:val="00A84AED"/>
    <w:rsid w:val="00A95E14"/>
    <w:rsid w:val="00AA201D"/>
    <w:rsid w:val="00AA33BA"/>
    <w:rsid w:val="00AA54A5"/>
    <w:rsid w:val="00AB0A81"/>
    <w:rsid w:val="00AB13E4"/>
    <w:rsid w:val="00AB19AA"/>
    <w:rsid w:val="00AB337A"/>
    <w:rsid w:val="00AB490A"/>
    <w:rsid w:val="00AB63A5"/>
    <w:rsid w:val="00AB7903"/>
    <w:rsid w:val="00AC0355"/>
    <w:rsid w:val="00AC4007"/>
    <w:rsid w:val="00AC4653"/>
    <w:rsid w:val="00AC70DD"/>
    <w:rsid w:val="00AD44BC"/>
    <w:rsid w:val="00AD4C8F"/>
    <w:rsid w:val="00AD5919"/>
    <w:rsid w:val="00AD737C"/>
    <w:rsid w:val="00AE218D"/>
    <w:rsid w:val="00AE2C09"/>
    <w:rsid w:val="00AF0795"/>
    <w:rsid w:val="00AF1F7F"/>
    <w:rsid w:val="00AF226F"/>
    <w:rsid w:val="00AF2B4D"/>
    <w:rsid w:val="00AF3512"/>
    <w:rsid w:val="00AF4CFA"/>
    <w:rsid w:val="00AF783E"/>
    <w:rsid w:val="00AF7927"/>
    <w:rsid w:val="00AF7F1D"/>
    <w:rsid w:val="00AF7FF2"/>
    <w:rsid w:val="00B00BC0"/>
    <w:rsid w:val="00B01B27"/>
    <w:rsid w:val="00B0255E"/>
    <w:rsid w:val="00B04F09"/>
    <w:rsid w:val="00B05BB9"/>
    <w:rsid w:val="00B06328"/>
    <w:rsid w:val="00B10D14"/>
    <w:rsid w:val="00B15F8A"/>
    <w:rsid w:val="00B17342"/>
    <w:rsid w:val="00B17D2F"/>
    <w:rsid w:val="00B20887"/>
    <w:rsid w:val="00B21444"/>
    <w:rsid w:val="00B218C3"/>
    <w:rsid w:val="00B2388A"/>
    <w:rsid w:val="00B258C2"/>
    <w:rsid w:val="00B30F4C"/>
    <w:rsid w:val="00B33A92"/>
    <w:rsid w:val="00B340A6"/>
    <w:rsid w:val="00B34203"/>
    <w:rsid w:val="00B3442E"/>
    <w:rsid w:val="00B36C59"/>
    <w:rsid w:val="00B40A7B"/>
    <w:rsid w:val="00B40AB4"/>
    <w:rsid w:val="00B43EE5"/>
    <w:rsid w:val="00B45495"/>
    <w:rsid w:val="00B518A2"/>
    <w:rsid w:val="00B53663"/>
    <w:rsid w:val="00B557FE"/>
    <w:rsid w:val="00B5619F"/>
    <w:rsid w:val="00B5621B"/>
    <w:rsid w:val="00B56887"/>
    <w:rsid w:val="00B5695B"/>
    <w:rsid w:val="00B576B3"/>
    <w:rsid w:val="00B57823"/>
    <w:rsid w:val="00B60C60"/>
    <w:rsid w:val="00B63CC6"/>
    <w:rsid w:val="00B652F8"/>
    <w:rsid w:val="00B739E4"/>
    <w:rsid w:val="00B74CA9"/>
    <w:rsid w:val="00B770AF"/>
    <w:rsid w:val="00B77C94"/>
    <w:rsid w:val="00B824AB"/>
    <w:rsid w:val="00B824FF"/>
    <w:rsid w:val="00B83D2C"/>
    <w:rsid w:val="00B83E24"/>
    <w:rsid w:val="00B8538F"/>
    <w:rsid w:val="00B86E6C"/>
    <w:rsid w:val="00B90666"/>
    <w:rsid w:val="00B917A1"/>
    <w:rsid w:val="00B91B8E"/>
    <w:rsid w:val="00B91F10"/>
    <w:rsid w:val="00B9243B"/>
    <w:rsid w:val="00B93470"/>
    <w:rsid w:val="00B97627"/>
    <w:rsid w:val="00BA2300"/>
    <w:rsid w:val="00BA3071"/>
    <w:rsid w:val="00BA34C7"/>
    <w:rsid w:val="00BA3688"/>
    <w:rsid w:val="00BA4342"/>
    <w:rsid w:val="00BA6BCF"/>
    <w:rsid w:val="00BA7DA8"/>
    <w:rsid w:val="00BB1FF1"/>
    <w:rsid w:val="00BB49F8"/>
    <w:rsid w:val="00BB5B3E"/>
    <w:rsid w:val="00BB5C93"/>
    <w:rsid w:val="00BC147B"/>
    <w:rsid w:val="00BC15F5"/>
    <w:rsid w:val="00BC1AE6"/>
    <w:rsid w:val="00BC2CB2"/>
    <w:rsid w:val="00BC48E2"/>
    <w:rsid w:val="00BC700E"/>
    <w:rsid w:val="00BC7030"/>
    <w:rsid w:val="00BC7639"/>
    <w:rsid w:val="00BD0655"/>
    <w:rsid w:val="00BD0662"/>
    <w:rsid w:val="00BD27DB"/>
    <w:rsid w:val="00BD2DE0"/>
    <w:rsid w:val="00BD439D"/>
    <w:rsid w:val="00BD5609"/>
    <w:rsid w:val="00BD5BD0"/>
    <w:rsid w:val="00BD68CB"/>
    <w:rsid w:val="00BE0E83"/>
    <w:rsid w:val="00BE2C19"/>
    <w:rsid w:val="00BE3863"/>
    <w:rsid w:val="00BE3E64"/>
    <w:rsid w:val="00BF0F20"/>
    <w:rsid w:val="00BF7A01"/>
    <w:rsid w:val="00C005E5"/>
    <w:rsid w:val="00C00C3E"/>
    <w:rsid w:val="00C01A26"/>
    <w:rsid w:val="00C03A10"/>
    <w:rsid w:val="00C056C3"/>
    <w:rsid w:val="00C07A3B"/>
    <w:rsid w:val="00C11A20"/>
    <w:rsid w:val="00C11EC8"/>
    <w:rsid w:val="00C12D71"/>
    <w:rsid w:val="00C138DE"/>
    <w:rsid w:val="00C13F1A"/>
    <w:rsid w:val="00C16390"/>
    <w:rsid w:val="00C20BA6"/>
    <w:rsid w:val="00C23947"/>
    <w:rsid w:val="00C342AD"/>
    <w:rsid w:val="00C35B9C"/>
    <w:rsid w:val="00C36B4E"/>
    <w:rsid w:val="00C3737A"/>
    <w:rsid w:val="00C41BEB"/>
    <w:rsid w:val="00C45F15"/>
    <w:rsid w:val="00C46D14"/>
    <w:rsid w:val="00C4771B"/>
    <w:rsid w:val="00C552DF"/>
    <w:rsid w:val="00C55F89"/>
    <w:rsid w:val="00C5779C"/>
    <w:rsid w:val="00C5792F"/>
    <w:rsid w:val="00C63984"/>
    <w:rsid w:val="00C64420"/>
    <w:rsid w:val="00C65C3F"/>
    <w:rsid w:val="00C703AF"/>
    <w:rsid w:val="00C715A9"/>
    <w:rsid w:val="00C735C1"/>
    <w:rsid w:val="00C736C3"/>
    <w:rsid w:val="00C739AE"/>
    <w:rsid w:val="00C778DB"/>
    <w:rsid w:val="00C808E0"/>
    <w:rsid w:val="00C83589"/>
    <w:rsid w:val="00C87C69"/>
    <w:rsid w:val="00C87CFC"/>
    <w:rsid w:val="00C9023D"/>
    <w:rsid w:val="00C90C2F"/>
    <w:rsid w:val="00C9194C"/>
    <w:rsid w:val="00C92787"/>
    <w:rsid w:val="00C92F13"/>
    <w:rsid w:val="00C95E6F"/>
    <w:rsid w:val="00C97AE4"/>
    <w:rsid w:val="00CA1A28"/>
    <w:rsid w:val="00CA62D5"/>
    <w:rsid w:val="00CA6624"/>
    <w:rsid w:val="00CA7876"/>
    <w:rsid w:val="00CB2FFA"/>
    <w:rsid w:val="00CB40E0"/>
    <w:rsid w:val="00CB4206"/>
    <w:rsid w:val="00CB4E6A"/>
    <w:rsid w:val="00CB5759"/>
    <w:rsid w:val="00CC57D2"/>
    <w:rsid w:val="00CC6A68"/>
    <w:rsid w:val="00CC7FE6"/>
    <w:rsid w:val="00CD0AA8"/>
    <w:rsid w:val="00CD29EF"/>
    <w:rsid w:val="00CD469F"/>
    <w:rsid w:val="00CD6AED"/>
    <w:rsid w:val="00CE4B58"/>
    <w:rsid w:val="00CE7913"/>
    <w:rsid w:val="00CF49BD"/>
    <w:rsid w:val="00CF4D37"/>
    <w:rsid w:val="00CF5D76"/>
    <w:rsid w:val="00CF7BD0"/>
    <w:rsid w:val="00D020B6"/>
    <w:rsid w:val="00D03D14"/>
    <w:rsid w:val="00D05BF8"/>
    <w:rsid w:val="00D06C15"/>
    <w:rsid w:val="00D11612"/>
    <w:rsid w:val="00D1188C"/>
    <w:rsid w:val="00D129B4"/>
    <w:rsid w:val="00D170BA"/>
    <w:rsid w:val="00D20F7B"/>
    <w:rsid w:val="00D22E6F"/>
    <w:rsid w:val="00D23D44"/>
    <w:rsid w:val="00D319F9"/>
    <w:rsid w:val="00D338B8"/>
    <w:rsid w:val="00D34E0A"/>
    <w:rsid w:val="00D359DB"/>
    <w:rsid w:val="00D35AC8"/>
    <w:rsid w:val="00D36068"/>
    <w:rsid w:val="00D37437"/>
    <w:rsid w:val="00D40843"/>
    <w:rsid w:val="00D40BC5"/>
    <w:rsid w:val="00D43C6A"/>
    <w:rsid w:val="00D44413"/>
    <w:rsid w:val="00D44FBC"/>
    <w:rsid w:val="00D477A9"/>
    <w:rsid w:val="00D57B0C"/>
    <w:rsid w:val="00D57ED9"/>
    <w:rsid w:val="00D62BEC"/>
    <w:rsid w:val="00D64271"/>
    <w:rsid w:val="00D6586A"/>
    <w:rsid w:val="00D659F4"/>
    <w:rsid w:val="00D662EF"/>
    <w:rsid w:val="00D66A1F"/>
    <w:rsid w:val="00D70122"/>
    <w:rsid w:val="00D712C5"/>
    <w:rsid w:val="00D77EC1"/>
    <w:rsid w:val="00D8007A"/>
    <w:rsid w:val="00D821BF"/>
    <w:rsid w:val="00D82B47"/>
    <w:rsid w:val="00D843C7"/>
    <w:rsid w:val="00D84F4A"/>
    <w:rsid w:val="00D92985"/>
    <w:rsid w:val="00D956A6"/>
    <w:rsid w:val="00D959BD"/>
    <w:rsid w:val="00D963A3"/>
    <w:rsid w:val="00DA003B"/>
    <w:rsid w:val="00DA2FE5"/>
    <w:rsid w:val="00DA484B"/>
    <w:rsid w:val="00DB136E"/>
    <w:rsid w:val="00DB16DE"/>
    <w:rsid w:val="00DB2BC9"/>
    <w:rsid w:val="00DB41DC"/>
    <w:rsid w:val="00DB4872"/>
    <w:rsid w:val="00DB6DFE"/>
    <w:rsid w:val="00DC027C"/>
    <w:rsid w:val="00DC26EF"/>
    <w:rsid w:val="00DC3FF7"/>
    <w:rsid w:val="00DC41C7"/>
    <w:rsid w:val="00DC5156"/>
    <w:rsid w:val="00DC7DCD"/>
    <w:rsid w:val="00DD0526"/>
    <w:rsid w:val="00DD3773"/>
    <w:rsid w:val="00DD38E6"/>
    <w:rsid w:val="00DD3D1F"/>
    <w:rsid w:val="00DD4BAA"/>
    <w:rsid w:val="00DD556A"/>
    <w:rsid w:val="00DD593F"/>
    <w:rsid w:val="00DE01D5"/>
    <w:rsid w:val="00DE2DCF"/>
    <w:rsid w:val="00DE3BDE"/>
    <w:rsid w:val="00DE3EFB"/>
    <w:rsid w:val="00DE4329"/>
    <w:rsid w:val="00DE56E6"/>
    <w:rsid w:val="00DE5950"/>
    <w:rsid w:val="00DE773A"/>
    <w:rsid w:val="00DF27D9"/>
    <w:rsid w:val="00DF47CA"/>
    <w:rsid w:val="00DF7234"/>
    <w:rsid w:val="00E02C5D"/>
    <w:rsid w:val="00E02D3F"/>
    <w:rsid w:val="00E04B2E"/>
    <w:rsid w:val="00E04EEB"/>
    <w:rsid w:val="00E06879"/>
    <w:rsid w:val="00E1189B"/>
    <w:rsid w:val="00E13C60"/>
    <w:rsid w:val="00E14ACD"/>
    <w:rsid w:val="00E20665"/>
    <w:rsid w:val="00E22AB1"/>
    <w:rsid w:val="00E2324C"/>
    <w:rsid w:val="00E256B4"/>
    <w:rsid w:val="00E2697C"/>
    <w:rsid w:val="00E32BCA"/>
    <w:rsid w:val="00E340BD"/>
    <w:rsid w:val="00E3491D"/>
    <w:rsid w:val="00E3589D"/>
    <w:rsid w:val="00E3688C"/>
    <w:rsid w:val="00E42D9B"/>
    <w:rsid w:val="00E4365E"/>
    <w:rsid w:val="00E4512F"/>
    <w:rsid w:val="00E45D01"/>
    <w:rsid w:val="00E47967"/>
    <w:rsid w:val="00E47D2D"/>
    <w:rsid w:val="00E51925"/>
    <w:rsid w:val="00E53D96"/>
    <w:rsid w:val="00E5456E"/>
    <w:rsid w:val="00E5690A"/>
    <w:rsid w:val="00E5717D"/>
    <w:rsid w:val="00E616A5"/>
    <w:rsid w:val="00E6416F"/>
    <w:rsid w:val="00E64624"/>
    <w:rsid w:val="00E648F2"/>
    <w:rsid w:val="00E675DB"/>
    <w:rsid w:val="00E677FD"/>
    <w:rsid w:val="00E67D75"/>
    <w:rsid w:val="00E7266A"/>
    <w:rsid w:val="00E727EA"/>
    <w:rsid w:val="00E73C27"/>
    <w:rsid w:val="00E80576"/>
    <w:rsid w:val="00E827B5"/>
    <w:rsid w:val="00E87C05"/>
    <w:rsid w:val="00E9051E"/>
    <w:rsid w:val="00E9177E"/>
    <w:rsid w:val="00E95A92"/>
    <w:rsid w:val="00E95B1A"/>
    <w:rsid w:val="00E961A4"/>
    <w:rsid w:val="00E97018"/>
    <w:rsid w:val="00EA4418"/>
    <w:rsid w:val="00EA46FB"/>
    <w:rsid w:val="00EA596C"/>
    <w:rsid w:val="00EA6BF8"/>
    <w:rsid w:val="00EA713F"/>
    <w:rsid w:val="00EA7AFE"/>
    <w:rsid w:val="00EB0ED9"/>
    <w:rsid w:val="00EB1E21"/>
    <w:rsid w:val="00EB1F35"/>
    <w:rsid w:val="00EB2970"/>
    <w:rsid w:val="00EB327D"/>
    <w:rsid w:val="00EB404D"/>
    <w:rsid w:val="00EC0DD6"/>
    <w:rsid w:val="00EC1B20"/>
    <w:rsid w:val="00EC2492"/>
    <w:rsid w:val="00EC33D6"/>
    <w:rsid w:val="00EC4678"/>
    <w:rsid w:val="00EC4842"/>
    <w:rsid w:val="00EC5967"/>
    <w:rsid w:val="00EC6F10"/>
    <w:rsid w:val="00ED1975"/>
    <w:rsid w:val="00ED64BE"/>
    <w:rsid w:val="00ED66F1"/>
    <w:rsid w:val="00EE207A"/>
    <w:rsid w:val="00EE2F64"/>
    <w:rsid w:val="00EE46FF"/>
    <w:rsid w:val="00EE4832"/>
    <w:rsid w:val="00EE6475"/>
    <w:rsid w:val="00EE6B8A"/>
    <w:rsid w:val="00EF0093"/>
    <w:rsid w:val="00EF0CB7"/>
    <w:rsid w:val="00EF30CD"/>
    <w:rsid w:val="00EF40B3"/>
    <w:rsid w:val="00EF52F1"/>
    <w:rsid w:val="00EF692F"/>
    <w:rsid w:val="00F006CD"/>
    <w:rsid w:val="00F01B3B"/>
    <w:rsid w:val="00F0204D"/>
    <w:rsid w:val="00F03FA5"/>
    <w:rsid w:val="00F10907"/>
    <w:rsid w:val="00F110B3"/>
    <w:rsid w:val="00F12200"/>
    <w:rsid w:val="00F123B5"/>
    <w:rsid w:val="00F175AF"/>
    <w:rsid w:val="00F20FD5"/>
    <w:rsid w:val="00F2182F"/>
    <w:rsid w:val="00F22212"/>
    <w:rsid w:val="00F2255B"/>
    <w:rsid w:val="00F2492E"/>
    <w:rsid w:val="00F24BE4"/>
    <w:rsid w:val="00F253BF"/>
    <w:rsid w:val="00F27909"/>
    <w:rsid w:val="00F30871"/>
    <w:rsid w:val="00F30FED"/>
    <w:rsid w:val="00F31106"/>
    <w:rsid w:val="00F316B4"/>
    <w:rsid w:val="00F340C9"/>
    <w:rsid w:val="00F35546"/>
    <w:rsid w:val="00F36932"/>
    <w:rsid w:val="00F36E6B"/>
    <w:rsid w:val="00F5209E"/>
    <w:rsid w:val="00F5266A"/>
    <w:rsid w:val="00F52DC0"/>
    <w:rsid w:val="00F5439C"/>
    <w:rsid w:val="00F54642"/>
    <w:rsid w:val="00F55485"/>
    <w:rsid w:val="00F578BC"/>
    <w:rsid w:val="00F61B60"/>
    <w:rsid w:val="00F62E08"/>
    <w:rsid w:val="00F64AC5"/>
    <w:rsid w:val="00F64E1C"/>
    <w:rsid w:val="00F65382"/>
    <w:rsid w:val="00F745A4"/>
    <w:rsid w:val="00F746CF"/>
    <w:rsid w:val="00F74B15"/>
    <w:rsid w:val="00F762ED"/>
    <w:rsid w:val="00F768B6"/>
    <w:rsid w:val="00F7733D"/>
    <w:rsid w:val="00F77806"/>
    <w:rsid w:val="00F80635"/>
    <w:rsid w:val="00F811C1"/>
    <w:rsid w:val="00F81905"/>
    <w:rsid w:val="00F823CF"/>
    <w:rsid w:val="00F82D3E"/>
    <w:rsid w:val="00F837B4"/>
    <w:rsid w:val="00F84043"/>
    <w:rsid w:val="00F842A3"/>
    <w:rsid w:val="00F846F2"/>
    <w:rsid w:val="00F93699"/>
    <w:rsid w:val="00F944D3"/>
    <w:rsid w:val="00F94989"/>
    <w:rsid w:val="00F9639F"/>
    <w:rsid w:val="00FA0115"/>
    <w:rsid w:val="00FA1940"/>
    <w:rsid w:val="00FA2157"/>
    <w:rsid w:val="00FA27ED"/>
    <w:rsid w:val="00FA34CA"/>
    <w:rsid w:val="00FA4369"/>
    <w:rsid w:val="00FB62C7"/>
    <w:rsid w:val="00FB7B0A"/>
    <w:rsid w:val="00FC4D4B"/>
    <w:rsid w:val="00FC5973"/>
    <w:rsid w:val="00FC7659"/>
    <w:rsid w:val="00FD316F"/>
    <w:rsid w:val="00FD4279"/>
    <w:rsid w:val="00FD459C"/>
    <w:rsid w:val="00FD5CB7"/>
    <w:rsid w:val="00FD6708"/>
    <w:rsid w:val="00FD7865"/>
    <w:rsid w:val="00FD7D42"/>
    <w:rsid w:val="00FE07B4"/>
    <w:rsid w:val="00FE18F6"/>
    <w:rsid w:val="00FE2862"/>
    <w:rsid w:val="00FE2C32"/>
    <w:rsid w:val="00FE35AB"/>
    <w:rsid w:val="00FE49D3"/>
    <w:rsid w:val="00FE7451"/>
    <w:rsid w:val="00FE7C54"/>
    <w:rsid w:val="00FF0005"/>
    <w:rsid w:val="00FF3B9F"/>
    <w:rsid w:val="00FF6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37"/>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character" w:customStyle="1" w:styleId="Heading4Char">
    <w:name w:val="Heading 4 Char"/>
    <w:link w:val="Heading4"/>
    <w:rsid w:val="00EA4418"/>
    <w:rPr>
      <w:rFonts w:ascii="Arial Bold" w:hAnsi="Arial Bold" w:cs="Arial"/>
      <w:b/>
      <w:bCs/>
      <w:sz w:val="24"/>
      <w:szCs w:val="24"/>
      <w:lang w:val="en-US" w:eastAsia="zh-CN" w:bidi="ar-SA"/>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15"/>
      </w:numPr>
      <w:ind w:left="2160"/>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uiPriority w:val="22"/>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22"/>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28"/>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29"/>
      </w:numPr>
    </w:pPr>
  </w:style>
  <w:style w:type="numbering" w:customStyle="1" w:styleId="NumList">
    <w:name w:val="NumList"/>
    <w:basedOn w:val="NoList"/>
    <w:rsid w:val="007D5128"/>
    <w:pPr>
      <w:numPr>
        <w:numId w:val="32"/>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rsid w:val="007B41CB"/>
    <w:rPr>
      <w:rFonts w:ascii="Times New Roman" w:hAnsi="Times New Roman" w:cs="Times New Roman"/>
    </w:rPr>
  </w:style>
  <w:style w:type="paragraph" w:styleId="CommentSubject">
    <w:name w:val="annotation subject"/>
    <w:basedOn w:val="CommentText"/>
    <w:next w:val="CommentText"/>
    <w:link w:val="CommentSubjectChar"/>
    <w:rsid w:val="007D6646"/>
    <w:rPr>
      <w:b/>
      <w:bCs/>
    </w:rPr>
  </w:style>
  <w:style w:type="character" w:customStyle="1" w:styleId="CommentTextChar">
    <w:name w:val="Comment Text Char"/>
    <w:basedOn w:val="DefaultParagraphFont"/>
    <w:link w:val="CommentText"/>
    <w:semiHidden/>
    <w:rsid w:val="007D6646"/>
    <w:rPr>
      <w:rFonts w:ascii="Arial" w:hAnsi="Arial" w:cs="Arial"/>
      <w:lang w:eastAsia="zh-CN"/>
    </w:rPr>
  </w:style>
  <w:style w:type="character" w:customStyle="1" w:styleId="CommentSubjectChar">
    <w:name w:val="Comment Subject Char"/>
    <w:basedOn w:val="CommentTextChar"/>
    <w:link w:val="CommentSubject"/>
    <w:rsid w:val="007D6646"/>
    <w:rPr>
      <w:rFonts w:ascii="Arial" w:hAnsi="Arial" w:cs="Arial"/>
      <w:b/>
      <w:bCs/>
      <w:lang w:eastAsia="zh-CN"/>
    </w:rPr>
  </w:style>
  <w:style w:type="paragraph" w:styleId="Revision">
    <w:name w:val="Revision"/>
    <w:hidden/>
    <w:uiPriority w:val="99"/>
    <w:semiHidden/>
    <w:rsid w:val="006B1B0B"/>
    <w:rPr>
      <w:rFonts w:ascii="Arial"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4EFE"/>
    <w:pPr>
      <w:spacing w:before="240"/>
      <w:ind w:left="1440"/>
    </w:pPr>
    <w:rPr>
      <w:rFonts w:ascii="Arial" w:hAnsi="Arial" w:cs="Arial"/>
      <w:sz w:val="24"/>
      <w:szCs w:val="24"/>
      <w:lang w:eastAsia="zh-CN"/>
    </w:rPr>
  </w:style>
  <w:style w:type="paragraph" w:styleId="Heading1">
    <w:name w:val="heading 1"/>
    <w:basedOn w:val="Normal"/>
    <w:next w:val="Heading2"/>
    <w:qFormat/>
    <w:rsid w:val="00374EFE"/>
    <w:pPr>
      <w:keepNext/>
      <w:pageBreakBefore/>
      <w:spacing w:after="480"/>
      <w:ind w:left="0"/>
      <w:jc w:val="center"/>
      <w:outlineLvl w:val="0"/>
    </w:pPr>
    <w:rPr>
      <w:rFonts w:ascii="Arial Bold" w:hAnsi="Arial Bold"/>
      <w:b/>
      <w:bCs/>
      <w:caps/>
      <w:kern w:val="28"/>
      <w:sz w:val="32"/>
      <w:szCs w:val="32"/>
      <w:u w:val="single"/>
    </w:rPr>
  </w:style>
  <w:style w:type="paragraph" w:styleId="Heading2">
    <w:name w:val="heading 2"/>
    <w:basedOn w:val="Normal"/>
    <w:next w:val="Heading3"/>
    <w:qFormat/>
    <w:rsid w:val="00374EFE"/>
    <w:pPr>
      <w:keepNext/>
      <w:spacing w:before="0" w:after="60"/>
      <w:ind w:left="2160" w:right="2160"/>
      <w:jc w:val="center"/>
      <w:outlineLvl w:val="1"/>
    </w:pPr>
    <w:rPr>
      <w:rFonts w:ascii="Arial Bold" w:hAnsi="Arial Bold"/>
      <w:b/>
      <w:bCs/>
      <w:sz w:val="28"/>
      <w:szCs w:val="28"/>
    </w:rPr>
  </w:style>
  <w:style w:type="paragraph" w:styleId="Heading3">
    <w:name w:val="heading 3"/>
    <w:basedOn w:val="Normal"/>
    <w:next w:val="Heading4"/>
    <w:qFormat/>
    <w:rsid w:val="00374EFE"/>
    <w:pPr>
      <w:keepNext/>
      <w:pBdr>
        <w:top w:val="double" w:sz="4" w:space="7" w:color="auto"/>
        <w:left w:val="double" w:sz="4" w:space="4" w:color="auto"/>
        <w:bottom w:val="double" w:sz="4" w:space="7" w:color="auto"/>
        <w:right w:val="double" w:sz="4" w:space="4" w:color="auto"/>
      </w:pBdr>
      <w:shd w:val="pct10" w:color="auto" w:fill="FFFFFF"/>
      <w:spacing w:before="600" w:after="100"/>
      <w:ind w:left="0"/>
      <w:jc w:val="center"/>
      <w:outlineLvl w:val="2"/>
    </w:pPr>
    <w:rPr>
      <w:rFonts w:ascii="Arial Bold" w:hAnsi="Arial Bold"/>
      <w:b/>
      <w:bCs/>
      <w:sz w:val="28"/>
      <w:szCs w:val="28"/>
    </w:rPr>
  </w:style>
  <w:style w:type="paragraph" w:styleId="Heading4">
    <w:name w:val="heading 4"/>
    <w:basedOn w:val="Normal"/>
    <w:next w:val="Normal"/>
    <w:link w:val="Heading4Char"/>
    <w:qFormat/>
    <w:pPr>
      <w:keepNext/>
      <w:spacing w:before="600"/>
      <w:ind w:left="0" w:right="2880"/>
      <w:outlineLvl w:val="3"/>
    </w:pPr>
    <w:rPr>
      <w:rFonts w:ascii="Arial Bold" w:hAnsi="Arial Bold"/>
      <w:b/>
      <w:bCs/>
    </w:rPr>
  </w:style>
  <w:style w:type="paragraph" w:styleId="Heading5">
    <w:name w:val="heading 5"/>
    <w:basedOn w:val="Normal"/>
    <w:next w:val="Normal"/>
    <w:qFormat/>
    <w:rsid w:val="00405292"/>
    <w:pPr>
      <w:tabs>
        <w:tab w:val="left" w:pos="450"/>
        <w:tab w:val="left" w:pos="2544"/>
        <w:tab w:val="left" w:pos="3052"/>
        <w:tab w:val="left" w:pos="3561"/>
      </w:tabs>
      <w:suppressAutoHyphens/>
      <w:spacing w:before="360"/>
      <w:ind w:left="446" w:hanging="446"/>
      <w:outlineLvl w:val="4"/>
    </w:pPr>
    <w:rPr>
      <w:b/>
      <w:bCs/>
      <w:sz w:val="32"/>
    </w:rPr>
  </w:style>
  <w:style w:type="paragraph" w:styleId="Heading6">
    <w:name w:val="heading 6"/>
    <w:basedOn w:val="Normal"/>
    <w:next w:val="Normal"/>
    <w:qFormat/>
    <w:pPr>
      <w:spacing w:after="60"/>
      <w:outlineLvl w:val="5"/>
    </w:pPr>
    <w:rPr>
      <w:b/>
      <w:bCs/>
    </w:rPr>
  </w:style>
  <w:style w:type="paragraph" w:styleId="Heading7">
    <w:name w:val="heading 7"/>
    <w:basedOn w:val="Normal"/>
    <w:next w:val="Normal"/>
    <w:qFormat/>
    <w:pPr>
      <w:spacing w:after="60"/>
      <w:outlineLvl w:val="6"/>
    </w:pPr>
    <w:rPr>
      <w:sz w:val="20"/>
      <w:szCs w:val="20"/>
    </w:rPr>
  </w:style>
  <w:style w:type="paragraph" w:styleId="Heading8">
    <w:name w:val="heading 8"/>
    <w:basedOn w:val="Normal"/>
    <w:next w:val="Normal"/>
    <w:qFormat/>
    <w:pPr>
      <w:spacing w:after="60"/>
      <w:outlineLvl w:val="7"/>
    </w:pPr>
    <w:rPr>
      <w:i/>
      <w:iCs/>
      <w:sz w:val="20"/>
      <w:szCs w:val="20"/>
    </w:rPr>
  </w:style>
  <w:style w:type="paragraph" w:styleId="Heading9">
    <w:name w:val="heading 9"/>
    <w:basedOn w:val="Normal"/>
    <w:next w:val="Normal"/>
    <w:qFormat/>
    <w:pPr>
      <w:spacing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eader1">
    <w:name w:val="cHeader1"/>
    <w:basedOn w:val="Normal"/>
    <w:autoRedefine/>
    <w:rPr>
      <w:color w:val="008000"/>
      <w:sz w:val="28"/>
      <w:szCs w:val="28"/>
    </w:rPr>
  </w:style>
  <w:style w:type="paragraph" w:styleId="List">
    <w:name w:val="List"/>
    <w:basedOn w:val="Normal"/>
    <w:pPr>
      <w:ind w:left="3240" w:hanging="360"/>
    </w:pPr>
  </w:style>
  <w:style w:type="paragraph" w:styleId="Header">
    <w:name w:val="header"/>
    <w:basedOn w:val="Normal"/>
    <w:pPr>
      <w:tabs>
        <w:tab w:val="center" w:pos="4320"/>
        <w:tab w:val="right" w:pos="9360"/>
      </w:tabs>
      <w:spacing w:after="720"/>
      <w:ind w:left="0"/>
    </w:pPr>
    <w:rPr>
      <w:rFonts w:ascii="Arial Bold" w:hAnsi="Arial Bold"/>
      <w:b/>
      <w:bCs/>
      <w:u w:val="single"/>
    </w:rPr>
  </w:style>
  <w:style w:type="paragraph" w:styleId="ListBullet">
    <w:name w:val="List Bullet"/>
    <w:basedOn w:val="Normal"/>
    <w:pPr>
      <w:numPr>
        <w:numId w:val="1"/>
      </w:numPr>
      <w:spacing w:before="360"/>
      <w:ind w:left="2520"/>
    </w:pPr>
  </w:style>
  <w:style w:type="paragraph" w:customStyle="1" w:styleId="cHeader2">
    <w:name w:val="cHeader2"/>
    <w:basedOn w:val="cHeader1"/>
    <w:autoRedefine/>
  </w:style>
  <w:style w:type="paragraph" w:customStyle="1" w:styleId="cFooter1">
    <w:name w:val="cFooter1"/>
    <w:basedOn w:val="cHeader2"/>
    <w:autoRedefine/>
  </w:style>
  <w:style w:type="paragraph" w:customStyle="1" w:styleId="cFooter2">
    <w:name w:val="cFooter2"/>
    <w:basedOn w:val="cFooter1"/>
    <w:autoRedefine/>
  </w:style>
  <w:style w:type="paragraph" w:customStyle="1" w:styleId="QASet">
    <w:name w:val="Q&amp;ASet"/>
    <w:basedOn w:val="Heading1"/>
  </w:style>
  <w:style w:type="paragraph" w:customStyle="1" w:styleId="Answer">
    <w:name w:val="Answer"/>
    <w:basedOn w:val="ListNumber2"/>
    <w:rsid w:val="00490696"/>
    <w:pPr>
      <w:numPr>
        <w:numId w:val="37"/>
      </w:numPr>
      <w:suppressAutoHyphens/>
    </w:pPr>
    <w:rPr>
      <w:rFonts w:cs="Arial (W1)"/>
    </w:rPr>
  </w:style>
  <w:style w:type="paragraph" w:styleId="Footer">
    <w:name w:val="footer"/>
    <w:basedOn w:val="Normal"/>
    <w:rsid w:val="006F21CB"/>
    <w:pPr>
      <w:tabs>
        <w:tab w:val="center" w:pos="4680"/>
        <w:tab w:val="right" w:pos="9360"/>
      </w:tabs>
      <w:spacing w:before="0"/>
      <w:ind w:left="0"/>
    </w:pPr>
    <w:rPr>
      <w:rFonts w:ascii="Arial Narrow" w:hAnsi="Arial Narrow"/>
      <w:sz w:val="20"/>
      <w:szCs w:val="20"/>
    </w:rPr>
  </w:style>
  <w:style w:type="character" w:customStyle="1" w:styleId="Glossary">
    <w:name w:val="Glossary"/>
    <w:rsid w:val="00715EC5"/>
    <w:rPr>
      <w:rFonts w:ascii="Arial Bold" w:hAnsi="Arial Bold"/>
      <w:b/>
      <w:color w:val="800000"/>
    </w:rPr>
  </w:style>
  <w:style w:type="paragraph" w:customStyle="1" w:styleId="MonoSpace">
    <w:name w:val="MonoSpace"/>
    <w:basedOn w:val="Normal"/>
    <w:pPr>
      <w:spacing w:before="0"/>
      <w:ind w:left="0"/>
    </w:pPr>
    <w:rPr>
      <w:rFonts w:ascii="Courier New" w:hAnsi="Courier New" w:cs="Courier New"/>
    </w:rPr>
  </w:style>
  <w:style w:type="paragraph" w:styleId="TOC1">
    <w:name w:val="toc 1"/>
    <w:basedOn w:val="Normal"/>
    <w:next w:val="Normal"/>
    <w:autoRedefine/>
    <w:uiPriority w:val="39"/>
    <w:pPr>
      <w:tabs>
        <w:tab w:val="right" w:leader="dot" w:pos="9350"/>
      </w:tabs>
      <w:spacing w:before="480" w:after="120"/>
      <w:ind w:left="0"/>
    </w:pPr>
    <w:rPr>
      <w:b/>
      <w:bCs/>
      <w:caps/>
      <w:noProof/>
    </w:rPr>
  </w:style>
  <w:style w:type="paragraph" w:styleId="TOC2">
    <w:name w:val="toc 2"/>
    <w:basedOn w:val="Normal"/>
    <w:next w:val="Normal"/>
    <w:autoRedefine/>
    <w:uiPriority w:val="39"/>
    <w:pPr>
      <w:spacing w:before="120" w:after="240"/>
      <w:ind w:left="360"/>
    </w:pPr>
  </w:style>
  <w:style w:type="paragraph" w:styleId="TOC3">
    <w:name w:val="toc 3"/>
    <w:basedOn w:val="Normal"/>
    <w:next w:val="Normal"/>
    <w:autoRedefine/>
    <w:uiPriority w:val="39"/>
    <w:rsid w:val="00C739AE"/>
    <w:pPr>
      <w:tabs>
        <w:tab w:val="right" w:leader="dot" w:pos="9350"/>
      </w:tabs>
      <w:spacing w:before="80" w:afterLines="100"/>
      <w:ind w:left="1080"/>
    </w:pPr>
    <w:rPr>
      <w:noProof/>
    </w:rPr>
  </w:style>
  <w:style w:type="paragraph" w:customStyle="1" w:styleId="AutoCorrect">
    <w:name w:val="AutoCorrect"/>
    <w:rPr>
      <w:lang w:eastAsia="zh-CN"/>
    </w:rPr>
  </w:style>
  <w:style w:type="character" w:customStyle="1" w:styleId="Poms-Msom">
    <w:name w:val="Poms-Msom"/>
    <w:rsid w:val="00E5717D"/>
    <w:rPr>
      <w:rFonts w:ascii="Arial" w:hAnsi="Arial"/>
      <w:b/>
      <w:color w:val="008000"/>
    </w:rPr>
  </w:style>
  <w:style w:type="paragraph" w:customStyle="1" w:styleId="PostTableInsert">
    <w:name w:val="PostTableInsert"/>
    <w:rsid w:val="00654A04"/>
    <w:rPr>
      <w:rFonts w:ascii="Arial" w:hAnsi="Arial" w:cs="Arial"/>
      <w:sz w:val="24"/>
      <w:szCs w:val="24"/>
      <w:lang w:eastAsia="zh-CN"/>
    </w:rPr>
  </w:style>
  <w:style w:type="paragraph" w:styleId="BalloonText">
    <w:name w:val="Balloon Text"/>
    <w:basedOn w:val="Normal"/>
    <w:semiHidden/>
    <w:rsid w:val="00366437"/>
    <w:rPr>
      <w:rFonts w:ascii="Tahoma" w:hAnsi="Tahoma" w:cs="Tahoma"/>
      <w:sz w:val="16"/>
      <w:szCs w:val="16"/>
    </w:rPr>
  </w:style>
  <w:style w:type="paragraph" w:customStyle="1" w:styleId="REPLACESTYLE">
    <w:name w:val="REPLACE_STYLE"/>
    <w:basedOn w:val="Heading8"/>
    <w:next w:val="Normal"/>
    <w:rsid w:val="00EE6B8A"/>
    <w:rPr>
      <w:rFonts w:ascii="Arial Bold" w:hAnsi="Arial Bold" w:cs="Arial Bold"/>
      <w:b/>
      <w:i w:val="0"/>
      <w:caps/>
      <w:color w:val="00FF00"/>
      <w:sz w:val="44"/>
      <w:u w:val="double" w:color="3366FF"/>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rePressInsert">
    <w:name w:val="PrePressInsert"/>
    <w:rsid w:val="00EC5967"/>
    <w:rPr>
      <w:rFonts w:ascii="Arial" w:hAnsi="Arial" w:cs="Arial"/>
      <w:sz w:val="8"/>
      <w:szCs w:val="24"/>
      <w:lang w:eastAsia="zh-CN"/>
    </w:rPr>
  </w:style>
  <w:style w:type="character" w:customStyle="1" w:styleId="Heading4Char">
    <w:name w:val="Heading 4 Char"/>
    <w:link w:val="Heading4"/>
    <w:rsid w:val="00EA4418"/>
    <w:rPr>
      <w:rFonts w:ascii="Arial Bold" w:hAnsi="Arial Bold" w:cs="Arial"/>
      <w:b/>
      <w:bCs/>
      <w:sz w:val="24"/>
      <w:szCs w:val="24"/>
      <w:lang w:val="en-US" w:eastAsia="zh-CN" w:bidi="ar-SA"/>
    </w:rPr>
  </w:style>
  <w:style w:type="paragraph" w:styleId="Caption">
    <w:name w:val="caption"/>
    <w:basedOn w:val="Normal"/>
    <w:next w:val="Normal"/>
    <w:qFormat/>
    <w:pPr>
      <w:spacing w:before="120" w:after="120"/>
    </w:pPr>
    <w:rPr>
      <w:b/>
      <w:bCs/>
    </w:rPr>
  </w:style>
  <w:style w:type="paragraph" w:styleId="Closing">
    <w:name w:val="Closing"/>
    <w:basedOn w:val="Normal"/>
    <w:pPr>
      <w:ind w:left="4320"/>
    </w:p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szCs w:val="20"/>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rPr>
      <w:color w:val="FF0000"/>
      <w:sz w:val="32"/>
      <w:szCs w:val="32"/>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szCs w:val="20"/>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bCs/>
    </w:rPr>
  </w:style>
  <w:style w:type="character" w:styleId="LineNumber">
    <w:name w:val="line number"/>
    <w:basedOn w:val="DefaultParagraphFont"/>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hanging="360"/>
    </w:pPr>
  </w:style>
  <w:style w:type="paragraph" w:styleId="List5">
    <w:name w:val="List 5"/>
    <w:basedOn w:val="Normal"/>
    <w:pPr>
      <w:ind w:left="1800" w:hanging="360"/>
    </w:pPr>
  </w:style>
  <w:style w:type="paragraph" w:styleId="ListBullet2">
    <w:name w:val="List Bullet 2"/>
    <w:basedOn w:val="Normal"/>
    <w:autoRedefine/>
    <w:pPr>
      <w:tabs>
        <w:tab w:val="num" w:pos="720"/>
      </w:tabs>
      <w:ind w:left="720" w:hanging="360"/>
    </w:pPr>
  </w:style>
  <w:style w:type="paragraph" w:styleId="ListBullet3">
    <w:name w:val="List Bullet 3"/>
    <w:basedOn w:val="Normal"/>
    <w:autoRedefine/>
    <w:pPr>
      <w:tabs>
        <w:tab w:val="num" w:pos="1080"/>
      </w:tabs>
      <w:ind w:left="1080" w:hanging="360"/>
    </w:pPr>
  </w:style>
  <w:style w:type="paragraph" w:styleId="ListBullet4">
    <w:name w:val="List Bullet 4"/>
    <w:basedOn w:val="Normal"/>
    <w:autoRedefine/>
    <w:pPr>
      <w:tabs>
        <w:tab w:val="num" w:pos="1440"/>
      </w:tabs>
      <w:ind w:hanging="360"/>
    </w:pPr>
  </w:style>
  <w:style w:type="paragraph" w:styleId="ListBullet5">
    <w:name w:val="List Bullet 5"/>
    <w:basedOn w:val="Normal"/>
    <w:autoRedefine/>
    <w:pPr>
      <w:tabs>
        <w:tab w:val="num"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pPr>
  </w:style>
  <w:style w:type="paragraph" w:styleId="ListContinue5">
    <w:name w:val="List Continue 5"/>
    <w:basedOn w:val="Normal"/>
    <w:pPr>
      <w:spacing w:after="120"/>
      <w:ind w:left="1800"/>
    </w:pPr>
  </w:style>
  <w:style w:type="paragraph" w:styleId="ListNumber">
    <w:name w:val="List Number"/>
    <w:basedOn w:val="Normal"/>
    <w:rsid w:val="00571D19"/>
    <w:pPr>
      <w:numPr>
        <w:numId w:val="15"/>
      </w:numPr>
      <w:ind w:left="2160"/>
    </w:pPr>
  </w:style>
  <w:style w:type="paragraph" w:styleId="ListNumber2">
    <w:name w:val="List Number 2"/>
    <w:basedOn w:val="Normal"/>
    <w:pPr>
      <w:tabs>
        <w:tab w:val="num" w:pos="720"/>
      </w:tabs>
      <w:ind w:left="720" w:hanging="360"/>
    </w:pPr>
  </w:style>
  <w:style w:type="paragraph" w:styleId="ListNumber3">
    <w:name w:val="List Number 3"/>
    <w:basedOn w:val="Normal"/>
    <w:pPr>
      <w:tabs>
        <w:tab w:val="num" w:pos="1080"/>
      </w:tabs>
      <w:ind w:left="1080" w:hanging="360"/>
    </w:pPr>
  </w:style>
  <w:style w:type="paragraph" w:styleId="ListNumber4">
    <w:name w:val="List Number 4"/>
    <w:basedOn w:val="Normal"/>
    <w:pPr>
      <w:tabs>
        <w:tab w:val="num" w:pos="1440"/>
      </w:tabs>
      <w:ind w:hanging="360"/>
    </w:pPr>
  </w:style>
  <w:style w:type="paragraph" w:styleId="ListNumber5">
    <w:name w:val="List Number 5"/>
    <w:basedOn w:val="Normal"/>
    <w:pPr>
      <w:tabs>
        <w:tab w:val="num"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320"/>
    </w:pPr>
  </w:style>
  <w:style w:type="character" w:styleId="Strong">
    <w:name w:val="Strong"/>
    <w:uiPriority w:val="22"/>
    <w:qFormat/>
    <w:rPr>
      <w:b/>
      <w:bCs/>
    </w:r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tabs>
        <w:tab w:val="left" w:pos="2160"/>
      </w:tabs>
    </w:pPr>
  </w:style>
  <w:style w:type="paragraph" w:styleId="Title">
    <w:name w:val="Title"/>
    <w:basedOn w:val="Normal"/>
    <w:qFormat/>
    <w:pPr>
      <w:spacing w:after="60"/>
      <w:jc w:val="center"/>
      <w:outlineLvl w:val="0"/>
    </w:pPr>
    <w:rPr>
      <w:b/>
      <w:bCs/>
      <w:kern w:val="28"/>
      <w:sz w:val="32"/>
      <w:szCs w:val="32"/>
    </w:rPr>
  </w:style>
  <w:style w:type="paragraph" w:styleId="TOAHeading">
    <w:name w:val="toa heading"/>
    <w:basedOn w:val="Normal"/>
    <w:next w:val="Normal"/>
    <w:semiHidden/>
    <w:pPr>
      <w:spacing w:before="120"/>
    </w:pPr>
    <w:rPr>
      <w:b/>
      <w:bCs/>
    </w:r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TOF">
    <w:name w:val="TOF"/>
    <w:basedOn w:val="TableofFigures"/>
    <w:next w:val="Normal"/>
    <w:pPr>
      <w:numPr>
        <w:numId w:val="22"/>
      </w:numPr>
      <w:tabs>
        <w:tab w:val="left" w:pos="1440"/>
      </w:tabs>
    </w:pPr>
  </w:style>
  <w:style w:type="paragraph" w:customStyle="1" w:styleId="AltExhibitStyle">
    <w:name w:val="Alt Exhibit Style"/>
    <w:basedOn w:val="Normal"/>
    <w:next w:val="Normal"/>
    <w:pPr>
      <w:tabs>
        <w:tab w:val="left" w:pos="360"/>
        <w:tab w:val="left" w:pos="720"/>
        <w:tab w:val="left" w:pos="1440"/>
      </w:tabs>
      <w:spacing w:before="0"/>
      <w:ind w:left="0"/>
    </w:pPr>
    <w:rPr>
      <w:sz w:val="20"/>
      <w:szCs w:val="20"/>
    </w:rPr>
  </w:style>
  <w:style w:type="numbering" w:customStyle="1" w:styleId="StyleBulletedSymbolsymbolBefore025Hanging025">
    <w:name w:val="Style Bulleted Symbol (symbol) Before:  0.25&quot; Hanging:  0.25&quot;"/>
    <w:basedOn w:val="NoList"/>
    <w:rsid w:val="0009779A"/>
  </w:style>
  <w:style w:type="paragraph" w:customStyle="1" w:styleId="Question">
    <w:name w:val="Question"/>
    <w:basedOn w:val="ListNumber2"/>
    <w:rsid w:val="00476346"/>
    <w:pPr>
      <w:numPr>
        <w:numId w:val="28"/>
      </w:numPr>
      <w:spacing w:before="320" w:after="500"/>
    </w:pPr>
  </w:style>
  <w:style w:type="paragraph" w:customStyle="1" w:styleId="Exhibit">
    <w:name w:val="Exhibit"/>
    <w:basedOn w:val="Normal"/>
    <w:pPr>
      <w:spacing w:before="0"/>
      <w:ind w:left="0"/>
    </w:pPr>
  </w:style>
  <w:style w:type="numbering" w:customStyle="1" w:styleId="Bulleted">
    <w:name w:val="Bulleted"/>
    <w:basedOn w:val="NoList"/>
    <w:rsid w:val="00AF7927"/>
    <w:pPr>
      <w:numPr>
        <w:numId w:val="29"/>
      </w:numPr>
    </w:pPr>
  </w:style>
  <w:style w:type="numbering" w:customStyle="1" w:styleId="NumList">
    <w:name w:val="NumList"/>
    <w:basedOn w:val="NoList"/>
    <w:rsid w:val="007D5128"/>
    <w:pPr>
      <w:numPr>
        <w:numId w:val="32"/>
      </w:numPr>
    </w:pPr>
  </w:style>
  <w:style w:type="paragraph" w:customStyle="1" w:styleId="MS2">
    <w:name w:val="MS2"/>
    <w:basedOn w:val="MonoSpace"/>
    <w:rsid w:val="003224B7"/>
    <w:rPr>
      <w:sz w:val="20"/>
    </w:rPr>
  </w:style>
  <w:style w:type="paragraph" w:customStyle="1" w:styleId="Alt2">
    <w:name w:val="Alt2"/>
    <w:basedOn w:val="AltExhibitStyle"/>
    <w:rsid w:val="00FF0005"/>
    <w:rPr>
      <w:rFonts w:ascii="Arial Narrow" w:hAnsi="Arial Narrow"/>
    </w:rPr>
  </w:style>
  <w:style w:type="paragraph" w:customStyle="1" w:styleId="PgBreak">
    <w:name w:val="PgBreak"/>
    <w:basedOn w:val="Normal"/>
    <w:next w:val="Normal"/>
    <w:rsid w:val="00053260"/>
    <w:pPr>
      <w:pageBreakBefore/>
      <w:ind w:left="0"/>
    </w:pPr>
    <w:rPr>
      <w:rFonts w:ascii="Arial Bold" w:hAnsi="Arial Bold" w:cs="Arial Bold"/>
      <w:b/>
      <w:caps/>
      <w:sz w:val="32"/>
    </w:rPr>
  </w:style>
  <w:style w:type="paragraph" w:styleId="NormalWeb">
    <w:name w:val="Normal (Web)"/>
    <w:basedOn w:val="Normal"/>
    <w:rsid w:val="007B41CB"/>
    <w:rPr>
      <w:rFonts w:ascii="Times New Roman" w:hAnsi="Times New Roman" w:cs="Times New Roman"/>
    </w:rPr>
  </w:style>
  <w:style w:type="paragraph" w:styleId="CommentSubject">
    <w:name w:val="annotation subject"/>
    <w:basedOn w:val="CommentText"/>
    <w:next w:val="CommentText"/>
    <w:link w:val="CommentSubjectChar"/>
    <w:rsid w:val="007D6646"/>
    <w:rPr>
      <w:b/>
      <w:bCs/>
    </w:rPr>
  </w:style>
  <w:style w:type="character" w:customStyle="1" w:styleId="CommentTextChar">
    <w:name w:val="Comment Text Char"/>
    <w:basedOn w:val="DefaultParagraphFont"/>
    <w:link w:val="CommentText"/>
    <w:semiHidden/>
    <w:rsid w:val="007D6646"/>
    <w:rPr>
      <w:rFonts w:ascii="Arial" w:hAnsi="Arial" w:cs="Arial"/>
      <w:lang w:eastAsia="zh-CN"/>
    </w:rPr>
  </w:style>
  <w:style w:type="character" w:customStyle="1" w:styleId="CommentSubjectChar">
    <w:name w:val="Comment Subject Char"/>
    <w:basedOn w:val="CommentTextChar"/>
    <w:link w:val="CommentSubject"/>
    <w:rsid w:val="007D6646"/>
    <w:rPr>
      <w:rFonts w:ascii="Arial" w:hAnsi="Arial" w:cs="Arial"/>
      <w:b/>
      <w:bCs/>
      <w:lang w:eastAsia="zh-CN"/>
    </w:rPr>
  </w:style>
  <w:style w:type="paragraph" w:styleId="Revision">
    <w:name w:val="Revision"/>
    <w:hidden/>
    <w:uiPriority w:val="99"/>
    <w:semiHidden/>
    <w:rsid w:val="006B1B0B"/>
    <w:rPr>
      <w:rFonts w:ascii="Arial" w:hAnsi="Arial" w:cs="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4781">
      <w:bodyDiv w:val="1"/>
      <w:marLeft w:val="0"/>
      <w:marRight w:val="0"/>
      <w:marTop w:val="0"/>
      <w:marBottom w:val="0"/>
      <w:divBdr>
        <w:top w:val="none" w:sz="0" w:space="0" w:color="auto"/>
        <w:left w:val="none" w:sz="0" w:space="0" w:color="auto"/>
        <w:bottom w:val="none" w:sz="0" w:space="0" w:color="auto"/>
        <w:right w:val="none" w:sz="0" w:space="0" w:color="auto"/>
      </w:divBdr>
      <w:divsChild>
        <w:div w:id="780808596">
          <w:marLeft w:val="0"/>
          <w:marRight w:val="0"/>
          <w:marTop w:val="0"/>
          <w:marBottom w:val="0"/>
          <w:divBdr>
            <w:top w:val="single" w:sz="6" w:space="0" w:color="678FC2"/>
            <w:left w:val="single" w:sz="6" w:space="0" w:color="678FC2"/>
            <w:bottom w:val="single" w:sz="6" w:space="0" w:color="678FC2"/>
            <w:right w:val="single" w:sz="6" w:space="0" w:color="678FC2"/>
          </w:divBdr>
          <w:divsChild>
            <w:div w:id="1829324826">
              <w:marLeft w:val="0"/>
              <w:marRight w:val="0"/>
              <w:marTop w:val="0"/>
              <w:marBottom w:val="0"/>
              <w:divBdr>
                <w:top w:val="none" w:sz="0" w:space="0" w:color="auto"/>
                <w:left w:val="none" w:sz="0" w:space="0" w:color="auto"/>
                <w:bottom w:val="none" w:sz="0" w:space="0" w:color="auto"/>
                <w:right w:val="none" w:sz="0" w:space="0" w:color="auto"/>
              </w:divBdr>
              <w:divsChild>
                <w:div w:id="1532065193">
                  <w:marLeft w:val="150"/>
                  <w:marRight w:val="150"/>
                  <w:marTop w:val="0"/>
                  <w:marBottom w:val="0"/>
                  <w:divBdr>
                    <w:top w:val="none" w:sz="0" w:space="0" w:color="auto"/>
                    <w:left w:val="none" w:sz="0" w:space="0" w:color="auto"/>
                    <w:bottom w:val="none" w:sz="0" w:space="0" w:color="auto"/>
                    <w:right w:val="none" w:sz="0" w:space="0" w:color="auto"/>
                  </w:divBdr>
                  <w:divsChild>
                    <w:div w:id="2016496417">
                      <w:marLeft w:val="0"/>
                      <w:marRight w:val="0"/>
                      <w:marTop w:val="0"/>
                      <w:marBottom w:val="0"/>
                      <w:divBdr>
                        <w:top w:val="none" w:sz="0" w:space="0" w:color="auto"/>
                        <w:left w:val="none" w:sz="0" w:space="0" w:color="auto"/>
                        <w:bottom w:val="none" w:sz="0" w:space="0" w:color="auto"/>
                        <w:right w:val="none" w:sz="0" w:space="0" w:color="auto"/>
                      </w:divBdr>
                      <w:divsChild>
                        <w:div w:id="863053523">
                          <w:marLeft w:val="0"/>
                          <w:marRight w:val="0"/>
                          <w:marTop w:val="0"/>
                          <w:marBottom w:val="0"/>
                          <w:divBdr>
                            <w:top w:val="none" w:sz="0" w:space="0" w:color="auto"/>
                            <w:left w:val="none" w:sz="0" w:space="0" w:color="auto"/>
                            <w:bottom w:val="none" w:sz="0" w:space="0" w:color="auto"/>
                            <w:right w:val="none" w:sz="0" w:space="0" w:color="auto"/>
                          </w:divBdr>
                          <w:divsChild>
                            <w:div w:id="1844666776">
                              <w:marLeft w:val="0"/>
                              <w:marRight w:val="0"/>
                              <w:marTop w:val="0"/>
                              <w:marBottom w:val="0"/>
                              <w:divBdr>
                                <w:top w:val="none" w:sz="0" w:space="0" w:color="auto"/>
                                <w:left w:val="none" w:sz="0" w:space="0" w:color="auto"/>
                                <w:bottom w:val="none" w:sz="0" w:space="0" w:color="auto"/>
                                <w:right w:val="none" w:sz="0" w:space="0" w:color="auto"/>
                              </w:divBdr>
                              <w:divsChild>
                                <w:div w:id="1574703368">
                                  <w:marLeft w:val="0"/>
                                  <w:marRight w:val="0"/>
                                  <w:marTop w:val="0"/>
                                  <w:marBottom w:val="0"/>
                                  <w:divBdr>
                                    <w:top w:val="none" w:sz="0" w:space="0" w:color="auto"/>
                                    <w:left w:val="none" w:sz="0" w:space="0" w:color="auto"/>
                                    <w:bottom w:val="none" w:sz="0" w:space="0" w:color="auto"/>
                                    <w:right w:val="none" w:sz="0" w:space="0" w:color="auto"/>
                                  </w:divBdr>
                                  <w:divsChild>
                                    <w:div w:id="547645770">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506584">
      <w:bodyDiv w:val="1"/>
      <w:marLeft w:val="0"/>
      <w:marRight w:val="0"/>
      <w:marTop w:val="0"/>
      <w:marBottom w:val="0"/>
      <w:divBdr>
        <w:top w:val="none" w:sz="0" w:space="0" w:color="auto"/>
        <w:left w:val="none" w:sz="0" w:space="0" w:color="auto"/>
        <w:bottom w:val="none" w:sz="0" w:space="0" w:color="auto"/>
        <w:right w:val="none" w:sz="0" w:space="0" w:color="auto"/>
      </w:divBdr>
      <w:divsChild>
        <w:div w:id="1097021918">
          <w:marLeft w:val="0"/>
          <w:marRight w:val="0"/>
          <w:marTop w:val="0"/>
          <w:marBottom w:val="0"/>
          <w:divBdr>
            <w:top w:val="single" w:sz="6" w:space="0" w:color="678FC2"/>
            <w:left w:val="single" w:sz="6" w:space="0" w:color="678FC2"/>
            <w:bottom w:val="single" w:sz="6" w:space="0" w:color="678FC2"/>
            <w:right w:val="single" w:sz="6" w:space="0" w:color="678FC2"/>
          </w:divBdr>
          <w:divsChild>
            <w:div w:id="359429407">
              <w:marLeft w:val="0"/>
              <w:marRight w:val="0"/>
              <w:marTop w:val="0"/>
              <w:marBottom w:val="0"/>
              <w:divBdr>
                <w:top w:val="none" w:sz="0" w:space="0" w:color="auto"/>
                <w:left w:val="none" w:sz="0" w:space="0" w:color="auto"/>
                <w:bottom w:val="none" w:sz="0" w:space="0" w:color="auto"/>
                <w:right w:val="none" w:sz="0" w:space="0" w:color="auto"/>
              </w:divBdr>
              <w:divsChild>
                <w:div w:id="1379009363">
                  <w:marLeft w:val="150"/>
                  <w:marRight w:val="150"/>
                  <w:marTop w:val="0"/>
                  <w:marBottom w:val="0"/>
                  <w:divBdr>
                    <w:top w:val="none" w:sz="0" w:space="0" w:color="auto"/>
                    <w:left w:val="none" w:sz="0" w:space="0" w:color="auto"/>
                    <w:bottom w:val="none" w:sz="0" w:space="0" w:color="auto"/>
                    <w:right w:val="none" w:sz="0" w:space="0" w:color="auto"/>
                  </w:divBdr>
                  <w:divsChild>
                    <w:div w:id="628977550">
                      <w:marLeft w:val="0"/>
                      <w:marRight w:val="0"/>
                      <w:marTop w:val="0"/>
                      <w:marBottom w:val="0"/>
                      <w:divBdr>
                        <w:top w:val="none" w:sz="0" w:space="0" w:color="auto"/>
                        <w:left w:val="none" w:sz="0" w:space="0" w:color="auto"/>
                        <w:bottom w:val="none" w:sz="0" w:space="0" w:color="auto"/>
                        <w:right w:val="none" w:sz="0" w:space="0" w:color="auto"/>
                      </w:divBdr>
                      <w:divsChild>
                        <w:div w:id="1757555916">
                          <w:marLeft w:val="0"/>
                          <w:marRight w:val="0"/>
                          <w:marTop w:val="0"/>
                          <w:marBottom w:val="0"/>
                          <w:divBdr>
                            <w:top w:val="none" w:sz="0" w:space="0" w:color="auto"/>
                            <w:left w:val="none" w:sz="0" w:space="0" w:color="auto"/>
                            <w:bottom w:val="none" w:sz="0" w:space="0" w:color="auto"/>
                            <w:right w:val="none" w:sz="0" w:space="0" w:color="auto"/>
                          </w:divBdr>
                          <w:divsChild>
                            <w:div w:id="1675184483">
                              <w:marLeft w:val="0"/>
                              <w:marRight w:val="0"/>
                              <w:marTop w:val="0"/>
                              <w:marBottom w:val="0"/>
                              <w:divBdr>
                                <w:top w:val="none" w:sz="0" w:space="0" w:color="auto"/>
                                <w:left w:val="none" w:sz="0" w:space="0" w:color="auto"/>
                                <w:bottom w:val="none" w:sz="0" w:space="0" w:color="auto"/>
                                <w:right w:val="none" w:sz="0" w:space="0" w:color="auto"/>
                              </w:divBdr>
                              <w:divsChild>
                                <w:div w:id="2132238312">
                                  <w:marLeft w:val="0"/>
                                  <w:marRight w:val="0"/>
                                  <w:marTop w:val="0"/>
                                  <w:marBottom w:val="0"/>
                                  <w:divBdr>
                                    <w:top w:val="none" w:sz="0" w:space="0" w:color="auto"/>
                                    <w:left w:val="none" w:sz="0" w:space="0" w:color="auto"/>
                                    <w:bottom w:val="none" w:sz="0" w:space="0" w:color="auto"/>
                                    <w:right w:val="none" w:sz="0" w:space="0" w:color="auto"/>
                                  </w:divBdr>
                                  <w:divsChild>
                                    <w:div w:id="1009916323">
                                      <w:marLeft w:val="30"/>
                                      <w:marRight w:val="480"/>
                                      <w:marTop w:val="0"/>
                                      <w:marBottom w:val="0"/>
                                      <w:divBdr>
                                        <w:top w:val="none" w:sz="0" w:space="0" w:color="auto"/>
                                        <w:left w:val="none" w:sz="0" w:space="0" w:color="auto"/>
                                        <w:bottom w:val="none" w:sz="0" w:space="0" w:color="auto"/>
                                        <w:right w:val="none" w:sz="0" w:space="0" w:color="auto"/>
                                      </w:divBdr>
                                      <w:divsChild>
                                        <w:div w:id="182196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85214">
      <w:bodyDiv w:val="1"/>
      <w:marLeft w:val="0"/>
      <w:marRight w:val="0"/>
      <w:marTop w:val="0"/>
      <w:marBottom w:val="0"/>
      <w:divBdr>
        <w:top w:val="none" w:sz="0" w:space="0" w:color="auto"/>
        <w:left w:val="none" w:sz="0" w:space="0" w:color="auto"/>
        <w:bottom w:val="none" w:sz="0" w:space="0" w:color="auto"/>
        <w:right w:val="none" w:sz="0" w:space="0" w:color="auto"/>
      </w:divBdr>
      <w:divsChild>
        <w:div w:id="1696611916">
          <w:marLeft w:val="0"/>
          <w:marRight w:val="0"/>
          <w:marTop w:val="0"/>
          <w:marBottom w:val="0"/>
          <w:divBdr>
            <w:top w:val="single" w:sz="6" w:space="0" w:color="678FC2"/>
            <w:left w:val="single" w:sz="6" w:space="0" w:color="678FC2"/>
            <w:bottom w:val="single" w:sz="6" w:space="0" w:color="678FC2"/>
            <w:right w:val="single" w:sz="6" w:space="0" w:color="678FC2"/>
          </w:divBdr>
          <w:divsChild>
            <w:div w:id="379329213">
              <w:marLeft w:val="0"/>
              <w:marRight w:val="0"/>
              <w:marTop w:val="0"/>
              <w:marBottom w:val="0"/>
              <w:divBdr>
                <w:top w:val="none" w:sz="0" w:space="0" w:color="auto"/>
                <w:left w:val="none" w:sz="0" w:space="0" w:color="auto"/>
                <w:bottom w:val="none" w:sz="0" w:space="0" w:color="auto"/>
                <w:right w:val="none" w:sz="0" w:space="0" w:color="auto"/>
              </w:divBdr>
              <w:divsChild>
                <w:div w:id="1448230353">
                  <w:marLeft w:val="150"/>
                  <w:marRight w:val="150"/>
                  <w:marTop w:val="0"/>
                  <w:marBottom w:val="0"/>
                  <w:divBdr>
                    <w:top w:val="none" w:sz="0" w:space="0" w:color="auto"/>
                    <w:left w:val="none" w:sz="0" w:space="0" w:color="auto"/>
                    <w:bottom w:val="none" w:sz="0" w:space="0" w:color="auto"/>
                    <w:right w:val="none" w:sz="0" w:space="0" w:color="auto"/>
                  </w:divBdr>
                  <w:divsChild>
                    <w:div w:id="976256148">
                      <w:marLeft w:val="0"/>
                      <w:marRight w:val="0"/>
                      <w:marTop w:val="0"/>
                      <w:marBottom w:val="0"/>
                      <w:divBdr>
                        <w:top w:val="none" w:sz="0" w:space="0" w:color="auto"/>
                        <w:left w:val="none" w:sz="0" w:space="0" w:color="auto"/>
                        <w:bottom w:val="none" w:sz="0" w:space="0" w:color="auto"/>
                        <w:right w:val="none" w:sz="0" w:space="0" w:color="auto"/>
                      </w:divBdr>
                      <w:divsChild>
                        <w:div w:id="834608702">
                          <w:marLeft w:val="0"/>
                          <w:marRight w:val="0"/>
                          <w:marTop w:val="0"/>
                          <w:marBottom w:val="0"/>
                          <w:divBdr>
                            <w:top w:val="none" w:sz="0" w:space="0" w:color="auto"/>
                            <w:left w:val="none" w:sz="0" w:space="0" w:color="auto"/>
                            <w:bottom w:val="none" w:sz="0" w:space="0" w:color="auto"/>
                            <w:right w:val="none" w:sz="0" w:space="0" w:color="auto"/>
                          </w:divBdr>
                          <w:divsChild>
                            <w:div w:id="867839164">
                              <w:marLeft w:val="0"/>
                              <w:marRight w:val="0"/>
                              <w:marTop w:val="0"/>
                              <w:marBottom w:val="0"/>
                              <w:divBdr>
                                <w:top w:val="none" w:sz="0" w:space="0" w:color="auto"/>
                                <w:left w:val="none" w:sz="0" w:space="0" w:color="auto"/>
                                <w:bottom w:val="none" w:sz="0" w:space="0" w:color="auto"/>
                                <w:right w:val="none" w:sz="0" w:space="0" w:color="auto"/>
                              </w:divBdr>
                              <w:divsChild>
                                <w:div w:id="2005887909">
                                  <w:marLeft w:val="0"/>
                                  <w:marRight w:val="0"/>
                                  <w:marTop w:val="0"/>
                                  <w:marBottom w:val="0"/>
                                  <w:divBdr>
                                    <w:top w:val="none" w:sz="0" w:space="0" w:color="auto"/>
                                    <w:left w:val="none" w:sz="0" w:space="0" w:color="auto"/>
                                    <w:bottom w:val="none" w:sz="0" w:space="0" w:color="auto"/>
                                    <w:right w:val="none" w:sz="0" w:space="0" w:color="auto"/>
                                  </w:divBdr>
                                  <w:divsChild>
                                    <w:div w:id="732048937">
                                      <w:marLeft w:val="30"/>
                                      <w:marRight w:val="480"/>
                                      <w:marTop w:val="0"/>
                                      <w:marBottom w:val="0"/>
                                      <w:divBdr>
                                        <w:top w:val="none" w:sz="0" w:space="0" w:color="auto"/>
                                        <w:left w:val="none" w:sz="0" w:space="0" w:color="auto"/>
                                        <w:bottom w:val="none" w:sz="0" w:space="0" w:color="auto"/>
                                        <w:right w:val="none" w:sz="0" w:space="0" w:color="auto"/>
                                      </w:divBdr>
                                      <w:divsChild>
                                        <w:div w:id="1658800708">
                                          <w:marLeft w:val="30"/>
                                          <w:marRight w:val="480"/>
                                          <w:marTop w:val="0"/>
                                          <w:marBottom w:val="0"/>
                                          <w:divBdr>
                                            <w:top w:val="none" w:sz="0" w:space="0" w:color="auto"/>
                                            <w:left w:val="none" w:sz="0" w:space="0" w:color="auto"/>
                                            <w:bottom w:val="none" w:sz="0" w:space="0" w:color="auto"/>
                                            <w:right w:val="none" w:sz="0" w:space="0" w:color="auto"/>
                                          </w:divBdr>
                                          <w:divsChild>
                                            <w:div w:id="198411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634797">
      <w:bodyDiv w:val="1"/>
      <w:marLeft w:val="0"/>
      <w:marRight w:val="0"/>
      <w:marTop w:val="0"/>
      <w:marBottom w:val="0"/>
      <w:divBdr>
        <w:top w:val="none" w:sz="0" w:space="0" w:color="auto"/>
        <w:left w:val="none" w:sz="0" w:space="0" w:color="auto"/>
        <w:bottom w:val="none" w:sz="0" w:space="0" w:color="auto"/>
        <w:right w:val="none" w:sz="0" w:space="0" w:color="auto"/>
      </w:divBdr>
      <w:divsChild>
        <w:div w:id="1469279667">
          <w:marLeft w:val="0"/>
          <w:marRight w:val="0"/>
          <w:marTop w:val="0"/>
          <w:marBottom w:val="0"/>
          <w:divBdr>
            <w:top w:val="single" w:sz="6" w:space="0" w:color="678FC2"/>
            <w:left w:val="single" w:sz="6" w:space="0" w:color="678FC2"/>
            <w:bottom w:val="single" w:sz="6" w:space="0" w:color="678FC2"/>
            <w:right w:val="single" w:sz="6" w:space="0" w:color="678FC2"/>
          </w:divBdr>
          <w:divsChild>
            <w:div w:id="333916245">
              <w:marLeft w:val="0"/>
              <w:marRight w:val="0"/>
              <w:marTop w:val="0"/>
              <w:marBottom w:val="0"/>
              <w:divBdr>
                <w:top w:val="none" w:sz="0" w:space="0" w:color="auto"/>
                <w:left w:val="none" w:sz="0" w:space="0" w:color="auto"/>
                <w:bottom w:val="none" w:sz="0" w:space="0" w:color="auto"/>
                <w:right w:val="none" w:sz="0" w:space="0" w:color="auto"/>
              </w:divBdr>
              <w:divsChild>
                <w:div w:id="1640568347">
                  <w:marLeft w:val="150"/>
                  <w:marRight w:val="150"/>
                  <w:marTop w:val="0"/>
                  <w:marBottom w:val="0"/>
                  <w:divBdr>
                    <w:top w:val="none" w:sz="0" w:space="0" w:color="auto"/>
                    <w:left w:val="none" w:sz="0" w:space="0" w:color="auto"/>
                    <w:bottom w:val="none" w:sz="0" w:space="0" w:color="auto"/>
                    <w:right w:val="none" w:sz="0" w:space="0" w:color="auto"/>
                  </w:divBdr>
                  <w:divsChild>
                    <w:div w:id="1746488808">
                      <w:marLeft w:val="0"/>
                      <w:marRight w:val="0"/>
                      <w:marTop w:val="0"/>
                      <w:marBottom w:val="0"/>
                      <w:divBdr>
                        <w:top w:val="none" w:sz="0" w:space="0" w:color="auto"/>
                        <w:left w:val="none" w:sz="0" w:space="0" w:color="auto"/>
                        <w:bottom w:val="none" w:sz="0" w:space="0" w:color="auto"/>
                        <w:right w:val="none" w:sz="0" w:space="0" w:color="auto"/>
                      </w:divBdr>
                      <w:divsChild>
                        <w:div w:id="1961186900">
                          <w:marLeft w:val="0"/>
                          <w:marRight w:val="0"/>
                          <w:marTop w:val="0"/>
                          <w:marBottom w:val="0"/>
                          <w:divBdr>
                            <w:top w:val="none" w:sz="0" w:space="0" w:color="auto"/>
                            <w:left w:val="none" w:sz="0" w:space="0" w:color="auto"/>
                            <w:bottom w:val="none" w:sz="0" w:space="0" w:color="auto"/>
                            <w:right w:val="none" w:sz="0" w:space="0" w:color="auto"/>
                          </w:divBdr>
                          <w:divsChild>
                            <w:div w:id="232785216">
                              <w:marLeft w:val="0"/>
                              <w:marRight w:val="0"/>
                              <w:marTop w:val="0"/>
                              <w:marBottom w:val="0"/>
                              <w:divBdr>
                                <w:top w:val="none" w:sz="0" w:space="0" w:color="auto"/>
                                <w:left w:val="none" w:sz="0" w:space="0" w:color="auto"/>
                                <w:bottom w:val="none" w:sz="0" w:space="0" w:color="auto"/>
                                <w:right w:val="none" w:sz="0" w:space="0" w:color="auto"/>
                              </w:divBdr>
                              <w:divsChild>
                                <w:div w:id="1685402838">
                                  <w:marLeft w:val="0"/>
                                  <w:marRight w:val="0"/>
                                  <w:marTop w:val="0"/>
                                  <w:marBottom w:val="0"/>
                                  <w:divBdr>
                                    <w:top w:val="none" w:sz="0" w:space="0" w:color="auto"/>
                                    <w:left w:val="none" w:sz="0" w:space="0" w:color="auto"/>
                                    <w:bottom w:val="none" w:sz="0" w:space="0" w:color="auto"/>
                                    <w:right w:val="none" w:sz="0" w:space="0" w:color="auto"/>
                                  </w:divBdr>
                                  <w:divsChild>
                                    <w:div w:id="131556031">
                                      <w:marLeft w:val="30"/>
                                      <w:marRight w:val="480"/>
                                      <w:marTop w:val="0"/>
                                      <w:marBottom w:val="0"/>
                                      <w:divBdr>
                                        <w:top w:val="none" w:sz="0" w:space="0" w:color="auto"/>
                                        <w:left w:val="none" w:sz="0" w:space="0" w:color="auto"/>
                                        <w:bottom w:val="none" w:sz="0" w:space="0" w:color="auto"/>
                                        <w:right w:val="none" w:sz="0" w:space="0" w:color="auto"/>
                                      </w:divBdr>
                                      <w:divsChild>
                                        <w:div w:id="1507935347">
                                          <w:marLeft w:val="30"/>
                                          <w:marRight w:val="480"/>
                                          <w:marTop w:val="0"/>
                                          <w:marBottom w:val="0"/>
                                          <w:divBdr>
                                            <w:top w:val="none" w:sz="0" w:space="0" w:color="auto"/>
                                            <w:left w:val="none" w:sz="0" w:space="0" w:color="auto"/>
                                            <w:bottom w:val="none" w:sz="0" w:space="0" w:color="auto"/>
                                            <w:right w:val="none" w:sz="0" w:space="0" w:color="auto"/>
                                          </w:divBdr>
                                          <w:divsChild>
                                            <w:div w:id="321127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153987">
      <w:bodyDiv w:val="1"/>
      <w:marLeft w:val="0"/>
      <w:marRight w:val="0"/>
      <w:marTop w:val="0"/>
      <w:marBottom w:val="0"/>
      <w:divBdr>
        <w:top w:val="none" w:sz="0" w:space="0" w:color="auto"/>
        <w:left w:val="none" w:sz="0" w:space="0" w:color="auto"/>
        <w:bottom w:val="none" w:sz="0" w:space="0" w:color="auto"/>
        <w:right w:val="none" w:sz="0" w:space="0" w:color="auto"/>
      </w:divBdr>
      <w:divsChild>
        <w:div w:id="1868446688">
          <w:marLeft w:val="0"/>
          <w:marRight w:val="0"/>
          <w:marTop w:val="0"/>
          <w:marBottom w:val="0"/>
          <w:divBdr>
            <w:top w:val="single" w:sz="6" w:space="0" w:color="678FC2"/>
            <w:left w:val="single" w:sz="6" w:space="0" w:color="678FC2"/>
            <w:bottom w:val="single" w:sz="6" w:space="0" w:color="678FC2"/>
            <w:right w:val="single" w:sz="6" w:space="0" w:color="678FC2"/>
          </w:divBdr>
          <w:divsChild>
            <w:div w:id="653876483">
              <w:marLeft w:val="0"/>
              <w:marRight w:val="0"/>
              <w:marTop w:val="0"/>
              <w:marBottom w:val="0"/>
              <w:divBdr>
                <w:top w:val="none" w:sz="0" w:space="0" w:color="auto"/>
                <w:left w:val="none" w:sz="0" w:space="0" w:color="auto"/>
                <w:bottom w:val="none" w:sz="0" w:space="0" w:color="auto"/>
                <w:right w:val="none" w:sz="0" w:space="0" w:color="auto"/>
              </w:divBdr>
              <w:divsChild>
                <w:div w:id="276060524">
                  <w:marLeft w:val="150"/>
                  <w:marRight w:val="150"/>
                  <w:marTop w:val="0"/>
                  <w:marBottom w:val="0"/>
                  <w:divBdr>
                    <w:top w:val="none" w:sz="0" w:space="0" w:color="auto"/>
                    <w:left w:val="none" w:sz="0" w:space="0" w:color="auto"/>
                    <w:bottom w:val="none" w:sz="0" w:space="0" w:color="auto"/>
                    <w:right w:val="none" w:sz="0" w:space="0" w:color="auto"/>
                  </w:divBdr>
                  <w:divsChild>
                    <w:div w:id="1215240738">
                      <w:marLeft w:val="0"/>
                      <w:marRight w:val="0"/>
                      <w:marTop w:val="0"/>
                      <w:marBottom w:val="0"/>
                      <w:divBdr>
                        <w:top w:val="none" w:sz="0" w:space="0" w:color="auto"/>
                        <w:left w:val="none" w:sz="0" w:space="0" w:color="auto"/>
                        <w:bottom w:val="none" w:sz="0" w:space="0" w:color="auto"/>
                        <w:right w:val="none" w:sz="0" w:space="0" w:color="auto"/>
                      </w:divBdr>
                      <w:divsChild>
                        <w:div w:id="1606156346">
                          <w:marLeft w:val="0"/>
                          <w:marRight w:val="0"/>
                          <w:marTop w:val="0"/>
                          <w:marBottom w:val="0"/>
                          <w:divBdr>
                            <w:top w:val="none" w:sz="0" w:space="0" w:color="auto"/>
                            <w:left w:val="none" w:sz="0" w:space="0" w:color="auto"/>
                            <w:bottom w:val="none" w:sz="0" w:space="0" w:color="auto"/>
                            <w:right w:val="none" w:sz="0" w:space="0" w:color="auto"/>
                          </w:divBdr>
                          <w:divsChild>
                            <w:div w:id="1279986751">
                              <w:marLeft w:val="0"/>
                              <w:marRight w:val="0"/>
                              <w:marTop w:val="0"/>
                              <w:marBottom w:val="0"/>
                              <w:divBdr>
                                <w:top w:val="none" w:sz="0" w:space="0" w:color="auto"/>
                                <w:left w:val="none" w:sz="0" w:space="0" w:color="auto"/>
                                <w:bottom w:val="none" w:sz="0" w:space="0" w:color="auto"/>
                                <w:right w:val="none" w:sz="0" w:space="0" w:color="auto"/>
                              </w:divBdr>
                              <w:divsChild>
                                <w:div w:id="688794535">
                                  <w:marLeft w:val="0"/>
                                  <w:marRight w:val="0"/>
                                  <w:marTop w:val="0"/>
                                  <w:marBottom w:val="0"/>
                                  <w:divBdr>
                                    <w:top w:val="none" w:sz="0" w:space="0" w:color="auto"/>
                                    <w:left w:val="none" w:sz="0" w:space="0" w:color="auto"/>
                                    <w:bottom w:val="none" w:sz="0" w:space="0" w:color="auto"/>
                                    <w:right w:val="none" w:sz="0" w:space="0" w:color="auto"/>
                                  </w:divBdr>
                                  <w:divsChild>
                                    <w:div w:id="567767973">
                                      <w:marLeft w:val="30"/>
                                      <w:marRight w:val="480"/>
                                      <w:marTop w:val="0"/>
                                      <w:marBottom w:val="0"/>
                                      <w:divBdr>
                                        <w:top w:val="none" w:sz="0" w:space="0" w:color="auto"/>
                                        <w:left w:val="none" w:sz="0" w:space="0" w:color="auto"/>
                                        <w:bottom w:val="none" w:sz="0" w:space="0" w:color="auto"/>
                                        <w:right w:val="none" w:sz="0" w:space="0" w:color="auto"/>
                                      </w:divBdr>
                                      <w:divsChild>
                                        <w:div w:id="179327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5233818">
      <w:bodyDiv w:val="1"/>
      <w:marLeft w:val="0"/>
      <w:marRight w:val="0"/>
      <w:marTop w:val="0"/>
      <w:marBottom w:val="0"/>
      <w:divBdr>
        <w:top w:val="none" w:sz="0" w:space="0" w:color="auto"/>
        <w:left w:val="none" w:sz="0" w:space="0" w:color="auto"/>
        <w:bottom w:val="none" w:sz="0" w:space="0" w:color="auto"/>
        <w:right w:val="none" w:sz="0" w:space="0" w:color="auto"/>
      </w:divBdr>
      <w:divsChild>
        <w:div w:id="197134514">
          <w:marLeft w:val="0"/>
          <w:marRight w:val="0"/>
          <w:marTop w:val="0"/>
          <w:marBottom w:val="0"/>
          <w:divBdr>
            <w:top w:val="single" w:sz="6" w:space="0" w:color="678FC2"/>
            <w:left w:val="single" w:sz="6" w:space="0" w:color="678FC2"/>
            <w:bottom w:val="single" w:sz="6" w:space="0" w:color="678FC2"/>
            <w:right w:val="single" w:sz="6" w:space="0" w:color="678FC2"/>
          </w:divBdr>
          <w:divsChild>
            <w:div w:id="925117063">
              <w:marLeft w:val="0"/>
              <w:marRight w:val="0"/>
              <w:marTop w:val="0"/>
              <w:marBottom w:val="0"/>
              <w:divBdr>
                <w:top w:val="none" w:sz="0" w:space="0" w:color="auto"/>
                <w:left w:val="none" w:sz="0" w:space="0" w:color="auto"/>
                <w:bottom w:val="none" w:sz="0" w:space="0" w:color="auto"/>
                <w:right w:val="none" w:sz="0" w:space="0" w:color="auto"/>
              </w:divBdr>
              <w:divsChild>
                <w:div w:id="901258580">
                  <w:marLeft w:val="150"/>
                  <w:marRight w:val="150"/>
                  <w:marTop w:val="0"/>
                  <w:marBottom w:val="0"/>
                  <w:divBdr>
                    <w:top w:val="none" w:sz="0" w:space="0" w:color="auto"/>
                    <w:left w:val="none" w:sz="0" w:space="0" w:color="auto"/>
                    <w:bottom w:val="none" w:sz="0" w:space="0" w:color="auto"/>
                    <w:right w:val="none" w:sz="0" w:space="0" w:color="auto"/>
                  </w:divBdr>
                  <w:divsChild>
                    <w:div w:id="283578040">
                      <w:marLeft w:val="0"/>
                      <w:marRight w:val="0"/>
                      <w:marTop w:val="0"/>
                      <w:marBottom w:val="0"/>
                      <w:divBdr>
                        <w:top w:val="none" w:sz="0" w:space="0" w:color="auto"/>
                        <w:left w:val="none" w:sz="0" w:space="0" w:color="auto"/>
                        <w:bottom w:val="none" w:sz="0" w:space="0" w:color="auto"/>
                        <w:right w:val="none" w:sz="0" w:space="0" w:color="auto"/>
                      </w:divBdr>
                      <w:divsChild>
                        <w:div w:id="1862887698">
                          <w:marLeft w:val="0"/>
                          <w:marRight w:val="0"/>
                          <w:marTop w:val="0"/>
                          <w:marBottom w:val="0"/>
                          <w:divBdr>
                            <w:top w:val="none" w:sz="0" w:space="0" w:color="auto"/>
                            <w:left w:val="none" w:sz="0" w:space="0" w:color="auto"/>
                            <w:bottom w:val="none" w:sz="0" w:space="0" w:color="auto"/>
                            <w:right w:val="none" w:sz="0" w:space="0" w:color="auto"/>
                          </w:divBdr>
                          <w:divsChild>
                            <w:div w:id="604463480">
                              <w:marLeft w:val="0"/>
                              <w:marRight w:val="0"/>
                              <w:marTop w:val="0"/>
                              <w:marBottom w:val="0"/>
                              <w:divBdr>
                                <w:top w:val="none" w:sz="0" w:space="0" w:color="auto"/>
                                <w:left w:val="none" w:sz="0" w:space="0" w:color="auto"/>
                                <w:bottom w:val="none" w:sz="0" w:space="0" w:color="auto"/>
                                <w:right w:val="none" w:sz="0" w:space="0" w:color="auto"/>
                              </w:divBdr>
                              <w:divsChild>
                                <w:div w:id="620842631">
                                  <w:marLeft w:val="0"/>
                                  <w:marRight w:val="0"/>
                                  <w:marTop w:val="0"/>
                                  <w:marBottom w:val="0"/>
                                  <w:divBdr>
                                    <w:top w:val="none" w:sz="0" w:space="0" w:color="auto"/>
                                    <w:left w:val="none" w:sz="0" w:space="0" w:color="auto"/>
                                    <w:bottom w:val="none" w:sz="0" w:space="0" w:color="auto"/>
                                    <w:right w:val="none" w:sz="0" w:space="0" w:color="auto"/>
                                  </w:divBdr>
                                  <w:divsChild>
                                    <w:div w:id="203979742">
                                      <w:marLeft w:val="30"/>
                                      <w:marRight w:val="480"/>
                                      <w:marTop w:val="0"/>
                                      <w:marBottom w:val="0"/>
                                      <w:divBdr>
                                        <w:top w:val="none" w:sz="0" w:space="0" w:color="auto"/>
                                        <w:left w:val="none" w:sz="0" w:space="0" w:color="auto"/>
                                        <w:bottom w:val="none" w:sz="0" w:space="0" w:color="auto"/>
                                        <w:right w:val="none" w:sz="0" w:space="0" w:color="auto"/>
                                      </w:divBdr>
                                      <w:divsChild>
                                        <w:div w:id="1052462683">
                                          <w:marLeft w:val="30"/>
                                          <w:marRight w:val="480"/>
                                          <w:marTop w:val="0"/>
                                          <w:marBottom w:val="0"/>
                                          <w:divBdr>
                                            <w:top w:val="none" w:sz="0" w:space="0" w:color="auto"/>
                                            <w:left w:val="none" w:sz="0" w:space="0" w:color="auto"/>
                                            <w:bottom w:val="none" w:sz="0" w:space="0" w:color="auto"/>
                                            <w:right w:val="none" w:sz="0" w:space="0" w:color="auto"/>
                                          </w:divBdr>
                                          <w:divsChild>
                                            <w:div w:id="798649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9194061">
      <w:bodyDiv w:val="1"/>
      <w:marLeft w:val="0"/>
      <w:marRight w:val="0"/>
      <w:marTop w:val="0"/>
      <w:marBottom w:val="0"/>
      <w:divBdr>
        <w:top w:val="none" w:sz="0" w:space="0" w:color="auto"/>
        <w:left w:val="none" w:sz="0" w:space="0" w:color="auto"/>
        <w:bottom w:val="none" w:sz="0" w:space="0" w:color="auto"/>
        <w:right w:val="none" w:sz="0" w:space="0" w:color="auto"/>
      </w:divBdr>
      <w:divsChild>
        <w:div w:id="1279677753">
          <w:marLeft w:val="0"/>
          <w:marRight w:val="0"/>
          <w:marTop w:val="0"/>
          <w:marBottom w:val="0"/>
          <w:divBdr>
            <w:top w:val="single" w:sz="6" w:space="0" w:color="678FC2"/>
            <w:left w:val="single" w:sz="6" w:space="0" w:color="678FC2"/>
            <w:bottom w:val="single" w:sz="6" w:space="0" w:color="678FC2"/>
            <w:right w:val="single" w:sz="6" w:space="0" w:color="678FC2"/>
          </w:divBdr>
          <w:divsChild>
            <w:div w:id="432474672">
              <w:marLeft w:val="0"/>
              <w:marRight w:val="0"/>
              <w:marTop w:val="0"/>
              <w:marBottom w:val="0"/>
              <w:divBdr>
                <w:top w:val="none" w:sz="0" w:space="0" w:color="auto"/>
                <w:left w:val="none" w:sz="0" w:space="0" w:color="auto"/>
                <w:bottom w:val="none" w:sz="0" w:space="0" w:color="auto"/>
                <w:right w:val="none" w:sz="0" w:space="0" w:color="auto"/>
              </w:divBdr>
              <w:divsChild>
                <w:div w:id="1008752723">
                  <w:marLeft w:val="150"/>
                  <w:marRight w:val="150"/>
                  <w:marTop w:val="0"/>
                  <w:marBottom w:val="0"/>
                  <w:divBdr>
                    <w:top w:val="none" w:sz="0" w:space="0" w:color="auto"/>
                    <w:left w:val="none" w:sz="0" w:space="0" w:color="auto"/>
                    <w:bottom w:val="none" w:sz="0" w:space="0" w:color="auto"/>
                    <w:right w:val="none" w:sz="0" w:space="0" w:color="auto"/>
                  </w:divBdr>
                  <w:divsChild>
                    <w:div w:id="1350793329">
                      <w:marLeft w:val="0"/>
                      <w:marRight w:val="0"/>
                      <w:marTop w:val="0"/>
                      <w:marBottom w:val="0"/>
                      <w:divBdr>
                        <w:top w:val="none" w:sz="0" w:space="0" w:color="auto"/>
                        <w:left w:val="none" w:sz="0" w:space="0" w:color="auto"/>
                        <w:bottom w:val="none" w:sz="0" w:space="0" w:color="auto"/>
                        <w:right w:val="none" w:sz="0" w:space="0" w:color="auto"/>
                      </w:divBdr>
                      <w:divsChild>
                        <w:div w:id="1015616976">
                          <w:marLeft w:val="0"/>
                          <w:marRight w:val="0"/>
                          <w:marTop w:val="0"/>
                          <w:marBottom w:val="0"/>
                          <w:divBdr>
                            <w:top w:val="none" w:sz="0" w:space="0" w:color="auto"/>
                            <w:left w:val="none" w:sz="0" w:space="0" w:color="auto"/>
                            <w:bottom w:val="none" w:sz="0" w:space="0" w:color="auto"/>
                            <w:right w:val="none" w:sz="0" w:space="0" w:color="auto"/>
                          </w:divBdr>
                          <w:divsChild>
                            <w:div w:id="475338211">
                              <w:marLeft w:val="0"/>
                              <w:marRight w:val="0"/>
                              <w:marTop w:val="0"/>
                              <w:marBottom w:val="0"/>
                              <w:divBdr>
                                <w:top w:val="none" w:sz="0" w:space="0" w:color="auto"/>
                                <w:left w:val="none" w:sz="0" w:space="0" w:color="auto"/>
                                <w:bottom w:val="none" w:sz="0" w:space="0" w:color="auto"/>
                                <w:right w:val="none" w:sz="0" w:space="0" w:color="auto"/>
                              </w:divBdr>
                              <w:divsChild>
                                <w:div w:id="1988628608">
                                  <w:marLeft w:val="0"/>
                                  <w:marRight w:val="0"/>
                                  <w:marTop w:val="0"/>
                                  <w:marBottom w:val="0"/>
                                  <w:divBdr>
                                    <w:top w:val="none" w:sz="0" w:space="0" w:color="auto"/>
                                    <w:left w:val="none" w:sz="0" w:space="0" w:color="auto"/>
                                    <w:bottom w:val="none" w:sz="0" w:space="0" w:color="auto"/>
                                    <w:right w:val="none" w:sz="0" w:space="0" w:color="auto"/>
                                  </w:divBdr>
                                  <w:divsChild>
                                    <w:div w:id="1433282646">
                                      <w:marLeft w:val="30"/>
                                      <w:marRight w:val="480"/>
                                      <w:marTop w:val="0"/>
                                      <w:marBottom w:val="0"/>
                                      <w:divBdr>
                                        <w:top w:val="none" w:sz="0" w:space="0" w:color="auto"/>
                                        <w:left w:val="none" w:sz="0" w:space="0" w:color="auto"/>
                                        <w:bottom w:val="none" w:sz="0" w:space="0" w:color="auto"/>
                                        <w:right w:val="none" w:sz="0" w:space="0" w:color="auto"/>
                                      </w:divBdr>
                                      <w:divsChild>
                                        <w:div w:id="1604534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085764">
      <w:bodyDiv w:val="1"/>
      <w:marLeft w:val="0"/>
      <w:marRight w:val="0"/>
      <w:marTop w:val="0"/>
      <w:marBottom w:val="0"/>
      <w:divBdr>
        <w:top w:val="none" w:sz="0" w:space="0" w:color="auto"/>
        <w:left w:val="none" w:sz="0" w:space="0" w:color="auto"/>
        <w:bottom w:val="none" w:sz="0" w:space="0" w:color="auto"/>
        <w:right w:val="none" w:sz="0" w:space="0" w:color="auto"/>
      </w:divBdr>
      <w:divsChild>
        <w:div w:id="1621647514">
          <w:marLeft w:val="0"/>
          <w:marRight w:val="0"/>
          <w:marTop w:val="0"/>
          <w:marBottom w:val="0"/>
          <w:divBdr>
            <w:top w:val="single" w:sz="6" w:space="0" w:color="678FC2"/>
            <w:left w:val="single" w:sz="6" w:space="0" w:color="678FC2"/>
            <w:bottom w:val="single" w:sz="6" w:space="0" w:color="678FC2"/>
            <w:right w:val="single" w:sz="6" w:space="0" w:color="678FC2"/>
          </w:divBdr>
          <w:divsChild>
            <w:div w:id="324019091">
              <w:marLeft w:val="0"/>
              <w:marRight w:val="0"/>
              <w:marTop w:val="0"/>
              <w:marBottom w:val="0"/>
              <w:divBdr>
                <w:top w:val="none" w:sz="0" w:space="0" w:color="auto"/>
                <w:left w:val="none" w:sz="0" w:space="0" w:color="auto"/>
                <w:bottom w:val="none" w:sz="0" w:space="0" w:color="auto"/>
                <w:right w:val="none" w:sz="0" w:space="0" w:color="auto"/>
              </w:divBdr>
              <w:divsChild>
                <w:div w:id="543251246">
                  <w:marLeft w:val="150"/>
                  <w:marRight w:val="150"/>
                  <w:marTop w:val="0"/>
                  <w:marBottom w:val="0"/>
                  <w:divBdr>
                    <w:top w:val="none" w:sz="0" w:space="0" w:color="auto"/>
                    <w:left w:val="none" w:sz="0" w:space="0" w:color="auto"/>
                    <w:bottom w:val="none" w:sz="0" w:space="0" w:color="auto"/>
                    <w:right w:val="none" w:sz="0" w:space="0" w:color="auto"/>
                  </w:divBdr>
                  <w:divsChild>
                    <w:div w:id="1679843169">
                      <w:marLeft w:val="0"/>
                      <w:marRight w:val="0"/>
                      <w:marTop w:val="0"/>
                      <w:marBottom w:val="0"/>
                      <w:divBdr>
                        <w:top w:val="none" w:sz="0" w:space="0" w:color="auto"/>
                        <w:left w:val="none" w:sz="0" w:space="0" w:color="auto"/>
                        <w:bottom w:val="none" w:sz="0" w:space="0" w:color="auto"/>
                        <w:right w:val="none" w:sz="0" w:space="0" w:color="auto"/>
                      </w:divBdr>
                      <w:divsChild>
                        <w:div w:id="291252429">
                          <w:marLeft w:val="0"/>
                          <w:marRight w:val="0"/>
                          <w:marTop w:val="0"/>
                          <w:marBottom w:val="0"/>
                          <w:divBdr>
                            <w:top w:val="none" w:sz="0" w:space="0" w:color="auto"/>
                            <w:left w:val="none" w:sz="0" w:space="0" w:color="auto"/>
                            <w:bottom w:val="none" w:sz="0" w:space="0" w:color="auto"/>
                            <w:right w:val="none" w:sz="0" w:space="0" w:color="auto"/>
                          </w:divBdr>
                          <w:divsChild>
                            <w:div w:id="2137018818">
                              <w:marLeft w:val="0"/>
                              <w:marRight w:val="0"/>
                              <w:marTop w:val="0"/>
                              <w:marBottom w:val="0"/>
                              <w:divBdr>
                                <w:top w:val="none" w:sz="0" w:space="0" w:color="auto"/>
                                <w:left w:val="none" w:sz="0" w:space="0" w:color="auto"/>
                                <w:bottom w:val="none" w:sz="0" w:space="0" w:color="auto"/>
                                <w:right w:val="none" w:sz="0" w:space="0" w:color="auto"/>
                              </w:divBdr>
                              <w:divsChild>
                                <w:div w:id="977300097">
                                  <w:marLeft w:val="0"/>
                                  <w:marRight w:val="0"/>
                                  <w:marTop w:val="0"/>
                                  <w:marBottom w:val="0"/>
                                  <w:divBdr>
                                    <w:top w:val="none" w:sz="0" w:space="0" w:color="auto"/>
                                    <w:left w:val="none" w:sz="0" w:space="0" w:color="auto"/>
                                    <w:bottom w:val="none" w:sz="0" w:space="0" w:color="auto"/>
                                    <w:right w:val="none" w:sz="0" w:space="0" w:color="auto"/>
                                  </w:divBdr>
                                  <w:divsChild>
                                    <w:div w:id="892278247">
                                      <w:marLeft w:val="30"/>
                                      <w:marRight w:val="480"/>
                                      <w:marTop w:val="0"/>
                                      <w:marBottom w:val="0"/>
                                      <w:divBdr>
                                        <w:top w:val="none" w:sz="0" w:space="0" w:color="auto"/>
                                        <w:left w:val="none" w:sz="0" w:space="0" w:color="auto"/>
                                        <w:bottom w:val="none" w:sz="0" w:space="0" w:color="auto"/>
                                        <w:right w:val="none" w:sz="0" w:space="0" w:color="auto"/>
                                      </w:divBdr>
                                      <w:divsChild>
                                        <w:div w:id="54375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51609319">
      <w:bodyDiv w:val="1"/>
      <w:marLeft w:val="0"/>
      <w:marRight w:val="0"/>
      <w:marTop w:val="0"/>
      <w:marBottom w:val="0"/>
      <w:divBdr>
        <w:top w:val="none" w:sz="0" w:space="0" w:color="auto"/>
        <w:left w:val="none" w:sz="0" w:space="0" w:color="auto"/>
        <w:bottom w:val="none" w:sz="0" w:space="0" w:color="auto"/>
        <w:right w:val="none" w:sz="0" w:space="0" w:color="auto"/>
      </w:divBdr>
      <w:divsChild>
        <w:div w:id="1572041329">
          <w:marLeft w:val="0"/>
          <w:marRight w:val="0"/>
          <w:marTop w:val="0"/>
          <w:marBottom w:val="0"/>
          <w:divBdr>
            <w:top w:val="single" w:sz="6" w:space="0" w:color="678FC2"/>
            <w:left w:val="single" w:sz="6" w:space="0" w:color="678FC2"/>
            <w:bottom w:val="single" w:sz="6" w:space="0" w:color="678FC2"/>
            <w:right w:val="single" w:sz="6" w:space="0" w:color="678FC2"/>
          </w:divBdr>
          <w:divsChild>
            <w:div w:id="1402949250">
              <w:marLeft w:val="0"/>
              <w:marRight w:val="0"/>
              <w:marTop w:val="0"/>
              <w:marBottom w:val="0"/>
              <w:divBdr>
                <w:top w:val="none" w:sz="0" w:space="0" w:color="auto"/>
                <w:left w:val="none" w:sz="0" w:space="0" w:color="auto"/>
                <w:bottom w:val="none" w:sz="0" w:space="0" w:color="auto"/>
                <w:right w:val="none" w:sz="0" w:space="0" w:color="auto"/>
              </w:divBdr>
              <w:divsChild>
                <w:div w:id="37632623">
                  <w:marLeft w:val="150"/>
                  <w:marRight w:val="150"/>
                  <w:marTop w:val="0"/>
                  <w:marBottom w:val="0"/>
                  <w:divBdr>
                    <w:top w:val="none" w:sz="0" w:space="0" w:color="auto"/>
                    <w:left w:val="none" w:sz="0" w:space="0" w:color="auto"/>
                    <w:bottom w:val="none" w:sz="0" w:space="0" w:color="auto"/>
                    <w:right w:val="none" w:sz="0" w:space="0" w:color="auto"/>
                  </w:divBdr>
                  <w:divsChild>
                    <w:div w:id="622044">
                      <w:marLeft w:val="0"/>
                      <w:marRight w:val="0"/>
                      <w:marTop w:val="0"/>
                      <w:marBottom w:val="0"/>
                      <w:divBdr>
                        <w:top w:val="none" w:sz="0" w:space="0" w:color="auto"/>
                        <w:left w:val="none" w:sz="0" w:space="0" w:color="auto"/>
                        <w:bottom w:val="none" w:sz="0" w:space="0" w:color="auto"/>
                        <w:right w:val="none" w:sz="0" w:space="0" w:color="auto"/>
                      </w:divBdr>
                      <w:divsChild>
                        <w:div w:id="1214779370">
                          <w:marLeft w:val="0"/>
                          <w:marRight w:val="0"/>
                          <w:marTop w:val="0"/>
                          <w:marBottom w:val="0"/>
                          <w:divBdr>
                            <w:top w:val="none" w:sz="0" w:space="0" w:color="auto"/>
                            <w:left w:val="none" w:sz="0" w:space="0" w:color="auto"/>
                            <w:bottom w:val="none" w:sz="0" w:space="0" w:color="auto"/>
                            <w:right w:val="none" w:sz="0" w:space="0" w:color="auto"/>
                          </w:divBdr>
                          <w:divsChild>
                            <w:div w:id="2076080111">
                              <w:marLeft w:val="0"/>
                              <w:marRight w:val="0"/>
                              <w:marTop w:val="0"/>
                              <w:marBottom w:val="0"/>
                              <w:divBdr>
                                <w:top w:val="none" w:sz="0" w:space="0" w:color="auto"/>
                                <w:left w:val="none" w:sz="0" w:space="0" w:color="auto"/>
                                <w:bottom w:val="none" w:sz="0" w:space="0" w:color="auto"/>
                                <w:right w:val="none" w:sz="0" w:space="0" w:color="auto"/>
                              </w:divBdr>
                              <w:divsChild>
                                <w:div w:id="189102889">
                                  <w:marLeft w:val="0"/>
                                  <w:marRight w:val="0"/>
                                  <w:marTop w:val="0"/>
                                  <w:marBottom w:val="0"/>
                                  <w:divBdr>
                                    <w:top w:val="none" w:sz="0" w:space="0" w:color="auto"/>
                                    <w:left w:val="none" w:sz="0" w:space="0" w:color="auto"/>
                                    <w:bottom w:val="none" w:sz="0" w:space="0" w:color="auto"/>
                                    <w:right w:val="none" w:sz="0" w:space="0" w:color="auto"/>
                                  </w:divBdr>
                                  <w:divsChild>
                                    <w:div w:id="1413622894">
                                      <w:marLeft w:val="30"/>
                                      <w:marRight w:val="480"/>
                                      <w:marTop w:val="0"/>
                                      <w:marBottom w:val="0"/>
                                      <w:divBdr>
                                        <w:top w:val="none" w:sz="0" w:space="0" w:color="auto"/>
                                        <w:left w:val="none" w:sz="0" w:space="0" w:color="auto"/>
                                        <w:bottom w:val="none" w:sz="0" w:space="0" w:color="auto"/>
                                        <w:right w:val="none" w:sz="0" w:space="0" w:color="auto"/>
                                      </w:divBdr>
                                      <w:divsChild>
                                        <w:div w:id="1550342930">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7416572">
      <w:bodyDiv w:val="1"/>
      <w:marLeft w:val="0"/>
      <w:marRight w:val="0"/>
      <w:marTop w:val="0"/>
      <w:marBottom w:val="0"/>
      <w:divBdr>
        <w:top w:val="none" w:sz="0" w:space="0" w:color="auto"/>
        <w:left w:val="none" w:sz="0" w:space="0" w:color="auto"/>
        <w:bottom w:val="none" w:sz="0" w:space="0" w:color="auto"/>
        <w:right w:val="none" w:sz="0" w:space="0" w:color="auto"/>
      </w:divBdr>
      <w:divsChild>
        <w:div w:id="1107504802">
          <w:marLeft w:val="0"/>
          <w:marRight w:val="0"/>
          <w:marTop w:val="0"/>
          <w:marBottom w:val="0"/>
          <w:divBdr>
            <w:top w:val="single" w:sz="6" w:space="0" w:color="678FC2"/>
            <w:left w:val="single" w:sz="6" w:space="0" w:color="678FC2"/>
            <w:bottom w:val="single" w:sz="6" w:space="0" w:color="678FC2"/>
            <w:right w:val="single" w:sz="6" w:space="0" w:color="678FC2"/>
          </w:divBdr>
          <w:divsChild>
            <w:div w:id="602953572">
              <w:marLeft w:val="0"/>
              <w:marRight w:val="0"/>
              <w:marTop w:val="0"/>
              <w:marBottom w:val="0"/>
              <w:divBdr>
                <w:top w:val="none" w:sz="0" w:space="0" w:color="auto"/>
                <w:left w:val="none" w:sz="0" w:space="0" w:color="auto"/>
                <w:bottom w:val="none" w:sz="0" w:space="0" w:color="auto"/>
                <w:right w:val="none" w:sz="0" w:space="0" w:color="auto"/>
              </w:divBdr>
              <w:divsChild>
                <w:div w:id="55859891">
                  <w:marLeft w:val="150"/>
                  <w:marRight w:val="150"/>
                  <w:marTop w:val="0"/>
                  <w:marBottom w:val="0"/>
                  <w:divBdr>
                    <w:top w:val="none" w:sz="0" w:space="0" w:color="auto"/>
                    <w:left w:val="none" w:sz="0" w:space="0" w:color="auto"/>
                    <w:bottom w:val="none" w:sz="0" w:space="0" w:color="auto"/>
                    <w:right w:val="none" w:sz="0" w:space="0" w:color="auto"/>
                  </w:divBdr>
                  <w:divsChild>
                    <w:div w:id="1401562028">
                      <w:marLeft w:val="0"/>
                      <w:marRight w:val="0"/>
                      <w:marTop w:val="0"/>
                      <w:marBottom w:val="0"/>
                      <w:divBdr>
                        <w:top w:val="none" w:sz="0" w:space="0" w:color="auto"/>
                        <w:left w:val="none" w:sz="0" w:space="0" w:color="auto"/>
                        <w:bottom w:val="none" w:sz="0" w:space="0" w:color="auto"/>
                        <w:right w:val="none" w:sz="0" w:space="0" w:color="auto"/>
                      </w:divBdr>
                      <w:divsChild>
                        <w:div w:id="187258725">
                          <w:marLeft w:val="0"/>
                          <w:marRight w:val="0"/>
                          <w:marTop w:val="0"/>
                          <w:marBottom w:val="0"/>
                          <w:divBdr>
                            <w:top w:val="none" w:sz="0" w:space="0" w:color="auto"/>
                            <w:left w:val="none" w:sz="0" w:space="0" w:color="auto"/>
                            <w:bottom w:val="none" w:sz="0" w:space="0" w:color="auto"/>
                            <w:right w:val="none" w:sz="0" w:space="0" w:color="auto"/>
                          </w:divBdr>
                          <w:divsChild>
                            <w:div w:id="1764715721">
                              <w:marLeft w:val="0"/>
                              <w:marRight w:val="0"/>
                              <w:marTop w:val="0"/>
                              <w:marBottom w:val="0"/>
                              <w:divBdr>
                                <w:top w:val="none" w:sz="0" w:space="0" w:color="auto"/>
                                <w:left w:val="none" w:sz="0" w:space="0" w:color="auto"/>
                                <w:bottom w:val="none" w:sz="0" w:space="0" w:color="auto"/>
                                <w:right w:val="none" w:sz="0" w:space="0" w:color="auto"/>
                              </w:divBdr>
                              <w:divsChild>
                                <w:div w:id="1106732042">
                                  <w:marLeft w:val="0"/>
                                  <w:marRight w:val="0"/>
                                  <w:marTop w:val="0"/>
                                  <w:marBottom w:val="0"/>
                                  <w:divBdr>
                                    <w:top w:val="none" w:sz="0" w:space="0" w:color="auto"/>
                                    <w:left w:val="none" w:sz="0" w:space="0" w:color="auto"/>
                                    <w:bottom w:val="none" w:sz="0" w:space="0" w:color="auto"/>
                                    <w:right w:val="none" w:sz="0" w:space="0" w:color="auto"/>
                                  </w:divBdr>
                                  <w:divsChild>
                                    <w:div w:id="90067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004279">
      <w:bodyDiv w:val="1"/>
      <w:marLeft w:val="0"/>
      <w:marRight w:val="0"/>
      <w:marTop w:val="0"/>
      <w:marBottom w:val="0"/>
      <w:divBdr>
        <w:top w:val="none" w:sz="0" w:space="0" w:color="auto"/>
        <w:left w:val="none" w:sz="0" w:space="0" w:color="auto"/>
        <w:bottom w:val="none" w:sz="0" w:space="0" w:color="auto"/>
        <w:right w:val="none" w:sz="0" w:space="0" w:color="auto"/>
      </w:divBdr>
      <w:divsChild>
        <w:div w:id="762260447">
          <w:marLeft w:val="0"/>
          <w:marRight w:val="0"/>
          <w:marTop w:val="0"/>
          <w:marBottom w:val="0"/>
          <w:divBdr>
            <w:top w:val="single" w:sz="6" w:space="0" w:color="678FC2"/>
            <w:left w:val="single" w:sz="6" w:space="0" w:color="678FC2"/>
            <w:bottom w:val="single" w:sz="6" w:space="0" w:color="678FC2"/>
            <w:right w:val="single" w:sz="6" w:space="0" w:color="678FC2"/>
          </w:divBdr>
          <w:divsChild>
            <w:div w:id="1485200208">
              <w:marLeft w:val="0"/>
              <w:marRight w:val="0"/>
              <w:marTop w:val="0"/>
              <w:marBottom w:val="0"/>
              <w:divBdr>
                <w:top w:val="none" w:sz="0" w:space="0" w:color="auto"/>
                <w:left w:val="none" w:sz="0" w:space="0" w:color="auto"/>
                <w:bottom w:val="none" w:sz="0" w:space="0" w:color="auto"/>
                <w:right w:val="none" w:sz="0" w:space="0" w:color="auto"/>
              </w:divBdr>
              <w:divsChild>
                <w:div w:id="787814971">
                  <w:marLeft w:val="150"/>
                  <w:marRight w:val="150"/>
                  <w:marTop w:val="0"/>
                  <w:marBottom w:val="0"/>
                  <w:divBdr>
                    <w:top w:val="none" w:sz="0" w:space="0" w:color="auto"/>
                    <w:left w:val="none" w:sz="0" w:space="0" w:color="auto"/>
                    <w:bottom w:val="none" w:sz="0" w:space="0" w:color="auto"/>
                    <w:right w:val="none" w:sz="0" w:space="0" w:color="auto"/>
                  </w:divBdr>
                  <w:divsChild>
                    <w:div w:id="568537660">
                      <w:marLeft w:val="0"/>
                      <w:marRight w:val="0"/>
                      <w:marTop w:val="0"/>
                      <w:marBottom w:val="0"/>
                      <w:divBdr>
                        <w:top w:val="none" w:sz="0" w:space="0" w:color="auto"/>
                        <w:left w:val="none" w:sz="0" w:space="0" w:color="auto"/>
                        <w:bottom w:val="none" w:sz="0" w:space="0" w:color="auto"/>
                        <w:right w:val="none" w:sz="0" w:space="0" w:color="auto"/>
                      </w:divBdr>
                      <w:divsChild>
                        <w:div w:id="747311613">
                          <w:marLeft w:val="0"/>
                          <w:marRight w:val="0"/>
                          <w:marTop w:val="0"/>
                          <w:marBottom w:val="0"/>
                          <w:divBdr>
                            <w:top w:val="none" w:sz="0" w:space="0" w:color="auto"/>
                            <w:left w:val="none" w:sz="0" w:space="0" w:color="auto"/>
                            <w:bottom w:val="none" w:sz="0" w:space="0" w:color="auto"/>
                            <w:right w:val="none" w:sz="0" w:space="0" w:color="auto"/>
                          </w:divBdr>
                          <w:divsChild>
                            <w:div w:id="110439034">
                              <w:marLeft w:val="0"/>
                              <w:marRight w:val="0"/>
                              <w:marTop w:val="0"/>
                              <w:marBottom w:val="0"/>
                              <w:divBdr>
                                <w:top w:val="none" w:sz="0" w:space="0" w:color="auto"/>
                                <w:left w:val="none" w:sz="0" w:space="0" w:color="auto"/>
                                <w:bottom w:val="none" w:sz="0" w:space="0" w:color="auto"/>
                                <w:right w:val="none" w:sz="0" w:space="0" w:color="auto"/>
                              </w:divBdr>
                              <w:divsChild>
                                <w:div w:id="1427926210">
                                  <w:marLeft w:val="0"/>
                                  <w:marRight w:val="0"/>
                                  <w:marTop w:val="0"/>
                                  <w:marBottom w:val="0"/>
                                  <w:divBdr>
                                    <w:top w:val="none" w:sz="0" w:space="0" w:color="auto"/>
                                    <w:left w:val="none" w:sz="0" w:space="0" w:color="auto"/>
                                    <w:bottom w:val="none" w:sz="0" w:space="0" w:color="auto"/>
                                    <w:right w:val="none" w:sz="0" w:space="0" w:color="auto"/>
                                  </w:divBdr>
                                  <w:divsChild>
                                    <w:div w:id="4020356">
                                      <w:marLeft w:val="30"/>
                                      <w:marRight w:val="480"/>
                                      <w:marTop w:val="0"/>
                                      <w:marBottom w:val="0"/>
                                      <w:divBdr>
                                        <w:top w:val="none" w:sz="0" w:space="0" w:color="auto"/>
                                        <w:left w:val="none" w:sz="0" w:space="0" w:color="auto"/>
                                        <w:bottom w:val="none" w:sz="0" w:space="0" w:color="auto"/>
                                        <w:right w:val="none" w:sz="0" w:space="0" w:color="auto"/>
                                      </w:divBdr>
                                      <w:divsChild>
                                        <w:div w:id="46813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7319765">
      <w:bodyDiv w:val="1"/>
      <w:marLeft w:val="0"/>
      <w:marRight w:val="0"/>
      <w:marTop w:val="0"/>
      <w:marBottom w:val="0"/>
      <w:divBdr>
        <w:top w:val="none" w:sz="0" w:space="0" w:color="auto"/>
        <w:left w:val="none" w:sz="0" w:space="0" w:color="auto"/>
        <w:bottom w:val="none" w:sz="0" w:space="0" w:color="auto"/>
        <w:right w:val="none" w:sz="0" w:space="0" w:color="auto"/>
      </w:divBdr>
      <w:divsChild>
        <w:div w:id="1639266025">
          <w:marLeft w:val="0"/>
          <w:marRight w:val="0"/>
          <w:marTop w:val="0"/>
          <w:marBottom w:val="0"/>
          <w:divBdr>
            <w:top w:val="single" w:sz="6" w:space="0" w:color="678FC2"/>
            <w:left w:val="single" w:sz="6" w:space="0" w:color="678FC2"/>
            <w:bottom w:val="single" w:sz="6" w:space="0" w:color="678FC2"/>
            <w:right w:val="single" w:sz="6" w:space="0" w:color="678FC2"/>
          </w:divBdr>
          <w:divsChild>
            <w:div w:id="818883166">
              <w:marLeft w:val="0"/>
              <w:marRight w:val="0"/>
              <w:marTop w:val="0"/>
              <w:marBottom w:val="0"/>
              <w:divBdr>
                <w:top w:val="none" w:sz="0" w:space="0" w:color="auto"/>
                <w:left w:val="none" w:sz="0" w:space="0" w:color="auto"/>
                <w:bottom w:val="none" w:sz="0" w:space="0" w:color="auto"/>
                <w:right w:val="none" w:sz="0" w:space="0" w:color="auto"/>
              </w:divBdr>
              <w:divsChild>
                <w:div w:id="1603107543">
                  <w:marLeft w:val="150"/>
                  <w:marRight w:val="150"/>
                  <w:marTop w:val="0"/>
                  <w:marBottom w:val="0"/>
                  <w:divBdr>
                    <w:top w:val="none" w:sz="0" w:space="0" w:color="auto"/>
                    <w:left w:val="none" w:sz="0" w:space="0" w:color="auto"/>
                    <w:bottom w:val="none" w:sz="0" w:space="0" w:color="auto"/>
                    <w:right w:val="none" w:sz="0" w:space="0" w:color="auto"/>
                  </w:divBdr>
                  <w:divsChild>
                    <w:div w:id="378601681">
                      <w:marLeft w:val="0"/>
                      <w:marRight w:val="0"/>
                      <w:marTop w:val="0"/>
                      <w:marBottom w:val="0"/>
                      <w:divBdr>
                        <w:top w:val="none" w:sz="0" w:space="0" w:color="auto"/>
                        <w:left w:val="none" w:sz="0" w:space="0" w:color="auto"/>
                        <w:bottom w:val="none" w:sz="0" w:space="0" w:color="auto"/>
                        <w:right w:val="none" w:sz="0" w:space="0" w:color="auto"/>
                      </w:divBdr>
                      <w:divsChild>
                        <w:div w:id="1994750248">
                          <w:marLeft w:val="0"/>
                          <w:marRight w:val="0"/>
                          <w:marTop w:val="0"/>
                          <w:marBottom w:val="0"/>
                          <w:divBdr>
                            <w:top w:val="none" w:sz="0" w:space="0" w:color="auto"/>
                            <w:left w:val="none" w:sz="0" w:space="0" w:color="auto"/>
                            <w:bottom w:val="none" w:sz="0" w:space="0" w:color="auto"/>
                            <w:right w:val="none" w:sz="0" w:space="0" w:color="auto"/>
                          </w:divBdr>
                          <w:divsChild>
                            <w:div w:id="886455700">
                              <w:marLeft w:val="0"/>
                              <w:marRight w:val="0"/>
                              <w:marTop w:val="0"/>
                              <w:marBottom w:val="0"/>
                              <w:divBdr>
                                <w:top w:val="none" w:sz="0" w:space="0" w:color="auto"/>
                                <w:left w:val="none" w:sz="0" w:space="0" w:color="auto"/>
                                <w:bottom w:val="none" w:sz="0" w:space="0" w:color="auto"/>
                                <w:right w:val="none" w:sz="0" w:space="0" w:color="auto"/>
                              </w:divBdr>
                              <w:divsChild>
                                <w:div w:id="121575881">
                                  <w:marLeft w:val="0"/>
                                  <w:marRight w:val="0"/>
                                  <w:marTop w:val="0"/>
                                  <w:marBottom w:val="0"/>
                                  <w:divBdr>
                                    <w:top w:val="none" w:sz="0" w:space="0" w:color="auto"/>
                                    <w:left w:val="none" w:sz="0" w:space="0" w:color="auto"/>
                                    <w:bottom w:val="none" w:sz="0" w:space="0" w:color="auto"/>
                                    <w:right w:val="none" w:sz="0" w:space="0" w:color="auto"/>
                                  </w:divBdr>
                                  <w:divsChild>
                                    <w:div w:id="36787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0350383">
      <w:bodyDiv w:val="1"/>
      <w:marLeft w:val="0"/>
      <w:marRight w:val="0"/>
      <w:marTop w:val="0"/>
      <w:marBottom w:val="0"/>
      <w:divBdr>
        <w:top w:val="none" w:sz="0" w:space="0" w:color="auto"/>
        <w:left w:val="none" w:sz="0" w:space="0" w:color="auto"/>
        <w:bottom w:val="none" w:sz="0" w:space="0" w:color="auto"/>
        <w:right w:val="none" w:sz="0" w:space="0" w:color="auto"/>
      </w:divBdr>
      <w:divsChild>
        <w:div w:id="444270029">
          <w:marLeft w:val="0"/>
          <w:marRight w:val="0"/>
          <w:marTop w:val="0"/>
          <w:marBottom w:val="0"/>
          <w:divBdr>
            <w:top w:val="single" w:sz="6" w:space="0" w:color="678FC2"/>
            <w:left w:val="single" w:sz="6" w:space="0" w:color="678FC2"/>
            <w:bottom w:val="single" w:sz="6" w:space="0" w:color="678FC2"/>
            <w:right w:val="single" w:sz="6" w:space="0" w:color="678FC2"/>
          </w:divBdr>
          <w:divsChild>
            <w:div w:id="841966700">
              <w:marLeft w:val="0"/>
              <w:marRight w:val="0"/>
              <w:marTop w:val="0"/>
              <w:marBottom w:val="0"/>
              <w:divBdr>
                <w:top w:val="none" w:sz="0" w:space="0" w:color="auto"/>
                <w:left w:val="none" w:sz="0" w:space="0" w:color="auto"/>
                <w:bottom w:val="none" w:sz="0" w:space="0" w:color="auto"/>
                <w:right w:val="none" w:sz="0" w:space="0" w:color="auto"/>
              </w:divBdr>
              <w:divsChild>
                <w:div w:id="1161193017">
                  <w:marLeft w:val="150"/>
                  <w:marRight w:val="150"/>
                  <w:marTop w:val="0"/>
                  <w:marBottom w:val="0"/>
                  <w:divBdr>
                    <w:top w:val="none" w:sz="0" w:space="0" w:color="auto"/>
                    <w:left w:val="none" w:sz="0" w:space="0" w:color="auto"/>
                    <w:bottom w:val="none" w:sz="0" w:space="0" w:color="auto"/>
                    <w:right w:val="none" w:sz="0" w:space="0" w:color="auto"/>
                  </w:divBdr>
                  <w:divsChild>
                    <w:div w:id="243297002">
                      <w:marLeft w:val="0"/>
                      <w:marRight w:val="0"/>
                      <w:marTop w:val="0"/>
                      <w:marBottom w:val="0"/>
                      <w:divBdr>
                        <w:top w:val="none" w:sz="0" w:space="0" w:color="auto"/>
                        <w:left w:val="none" w:sz="0" w:space="0" w:color="auto"/>
                        <w:bottom w:val="none" w:sz="0" w:space="0" w:color="auto"/>
                        <w:right w:val="none" w:sz="0" w:space="0" w:color="auto"/>
                      </w:divBdr>
                      <w:divsChild>
                        <w:div w:id="1433744548">
                          <w:marLeft w:val="0"/>
                          <w:marRight w:val="0"/>
                          <w:marTop w:val="0"/>
                          <w:marBottom w:val="0"/>
                          <w:divBdr>
                            <w:top w:val="none" w:sz="0" w:space="0" w:color="auto"/>
                            <w:left w:val="none" w:sz="0" w:space="0" w:color="auto"/>
                            <w:bottom w:val="none" w:sz="0" w:space="0" w:color="auto"/>
                            <w:right w:val="none" w:sz="0" w:space="0" w:color="auto"/>
                          </w:divBdr>
                          <w:divsChild>
                            <w:div w:id="985548994">
                              <w:marLeft w:val="0"/>
                              <w:marRight w:val="0"/>
                              <w:marTop w:val="0"/>
                              <w:marBottom w:val="0"/>
                              <w:divBdr>
                                <w:top w:val="none" w:sz="0" w:space="0" w:color="auto"/>
                                <w:left w:val="none" w:sz="0" w:space="0" w:color="auto"/>
                                <w:bottom w:val="none" w:sz="0" w:space="0" w:color="auto"/>
                                <w:right w:val="none" w:sz="0" w:space="0" w:color="auto"/>
                              </w:divBdr>
                              <w:divsChild>
                                <w:div w:id="621158867">
                                  <w:marLeft w:val="0"/>
                                  <w:marRight w:val="0"/>
                                  <w:marTop w:val="0"/>
                                  <w:marBottom w:val="0"/>
                                  <w:divBdr>
                                    <w:top w:val="none" w:sz="0" w:space="0" w:color="auto"/>
                                    <w:left w:val="none" w:sz="0" w:space="0" w:color="auto"/>
                                    <w:bottom w:val="none" w:sz="0" w:space="0" w:color="auto"/>
                                    <w:right w:val="none" w:sz="0" w:space="0" w:color="auto"/>
                                  </w:divBdr>
                                  <w:divsChild>
                                    <w:div w:id="470515672">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2290459">
      <w:bodyDiv w:val="1"/>
      <w:marLeft w:val="0"/>
      <w:marRight w:val="0"/>
      <w:marTop w:val="0"/>
      <w:marBottom w:val="0"/>
      <w:divBdr>
        <w:top w:val="none" w:sz="0" w:space="0" w:color="auto"/>
        <w:left w:val="none" w:sz="0" w:space="0" w:color="auto"/>
        <w:bottom w:val="none" w:sz="0" w:space="0" w:color="auto"/>
        <w:right w:val="none" w:sz="0" w:space="0" w:color="auto"/>
      </w:divBdr>
      <w:divsChild>
        <w:div w:id="840200207">
          <w:marLeft w:val="0"/>
          <w:marRight w:val="0"/>
          <w:marTop w:val="0"/>
          <w:marBottom w:val="0"/>
          <w:divBdr>
            <w:top w:val="single" w:sz="6" w:space="0" w:color="678FC2"/>
            <w:left w:val="single" w:sz="6" w:space="0" w:color="678FC2"/>
            <w:bottom w:val="single" w:sz="6" w:space="0" w:color="678FC2"/>
            <w:right w:val="single" w:sz="6" w:space="0" w:color="678FC2"/>
          </w:divBdr>
          <w:divsChild>
            <w:div w:id="1764498365">
              <w:marLeft w:val="0"/>
              <w:marRight w:val="0"/>
              <w:marTop w:val="0"/>
              <w:marBottom w:val="0"/>
              <w:divBdr>
                <w:top w:val="none" w:sz="0" w:space="0" w:color="auto"/>
                <w:left w:val="none" w:sz="0" w:space="0" w:color="auto"/>
                <w:bottom w:val="none" w:sz="0" w:space="0" w:color="auto"/>
                <w:right w:val="none" w:sz="0" w:space="0" w:color="auto"/>
              </w:divBdr>
              <w:divsChild>
                <w:div w:id="1686207029">
                  <w:marLeft w:val="150"/>
                  <w:marRight w:val="150"/>
                  <w:marTop w:val="0"/>
                  <w:marBottom w:val="0"/>
                  <w:divBdr>
                    <w:top w:val="none" w:sz="0" w:space="0" w:color="auto"/>
                    <w:left w:val="none" w:sz="0" w:space="0" w:color="auto"/>
                    <w:bottom w:val="none" w:sz="0" w:space="0" w:color="auto"/>
                    <w:right w:val="none" w:sz="0" w:space="0" w:color="auto"/>
                  </w:divBdr>
                  <w:divsChild>
                    <w:div w:id="1160775610">
                      <w:marLeft w:val="0"/>
                      <w:marRight w:val="0"/>
                      <w:marTop w:val="0"/>
                      <w:marBottom w:val="0"/>
                      <w:divBdr>
                        <w:top w:val="none" w:sz="0" w:space="0" w:color="auto"/>
                        <w:left w:val="none" w:sz="0" w:space="0" w:color="auto"/>
                        <w:bottom w:val="none" w:sz="0" w:space="0" w:color="auto"/>
                        <w:right w:val="none" w:sz="0" w:space="0" w:color="auto"/>
                      </w:divBdr>
                      <w:divsChild>
                        <w:div w:id="1712221684">
                          <w:marLeft w:val="0"/>
                          <w:marRight w:val="0"/>
                          <w:marTop w:val="0"/>
                          <w:marBottom w:val="0"/>
                          <w:divBdr>
                            <w:top w:val="none" w:sz="0" w:space="0" w:color="auto"/>
                            <w:left w:val="none" w:sz="0" w:space="0" w:color="auto"/>
                            <w:bottom w:val="none" w:sz="0" w:space="0" w:color="auto"/>
                            <w:right w:val="none" w:sz="0" w:space="0" w:color="auto"/>
                          </w:divBdr>
                          <w:divsChild>
                            <w:div w:id="1565752631">
                              <w:marLeft w:val="0"/>
                              <w:marRight w:val="0"/>
                              <w:marTop w:val="0"/>
                              <w:marBottom w:val="0"/>
                              <w:divBdr>
                                <w:top w:val="none" w:sz="0" w:space="0" w:color="auto"/>
                                <w:left w:val="none" w:sz="0" w:space="0" w:color="auto"/>
                                <w:bottom w:val="none" w:sz="0" w:space="0" w:color="auto"/>
                                <w:right w:val="none" w:sz="0" w:space="0" w:color="auto"/>
                              </w:divBdr>
                              <w:divsChild>
                                <w:div w:id="226109161">
                                  <w:marLeft w:val="0"/>
                                  <w:marRight w:val="0"/>
                                  <w:marTop w:val="0"/>
                                  <w:marBottom w:val="0"/>
                                  <w:divBdr>
                                    <w:top w:val="none" w:sz="0" w:space="0" w:color="auto"/>
                                    <w:left w:val="none" w:sz="0" w:space="0" w:color="auto"/>
                                    <w:bottom w:val="none" w:sz="0" w:space="0" w:color="auto"/>
                                    <w:right w:val="none" w:sz="0" w:space="0" w:color="auto"/>
                                  </w:divBdr>
                                  <w:divsChild>
                                    <w:div w:id="1587305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472650">
      <w:bodyDiv w:val="1"/>
      <w:marLeft w:val="0"/>
      <w:marRight w:val="0"/>
      <w:marTop w:val="0"/>
      <w:marBottom w:val="0"/>
      <w:divBdr>
        <w:top w:val="none" w:sz="0" w:space="0" w:color="auto"/>
        <w:left w:val="none" w:sz="0" w:space="0" w:color="auto"/>
        <w:bottom w:val="none" w:sz="0" w:space="0" w:color="auto"/>
        <w:right w:val="none" w:sz="0" w:space="0" w:color="auto"/>
      </w:divBdr>
      <w:divsChild>
        <w:div w:id="581066386">
          <w:marLeft w:val="0"/>
          <w:marRight w:val="0"/>
          <w:marTop w:val="0"/>
          <w:marBottom w:val="0"/>
          <w:divBdr>
            <w:top w:val="single" w:sz="6" w:space="0" w:color="678FC2"/>
            <w:left w:val="single" w:sz="6" w:space="0" w:color="678FC2"/>
            <w:bottom w:val="single" w:sz="6" w:space="0" w:color="678FC2"/>
            <w:right w:val="single" w:sz="6" w:space="0" w:color="678FC2"/>
          </w:divBdr>
          <w:divsChild>
            <w:div w:id="1223950867">
              <w:marLeft w:val="0"/>
              <w:marRight w:val="0"/>
              <w:marTop w:val="0"/>
              <w:marBottom w:val="0"/>
              <w:divBdr>
                <w:top w:val="none" w:sz="0" w:space="0" w:color="auto"/>
                <w:left w:val="none" w:sz="0" w:space="0" w:color="auto"/>
                <w:bottom w:val="none" w:sz="0" w:space="0" w:color="auto"/>
                <w:right w:val="none" w:sz="0" w:space="0" w:color="auto"/>
              </w:divBdr>
              <w:divsChild>
                <w:div w:id="109135405">
                  <w:marLeft w:val="150"/>
                  <w:marRight w:val="150"/>
                  <w:marTop w:val="0"/>
                  <w:marBottom w:val="0"/>
                  <w:divBdr>
                    <w:top w:val="none" w:sz="0" w:space="0" w:color="auto"/>
                    <w:left w:val="none" w:sz="0" w:space="0" w:color="auto"/>
                    <w:bottom w:val="none" w:sz="0" w:space="0" w:color="auto"/>
                    <w:right w:val="none" w:sz="0" w:space="0" w:color="auto"/>
                  </w:divBdr>
                  <w:divsChild>
                    <w:div w:id="803933161">
                      <w:marLeft w:val="0"/>
                      <w:marRight w:val="0"/>
                      <w:marTop w:val="0"/>
                      <w:marBottom w:val="0"/>
                      <w:divBdr>
                        <w:top w:val="none" w:sz="0" w:space="0" w:color="auto"/>
                        <w:left w:val="none" w:sz="0" w:space="0" w:color="auto"/>
                        <w:bottom w:val="none" w:sz="0" w:space="0" w:color="auto"/>
                        <w:right w:val="none" w:sz="0" w:space="0" w:color="auto"/>
                      </w:divBdr>
                      <w:divsChild>
                        <w:div w:id="1376003920">
                          <w:marLeft w:val="0"/>
                          <w:marRight w:val="0"/>
                          <w:marTop w:val="0"/>
                          <w:marBottom w:val="0"/>
                          <w:divBdr>
                            <w:top w:val="none" w:sz="0" w:space="0" w:color="auto"/>
                            <w:left w:val="none" w:sz="0" w:space="0" w:color="auto"/>
                            <w:bottom w:val="none" w:sz="0" w:space="0" w:color="auto"/>
                            <w:right w:val="none" w:sz="0" w:space="0" w:color="auto"/>
                          </w:divBdr>
                          <w:divsChild>
                            <w:div w:id="260573590">
                              <w:marLeft w:val="0"/>
                              <w:marRight w:val="0"/>
                              <w:marTop w:val="0"/>
                              <w:marBottom w:val="0"/>
                              <w:divBdr>
                                <w:top w:val="none" w:sz="0" w:space="0" w:color="auto"/>
                                <w:left w:val="none" w:sz="0" w:space="0" w:color="auto"/>
                                <w:bottom w:val="none" w:sz="0" w:space="0" w:color="auto"/>
                                <w:right w:val="none" w:sz="0" w:space="0" w:color="auto"/>
                              </w:divBdr>
                              <w:divsChild>
                                <w:div w:id="1438909460">
                                  <w:marLeft w:val="0"/>
                                  <w:marRight w:val="0"/>
                                  <w:marTop w:val="0"/>
                                  <w:marBottom w:val="0"/>
                                  <w:divBdr>
                                    <w:top w:val="none" w:sz="0" w:space="0" w:color="auto"/>
                                    <w:left w:val="none" w:sz="0" w:space="0" w:color="auto"/>
                                    <w:bottom w:val="none" w:sz="0" w:space="0" w:color="auto"/>
                                    <w:right w:val="none" w:sz="0" w:space="0" w:color="auto"/>
                                  </w:divBdr>
                                  <w:divsChild>
                                    <w:div w:id="123951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6942792">
      <w:bodyDiv w:val="1"/>
      <w:marLeft w:val="0"/>
      <w:marRight w:val="0"/>
      <w:marTop w:val="0"/>
      <w:marBottom w:val="0"/>
      <w:divBdr>
        <w:top w:val="none" w:sz="0" w:space="0" w:color="auto"/>
        <w:left w:val="none" w:sz="0" w:space="0" w:color="auto"/>
        <w:bottom w:val="none" w:sz="0" w:space="0" w:color="auto"/>
        <w:right w:val="none" w:sz="0" w:space="0" w:color="auto"/>
      </w:divBdr>
    </w:div>
    <w:div w:id="501506962">
      <w:bodyDiv w:val="1"/>
      <w:marLeft w:val="0"/>
      <w:marRight w:val="0"/>
      <w:marTop w:val="0"/>
      <w:marBottom w:val="0"/>
      <w:divBdr>
        <w:top w:val="none" w:sz="0" w:space="0" w:color="auto"/>
        <w:left w:val="none" w:sz="0" w:space="0" w:color="auto"/>
        <w:bottom w:val="none" w:sz="0" w:space="0" w:color="auto"/>
        <w:right w:val="none" w:sz="0" w:space="0" w:color="auto"/>
      </w:divBdr>
      <w:divsChild>
        <w:div w:id="740251688">
          <w:marLeft w:val="0"/>
          <w:marRight w:val="0"/>
          <w:marTop w:val="0"/>
          <w:marBottom w:val="0"/>
          <w:divBdr>
            <w:top w:val="single" w:sz="6" w:space="0" w:color="678FC2"/>
            <w:left w:val="single" w:sz="6" w:space="0" w:color="678FC2"/>
            <w:bottom w:val="single" w:sz="6" w:space="0" w:color="678FC2"/>
            <w:right w:val="single" w:sz="6" w:space="0" w:color="678FC2"/>
          </w:divBdr>
          <w:divsChild>
            <w:div w:id="786512654">
              <w:marLeft w:val="0"/>
              <w:marRight w:val="0"/>
              <w:marTop w:val="0"/>
              <w:marBottom w:val="0"/>
              <w:divBdr>
                <w:top w:val="none" w:sz="0" w:space="0" w:color="auto"/>
                <w:left w:val="none" w:sz="0" w:space="0" w:color="auto"/>
                <w:bottom w:val="none" w:sz="0" w:space="0" w:color="auto"/>
                <w:right w:val="none" w:sz="0" w:space="0" w:color="auto"/>
              </w:divBdr>
              <w:divsChild>
                <w:div w:id="1924291141">
                  <w:marLeft w:val="150"/>
                  <w:marRight w:val="150"/>
                  <w:marTop w:val="0"/>
                  <w:marBottom w:val="0"/>
                  <w:divBdr>
                    <w:top w:val="none" w:sz="0" w:space="0" w:color="auto"/>
                    <w:left w:val="none" w:sz="0" w:space="0" w:color="auto"/>
                    <w:bottom w:val="none" w:sz="0" w:space="0" w:color="auto"/>
                    <w:right w:val="none" w:sz="0" w:space="0" w:color="auto"/>
                  </w:divBdr>
                  <w:divsChild>
                    <w:div w:id="1439761007">
                      <w:marLeft w:val="0"/>
                      <w:marRight w:val="0"/>
                      <w:marTop w:val="0"/>
                      <w:marBottom w:val="0"/>
                      <w:divBdr>
                        <w:top w:val="none" w:sz="0" w:space="0" w:color="auto"/>
                        <w:left w:val="none" w:sz="0" w:space="0" w:color="auto"/>
                        <w:bottom w:val="none" w:sz="0" w:space="0" w:color="auto"/>
                        <w:right w:val="none" w:sz="0" w:space="0" w:color="auto"/>
                      </w:divBdr>
                      <w:divsChild>
                        <w:div w:id="1702584999">
                          <w:marLeft w:val="0"/>
                          <w:marRight w:val="0"/>
                          <w:marTop w:val="0"/>
                          <w:marBottom w:val="0"/>
                          <w:divBdr>
                            <w:top w:val="none" w:sz="0" w:space="0" w:color="auto"/>
                            <w:left w:val="none" w:sz="0" w:space="0" w:color="auto"/>
                            <w:bottom w:val="none" w:sz="0" w:space="0" w:color="auto"/>
                            <w:right w:val="none" w:sz="0" w:space="0" w:color="auto"/>
                          </w:divBdr>
                          <w:divsChild>
                            <w:div w:id="502210108">
                              <w:marLeft w:val="0"/>
                              <w:marRight w:val="0"/>
                              <w:marTop w:val="0"/>
                              <w:marBottom w:val="0"/>
                              <w:divBdr>
                                <w:top w:val="none" w:sz="0" w:space="0" w:color="auto"/>
                                <w:left w:val="none" w:sz="0" w:space="0" w:color="auto"/>
                                <w:bottom w:val="none" w:sz="0" w:space="0" w:color="auto"/>
                                <w:right w:val="none" w:sz="0" w:space="0" w:color="auto"/>
                              </w:divBdr>
                              <w:divsChild>
                                <w:div w:id="836458563">
                                  <w:marLeft w:val="0"/>
                                  <w:marRight w:val="0"/>
                                  <w:marTop w:val="0"/>
                                  <w:marBottom w:val="0"/>
                                  <w:divBdr>
                                    <w:top w:val="none" w:sz="0" w:space="0" w:color="auto"/>
                                    <w:left w:val="none" w:sz="0" w:space="0" w:color="auto"/>
                                    <w:bottom w:val="none" w:sz="0" w:space="0" w:color="auto"/>
                                    <w:right w:val="none" w:sz="0" w:space="0" w:color="auto"/>
                                  </w:divBdr>
                                  <w:divsChild>
                                    <w:div w:id="943731960">
                                      <w:marLeft w:val="30"/>
                                      <w:marRight w:val="480"/>
                                      <w:marTop w:val="0"/>
                                      <w:marBottom w:val="0"/>
                                      <w:divBdr>
                                        <w:top w:val="none" w:sz="0" w:space="0" w:color="auto"/>
                                        <w:left w:val="none" w:sz="0" w:space="0" w:color="auto"/>
                                        <w:bottom w:val="none" w:sz="0" w:space="0" w:color="auto"/>
                                        <w:right w:val="none" w:sz="0" w:space="0" w:color="auto"/>
                                      </w:divBdr>
                                      <w:divsChild>
                                        <w:div w:id="80801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8788519">
      <w:bodyDiv w:val="1"/>
      <w:marLeft w:val="0"/>
      <w:marRight w:val="0"/>
      <w:marTop w:val="0"/>
      <w:marBottom w:val="0"/>
      <w:divBdr>
        <w:top w:val="none" w:sz="0" w:space="0" w:color="auto"/>
        <w:left w:val="none" w:sz="0" w:space="0" w:color="auto"/>
        <w:bottom w:val="none" w:sz="0" w:space="0" w:color="auto"/>
        <w:right w:val="none" w:sz="0" w:space="0" w:color="auto"/>
      </w:divBdr>
      <w:divsChild>
        <w:div w:id="1121342991">
          <w:marLeft w:val="0"/>
          <w:marRight w:val="0"/>
          <w:marTop w:val="0"/>
          <w:marBottom w:val="0"/>
          <w:divBdr>
            <w:top w:val="single" w:sz="6" w:space="0" w:color="678FC2"/>
            <w:left w:val="single" w:sz="6" w:space="0" w:color="678FC2"/>
            <w:bottom w:val="single" w:sz="6" w:space="0" w:color="678FC2"/>
            <w:right w:val="single" w:sz="6" w:space="0" w:color="678FC2"/>
          </w:divBdr>
          <w:divsChild>
            <w:div w:id="1247374172">
              <w:marLeft w:val="0"/>
              <w:marRight w:val="0"/>
              <w:marTop w:val="0"/>
              <w:marBottom w:val="0"/>
              <w:divBdr>
                <w:top w:val="none" w:sz="0" w:space="0" w:color="auto"/>
                <w:left w:val="none" w:sz="0" w:space="0" w:color="auto"/>
                <w:bottom w:val="none" w:sz="0" w:space="0" w:color="auto"/>
                <w:right w:val="none" w:sz="0" w:space="0" w:color="auto"/>
              </w:divBdr>
              <w:divsChild>
                <w:div w:id="1344867251">
                  <w:marLeft w:val="150"/>
                  <w:marRight w:val="150"/>
                  <w:marTop w:val="0"/>
                  <w:marBottom w:val="0"/>
                  <w:divBdr>
                    <w:top w:val="none" w:sz="0" w:space="0" w:color="auto"/>
                    <w:left w:val="none" w:sz="0" w:space="0" w:color="auto"/>
                    <w:bottom w:val="none" w:sz="0" w:space="0" w:color="auto"/>
                    <w:right w:val="none" w:sz="0" w:space="0" w:color="auto"/>
                  </w:divBdr>
                  <w:divsChild>
                    <w:div w:id="1754165088">
                      <w:marLeft w:val="0"/>
                      <w:marRight w:val="0"/>
                      <w:marTop w:val="0"/>
                      <w:marBottom w:val="0"/>
                      <w:divBdr>
                        <w:top w:val="none" w:sz="0" w:space="0" w:color="auto"/>
                        <w:left w:val="none" w:sz="0" w:space="0" w:color="auto"/>
                        <w:bottom w:val="none" w:sz="0" w:space="0" w:color="auto"/>
                        <w:right w:val="none" w:sz="0" w:space="0" w:color="auto"/>
                      </w:divBdr>
                      <w:divsChild>
                        <w:div w:id="818031842">
                          <w:marLeft w:val="0"/>
                          <w:marRight w:val="0"/>
                          <w:marTop w:val="0"/>
                          <w:marBottom w:val="0"/>
                          <w:divBdr>
                            <w:top w:val="none" w:sz="0" w:space="0" w:color="auto"/>
                            <w:left w:val="none" w:sz="0" w:space="0" w:color="auto"/>
                            <w:bottom w:val="none" w:sz="0" w:space="0" w:color="auto"/>
                            <w:right w:val="none" w:sz="0" w:space="0" w:color="auto"/>
                          </w:divBdr>
                          <w:divsChild>
                            <w:div w:id="747732508">
                              <w:marLeft w:val="0"/>
                              <w:marRight w:val="0"/>
                              <w:marTop w:val="0"/>
                              <w:marBottom w:val="0"/>
                              <w:divBdr>
                                <w:top w:val="none" w:sz="0" w:space="0" w:color="auto"/>
                                <w:left w:val="none" w:sz="0" w:space="0" w:color="auto"/>
                                <w:bottom w:val="none" w:sz="0" w:space="0" w:color="auto"/>
                                <w:right w:val="none" w:sz="0" w:space="0" w:color="auto"/>
                              </w:divBdr>
                              <w:divsChild>
                                <w:div w:id="1607229758">
                                  <w:marLeft w:val="0"/>
                                  <w:marRight w:val="0"/>
                                  <w:marTop w:val="0"/>
                                  <w:marBottom w:val="0"/>
                                  <w:divBdr>
                                    <w:top w:val="none" w:sz="0" w:space="0" w:color="auto"/>
                                    <w:left w:val="none" w:sz="0" w:space="0" w:color="auto"/>
                                    <w:bottom w:val="none" w:sz="0" w:space="0" w:color="auto"/>
                                    <w:right w:val="none" w:sz="0" w:space="0" w:color="auto"/>
                                  </w:divBdr>
                                  <w:divsChild>
                                    <w:div w:id="1870071934">
                                      <w:marLeft w:val="30"/>
                                      <w:marRight w:val="480"/>
                                      <w:marTop w:val="0"/>
                                      <w:marBottom w:val="0"/>
                                      <w:divBdr>
                                        <w:top w:val="none" w:sz="0" w:space="0" w:color="auto"/>
                                        <w:left w:val="none" w:sz="0" w:space="0" w:color="auto"/>
                                        <w:bottom w:val="none" w:sz="0" w:space="0" w:color="auto"/>
                                        <w:right w:val="none" w:sz="0" w:space="0" w:color="auto"/>
                                      </w:divBdr>
                                      <w:divsChild>
                                        <w:div w:id="2136019325">
                                          <w:marLeft w:val="30"/>
                                          <w:marRight w:val="480"/>
                                          <w:marTop w:val="0"/>
                                          <w:marBottom w:val="0"/>
                                          <w:divBdr>
                                            <w:top w:val="none" w:sz="0" w:space="0" w:color="auto"/>
                                            <w:left w:val="none" w:sz="0" w:space="0" w:color="auto"/>
                                            <w:bottom w:val="none" w:sz="0" w:space="0" w:color="auto"/>
                                            <w:right w:val="none" w:sz="0" w:space="0" w:color="auto"/>
                                          </w:divBdr>
                                          <w:divsChild>
                                            <w:div w:id="138032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5185532">
      <w:bodyDiv w:val="1"/>
      <w:marLeft w:val="0"/>
      <w:marRight w:val="0"/>
      <w:marTop w:val="0"/>
      <w:marBottom w:val="0"/>
      <w:divBdr>
        <w:top w:val="none" w:sz="0" w:space="0" w:color="auto"/>
        <w:left w:val="none" w:sz="0" w:space="0" w:color="auto"/>
        <w:bottom w:val="none" w:sz="0" w:space="0" w:color="auto"/>
        <w:right w:val="none" w:sz="0" w:space="0" w:color="auto"/>
      </w:divBdr>
      <w:divsChild>
        <w:div w:id="1579902634">
          <w:marLeft w:val="0"/>
          <w:marRight w:val="0"/>
          <w:marTop w:val="0"/>
          <w:marBottom w:val="0"/>
          <w:divBdr>
            <w:top w:val="single" w:sz="6" w:space="0" w:color="678FC2"/>
            <w:left w:val="single" w:sz="6" w:space="0" w:color="678FC2"/>
            <w:bottom w:val="single" w:sz="6" w:space="0" w:color="678FC2"/>
            <w:right w:val="single" w:sz="6" w:space="0" w:color="678FC2"/>
          </w:divBdr>
          <w:divsChild>
            <w:div w:id="1472820291">
              <w:marLeft w:val="0"/>
              <w:marRight w:val="0"/>
              <w:marTop w:val="0"/>
              <w:marBottom w:val="0"/>
              <w:divBdr>
                <w:top w:val="none" w:sz="0" w:space="0" w:color="auto"/>
                <w:left w:val="none" w:sz="0" w:space="0" w:color="auto"/>
                <w:bottom w:val="none" w:sz="0" w:space="0" w:color="auto"/>
                <w:right w:val="none" w:sz="0" w:space="0" w:color="auto"/>
              </w:divBdr>
              <w:divsChild>
                <w:div w:id="983851921">
                  <w:marLeft w:val="150"/>
                  <w:marRight w:val="150"/>
                  <w:marTop w:val="0"/>
                  <w:marBottom w:val="0"/>
                  <w:divBdr>
                    <w:top w:val="none" w:sz="0" w:space="0" w:color="auto"/>
                    <w:left w:val="none" w:sz="0" w:space="0" w:color="auto"/>
                    <w:bottom w:val="none" w:sz="0" w:space="0" w:color="auto"/>
                    <w:right w:val="none" w:sz="0" w:space="0" w:color="auto"/>
                  </w:divBdr>
                  <w:divsChild>
                    <w:div w:id="449932480">
                      <w:marLeft w:val="0"/>
                      <w:marRight w:val="0"/>
                      <w:marTop w:val="0"/>
                      <w:marBottom w:val="0"/>
                      <w:divBdr>
                        <w:top w:val="none" w:sz="0" w:space="0" w:color="auto"/>
                        <w:left w:val="none" w:sz="0" w:space="0" w:color="auto"/>
                        <w:bottom w:val="none" w:sz="0" w:space="0" w:color="auto"/>
                        <w:right w:val="none" w:sz="0" w:space="0" w:color="auto"/>
                      </w:divBdr>
                      <w:divsChild>
                        <w:div w:id="15037035">
                          <w:marLeft w:val="0"/>
                          <w:marRight w:val="0"/>
                          <w:marTop w:val="0"/>
                          <w:marBottom w:val="0"/>
                          <w:divBdr>
                            <w:top w:val="none" w:sz="0" w:space="0" w:color="auto"/>
                            <w:left w:val="none" w:sz="0" w:space="0" w:color="auto"/>
                            <w:bottom w:val="none" w:sz="0" w:space="0" w:color="auto"/>
                            <w:right w:val="none" w:sz="0" w:space="0" w:color="auto"/>
                          </w:divBdr>
                          <w:divsChild>
                            <w:div w:id="1748838630">
                              <w:marLeft w:val="0"/>
                              <w:marRight w:val="0"/>
                              <w:marTop w:val="0"/>
                              <w:marBottom w:val="0"/>
                              <w:divBdr>
                                <w:top w:val="none" w:sz="0" w:space="0" w:color="auto"/>
                                <w:left w:val="none" w:sz="0" w:space="0" w:color="auto"/>
                                <w:bottom w:val="none" w:sz="0" w:space="0" w:color="auto"/>
                                <w:right w:val="none" w:sz="0" w:space="0" w:color="auto"/>
                              </w:divBdr>
                              <w:divsChild>
                                <w:div w:id="1945575886">
                                  <w:marLeft w:val="0"/>
                                  <w:marRight w:val="0"/>
                                  <w:marTop w:val="0"/>
                                  <w:marBottom w:val="0"/>
                                  <w:divBdr>
                                    <w:top w:val="none" w:sz="0" w:space="0" w:color="auto"/>
                                    <w:left w:val="none" w:sz="0" w:space="0" w:color="auto"/>
                                    <w:bottom w:val="none" w:sz="0" w:space="0" w:color="auto"/>
                                    <w:right w:val="none" w:sz="0" w:space="0" w:color="auto"/>
                                  </w:divBdr>
                                  <w:divsChild>
                                    <w:div w:id="1619027798">
                                      <w:marLeft w:val="30"/>
                                      <w:marRight w:val="480"/>
                                      <w:marTop w:val="0"/>
                                      <w:marBottom w:val="0"/>
                                      <w:divBdr>
                                        <w:top w:val="none" w:sz="0" w:space="0" w:color="auto"/>
                                        <w:left w:val="none" w:sz="0" w:space="0" w:color="auto"/>
                                        <w:bottom w:val="none" w:sz="0" w:space="0" w:color="auto"/>
                                        <w:right w:val="none" w:sz="0" w:space="0" w:color="auto"/>
                                      </w:divBdr>
                                      <w:divsChild>
                                        <w:div w:id="63976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62469826">
      <w:bodyDiv w:val="1"/>
      <w:marLeft w:val="0"/>
      <w:marRight w:val="0"/>
      <w:marTop w:val="0"/>
      <w:marBottom w:val="0"/>
      <w:divBdr>
        <w:top w:val="none" w:sz="0" w:space="0" w:color="auto"/>
        <w:left w:val="none" w:sz="0" w:space="0" w:color="auto"/>
        <w:bottom w:val="none" w:sz="0" w:space="0" w:color="auto"/>
        <w:right w:val="none" w:sz="0" w:space="0" w:color="auto"/>
      </w:divBdr>
      <w:divsChild>
        <w:div w:id="1427577605">
          <w:marLeft w:val="0"/>
          <w:marRight w:val="0"/>
          <w:marTop w:val="0"/>
          <w:marBottom w:val="0"/>
          <w:divBdr>
            <w:top w:val="single" w:sz="6" w:space="0" w:color="678FC2"/>
            <w:left w:val="single" w:sz="6" w:space="0" w:color="678FC2"/>
            <w:bottom w:val="single" w:sz="6" w:space="0" w:color="678FC2"/>
            <w:right w:val="single" w:sz="6" w:space="0" w:color="678FC2"/>
          </w:divBdr>
          <w:divsChild>
            <w:div w:id="191961622">
              <w:marLeft w:val="0"/>
              <w:marRight w:val="0"/>
              <w:marTop w:val="0"/>
              <w:marBottom w:val="0"/>
              <w:divBdr>
                <w:top w:val="none" w:sz="0" w:space="0" w:color="auto"/>
                <w:left w:val="none" w:sz="0" w:space="0" w:color="auto"/>
                <w:bottom w:val="none" w:sz="0" w:space="0" w:color="auto"/>
                <w:right w:val="none" w:sz="0" w:space="0" w:color="auto"/>
              </w:divBdr>
              <w:divsChild>
                <w:div w:id="992100307">
                  <w:marLeft w:val="150"/>
                  <w:marRight w:val="150"/>
                  <w:marTop w:val="0"/>
                  <w:marBottom w:val="0"/>
                  <w:divBdr>
                    <w:top w:val="none" w:sz="0" w:space="0" w:color="auto"/>
                    <w:left w:val="none" w:sz="0" w:space="0" w:color="auto"/>
                    <w:bottom w:val="none" w:sz="0" w:space="0" w:color="auto"/>
                    <w:right w:val="none" w:sz="0" w:space="0" w:color="auto"/>
                  </w:divBdr>
                  <w:divsChild>
                    <w:div w:id="621352623">
                      <w:marLeft w:val="0"/>
                      <w:marRight w:val="0"/>
                      <w:marTop w:val="0"/>
                      <w:marBottom w:val="0"/>
                      <w:divBdr>
                        <w:top w:val="none" w:sz="0" w:space="0" w:color="auto"/>
                        <w:left w:val="none" w:sz="0" w:space="0" w:color="auto"/>
                        <w:bottom w:val="none" w:sz="0" w:space="0" w:color="auto"/>
                        <w:right w:val="none" w:sz="0" w:space="0" w:color="auto"/>
                      </w:divBdr>
                      <w:divsChild>
                        <w:div w:id="1239247186">
                          <w:marLeft w:val="0"/>
                          <w:marRight w:val="0"/>
                          <w:marTop w:val="0"/>
                          <w:marBottom w:val="0"/>
                          <w:divBdr>
                            <w:top w:val="none" w:sz="0" w:space="0" w:color="auto"/>
                            <w:left w:val="none" w:sz="0" w:space="0" w:color="auto"/>
                            <w:bottom w:val="none" w:sz="0" w:space="0" w:color="auto"/>
                            <w:right w:val="none" w:sz="0" w:space="0" w:color="auto"/>
                          </w:divBdr>
                          <w:divsChild>
                            <w:div w:id="854226440">
                              <w:marLeft w:val="0"/>
                              <w:marRight w:val="0"/>
                              <w:marTop w:val="0"/>
                              <w:marBottom w:val="0"/>
                              <w:divBdr>
                                <w:top w:val="none" w:sz="0" w:space="0" w:color="auto"/>
                                <w:left w:val="none" w:sz="0" w:space="0" w:color="auto"/>
                                <w:bottom w:val="none" w:sz="0" w:space="0" w:color="auto"/>
                                <w:right w:val="none" w:sz="0" w:space="0" w:color="auto"/>
                              </w:divBdr>
                              <w:divsChild>
                                <w:div w:id="1829058929">
                                  <w:marLeft w:val="0"/>
                                  <w:marRight w:val="0"/>
                                  <w:marTop w:val="0"/>
                                  <w:marBottom w:val="0"/>
                                  <w:divBdr>
                                    <w:top w:val="none" w:sz="0" w:space="0" w:color="auto"/>
                                    <w:left w:val="none" w:sz="0" w:space="0" w:color="auto"/>
                                    <w:bottom w:val="none" w:sz="0" w:space="0" w:color="auto"/>
                                    <w:right w:val="none" w:sz="0" w:space="0" w:color="auto"/>
                                  </w:divBdr>
                                  <w:divsChild>
                                    <w:div w:id="1173034672">
                                      <w:marLeft w:val="30"/>
                                      <w:marRight w:val="480"/>
                                      <w:marTop w:val="0"/>
                                      <w:marBottom w:val="0"/>
                                      <w:divBdr>
                                        <w:top w:val="none" w:sz="0" w:space="0" w:color="auto"/>
                                        <w:left w:val="none" w:sz="0" w:space="0" w:color="auto"/>
                                        <w:bottom w:val="none" w:sz="0" w:space="0" w:color="auto"/>
                                        <w:right w:val="none" w:sz="0" w:space="0" w:color="auto"/>
                                      </w:divBdr>
                                      <w:divsChild>
                                        <w:div w:id="7173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0521841">
      <w:bodyDiv w:val="1"/>
      <w:marLeft w:val="0"/>
      <w:marRight w:val="0"/>
      <w:marTop w:val="0"/>
      <w:marBottom w:val="0"/>
      <w:divBdr>
        <w:top w:val="none" w:sz="0" w:space="0" w:color="auto"/>
        <w:left w:val="none" w:sz="0" w:space="0" w:color="auto"/>
        <w:bottom w:val="none" w:sz="0" w:space="0" w:color="auto"/>
        <w:right w:val="none" w:sz="0" w:space="0" w:color="auto"/>
      </w:divBdr>
      <w:divsChild>
        <w:div w:id="1330795090">
          <w:marLeft w:val="0"/>
          <w:marRight w:val="0"/>
          <w:marTop w:val="0"/>
          <w:marBottom w:val="0"/>
          <w:divBdr>
            <w:top w:val="single" w:sz="6" w:space="0" w:color="678FC2"/>
            <w:left w:val="single" w:sz="6" w:space="0" w:color="678FC2"/>
            <w:bottom w:val="single" w:sz="6" w:space="0" w:color="678FC2"/>
            <w:right w:val="single" w:sz="6" w:space="0" w:color="678FC2"/>
          </w:divBdr>
          <w:divsChild>
            <w:div w:id="1535968605">
              <w:marLeft w:val="0"/>
              <w:marRight w:val="0"/>
              <w:marTop w:val="0"/>
              <w:marBottom w:val="0"/>
              <w:divBdr>
                <w:top w:val="none" w:sz="0" w:space="0" w:color="auto"/>
                <w:left w:val="none" w:sz="0" w:space="0" w:color="auto"/>
                <w:bottom w:val="none" w:sz="0" w:space="0" w:color="auto"/>
                <w:right w:val="none" w:sz="0" w:space="0" w:color="auto"/>
              </w:divBdr>
              <w:divsChild>
                <w:div w:id="342440329">
                  <w:marLeft w:val="150"/>
                  <w:marRight w:val="150"/>
                  <w:marTop w:val="0"/>
                  <w:marBottom w:val="0"/>
                  <w:divBdr>
                    <w:top w:val="none" w:sz="0" w:space="0" w:color="auto"/>
                    <w:left w:val="none" w:sz="0" w:space="0" w:color="auto"/>
                    <w:bottom w:val="none" w:sz="0" w:space="0" w:color="auto"/>
                    <w:right w:val="none" w:sz="0" w:space="0" w:color="auto"/>
                  </w:divBdr>
                  <w:divsChild>
                    <w:div w:id="281158492">
                      <w:marLeft w:val="0"/>
                      <w:marRight w:val="0"/>
                      <w:marTop w:val="0"/>
                      <w:marBottom w:val="0"/>
                      <w:divBdr>
                        <w:top w:val="none" w:sz="0" w:space="0" w:color="auto"/>
                        <w:left w:val="none" w:sz="0" w:space="0" w:color="auto"/>
                        <w:bottom w:val="none" w:sz="0" w:space="0" w:color="auto"/>
                        <w:right w:val="none" w:sz="0" w:space="0" w:color="auto"/>
                      </w:divBdr>
                      <w:divsChild>
                        <w:div w:id="623118217">
                          <w:marLeft w:val="0"/>
                          <w:marRight w:val="0"/>
                          <w:marTop w:val="0"/>
                          <w:marBottom w:val="0"/>
                          <w:divBdr>
                            <w:top w:val="none" w:sz="0" w:space="0" w:color="auto"/>
                            <w:left w:val="none" w:sz="0" w:space="0" w:color="auto"/>
                            <w:bottom w:val="none" w:sz="0" w:space="0" w:color="auto"/>
                            <w:right w:val="none" w:sz="0" w:space="0" w:color="auto"/>
                          </w:divBdr>
                          <w:divsChild>
                            <w:div w:id="755328381">
                              <w:marLeft w:val="0"/>
                              <w:marRight w:val="0"/>
                              <w:marTop w:val="0"/>
                              <w:marBottom w:val="0"/>
                              <w:divBdr>
                                <w:top w:val="none" w:sz="0" w:space="0" w:color="auto"/>
                                <w:left w:val="none" w:sz="0" w:space="0" w:color="auto"/>
                                <w:bottom w:val="none" w:sz="0" w:space="0" w:color="auto"/>
                                <w:right w:val="none" w:sz="0" w:space="0" w:color="auto"/>
                              </w:divBdr>
                              <w:divsChild>
                                <w:div w:id="2101368279">
                                  <w:marLeft w:val="0"/>
                                  <w:marRight w:val="0"/>
                                  <w:marTop w:val="0"/>
                                  <w:marBottom w:val="0"/>
                                  <w:divBdr>
                                    <w:top w:val="none" w:sz="0" w:space="0" w:color="auto"/>
                                    <w:left w:val="none" w:sz="0" w:space="0" w:color="auto"/>
                                    <w:bottom w:val="none" w:sz="0" w:space="0" w:color="auto"/>
                                    <w:right w:val="none" w:sz="0" w:space="0" w:color="auto"/>
                                  </w:divBdr>
                                  <w:divsChild>
                                    <w:div w:id="1935165088">
                                      <w:marLeft w:val="30"/>
                                      <w:marRight w:val="480"/>
                                      <w:marTop w:val="0"/>
                                      <w:marBottom w:val="0"/>
                                      <w:divBdr>
                                        <w:top w:val="none" w:sz="0" w:space="0" w:color="auto"/>
                                        <w:left w:val="none" w:sz="0" w:space="0" w:color="auto"/>
                                        <w:bottom w:val="none" w:sz="0" w:space="0" w:color="auto"/>
                                        <w:right w:val="none" w:sz="0" w:space="0" w:color="auto"/>
                                      </w:divBdr>
                                      <w:divsChild>
                                        <w:div w:id="201807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6564116">
      <w:bodyDiv w:val="1"/>
      <w:marLeft w:val="0"/>
      <w:marRight w:val="0"/>
      <w:marTop w:val="0"/>
      <w:marBottom w:val="0"/>
      <w:divBdr>
        <w:top w:val="none" w:sz="0" w:space="0" w:color="auto"/>
        <w:left w:val="none" w:sz="0" w:space="0" w:color="auto"/>
        <w:bottom w:val="none" w:sz="0" w:space="0" w:color="auto"/>
        <w:right w:val="none" w:sz="0" w:space="0" w:color="auto"/>
      </w:divBdr>
      <w:divsChild>
        <w:div w:id="1447776506">
          <w:marLeft w:val="0"/>
          <w:marRight w:val="0"/>
          <w:marTop w:val="0"/>
          <w:marBottom w:val="0"/>
          <w:divBdr>
            <w:top w:val="single" w:sz="6" w:space="0" w:color="678FC2"/>
            <w:left w:val="single" w:sz="6" w:space="0" w:color="678FC2"/>
            <w:bottom w:val="single" w:sz="6" w:space="0" w:color="678FC2"/>
            <w:right w:val="single" w:sz="6" w:space="0" w:color="678FC2"/>
          </w:divBdr>
          <w:divsChild>
            <w:div w:id="774328872">
              <w:marLeft w:val="0"/>
              <w:marRight w:val="0"/>
              <w:marTop w:val="0"/>
              <w:marBottom w:val="0"/>
              <w:divBdr>
                <w:top w:val="none" w:sz="0" w:space="0" w:color="auto"/>
                <w:left w:val="none" w:sz="0" w:space="0" w:color="auto"/>
                <w:bottom w:val="none" w:sz="0" w:space="0" w:color="auto"/>
                <w:right w:val="none" w:sz="0" w:space="0" w:color="auto"/>
              </w:divBdr>
              <w:divsChild>
                <w:div w:id="504592100">
                  <w:marLeft w:val="150"/>
                  <w:marRight w:val="150"/>
                  <w:marTop w:val="0"/>
                  <w:marBottom w:val="0"/>
                  <w:divBdr>
                    <w:top w:val="none" w:sz="0" w:space="0" w:color="auto"/>
                    <w:left w:val="none" w:sz="0" w:space="0" w:color="auto"/>
                    <w:bottom w:val="none" w:sz="0" w:space="0" w:color="auto"/>
                    <w:right w:val="none" w:sz="0" w:space="0" w:color="auto"/>
                  </w:divBdr>
                  <w:divsChild>
                    <w:div w:id="796918541">
                      <w:marLeft w:val="0"/>
                      <w:marRight w:val="0"/>
                      <w:marTop w:val="0"/>
                      <w:marBottom w:val="0"/>
                      <w:divBdr>
                        <w:top w:val="none" w:sz="0" w:space="0" w:color="auto"/>
                        <w:left w:val="none" w:sz="0" w:space="0" w:color="auto"/>
                        <w:bottom w:val="none" w:sz="0" w:space="0" w:color="auto"/>
                        <w:right w:val="none" w:sz="0" w:space="0" w:color="auto"/>
                      </w:divBdr>
                      <w:divsChild>
                        <w:div w:id="1185558786">
                          <w:marLeft w:val="0"/>
                          <w:marRight w:val="0"/>
                          <w:marTop w:val="0"/>
                          <w:marBottom w:val="0"/>
                          <w:divBdr>
                            <w:top w:val="none" w:sz="0" w:space="0" w:color="auto"/>
                            <w:left w:val="none" w:sz="0" w:space="0" w:color="auto"/>
                            <w:bottom w:val="none" w:sz="0" w:space="0" w:color="auto"/>
                            <w:right w:val="none" w:sz="0" w:space="0" w:color="auto"/>
                          </w:divBdr>
                          <w:divsChild>
                            <w:div w:id="752093506">
                              <w:marLeft w:val="0"/>
                              <w:marRight w:val="0"/>
                              <w:marTop w:val="0"/>
                              <w:marBottom w:val="0"/>
                              <w:divBdr>
                                <w:top w:val="none" w:sz="0" w:space="0" w:color="auto"/>
                                <w:left w:val="none" w:sz="0" w:space="0" w:color="auto"/>
                                <w:bottom w:val="none" w:sz="0" w:space="0" w:color="auto"/>
                                <w:right w:val="none" w:sz="0" w:space="0" w:color="auto"/>
                              </w:divBdr>
                              <w:divsChild>
                                <w:div w:id="55070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4694910">
      <w:bodyDiv w:val="1"/>
      <w:marLeft w:val="0"/>
      <w:marRight w:val="0"/>
      <w:marTop w:val="0"/>
      <w:marBottom w:val="0"/>
      <w:divBdr>
        <w:top w:val="none" w:sz="0" w:space="0" w:color="auto"/>
        <w:left w:val="none" w:sz="0" w:space="0" w:color="auto"/>
        <w:bottom w:val="none" w:sz="0" w:space="0" w:color="auto"/>
        <w:right w:val="none" w:sz="0" w:space="0" w:color="auto"/>
      </w:divBdr>
      <w:divsChild>
        <w:div w:id="117914926">
          <w:marLeft w:val="0"/>
          <w:marRight w:val="0"/>
          <w:marTop w:val="0"/>
          <w:marBottom w:val="0"/>
          <w:divBdr>
            <w:top w:val="single" w:sz="6" w:space="0" w:color="678FC2"/>
            <w:left w:val="single" w:sz="6" w:space="0" w:color="678FC2"/>
            <w:bottom w:val="single" w:sz="6" w:space="0" w:color="678FC2"/>
            <w:right w:val="single" w:sz="6" w:space="0" w:color="678FC2"/>
          </w:divBdr>
          <w:divsChild>
            <w:div w:id="536159602">
              <w:marLeft w:val="0"/>
              <w:marRight w:val="0"/>
              <w:marTop w:val="0"/>
              <w:marBottom w:val="0"/>
              <w:divBdr>
                <w:top w:val="none" w:sz="0" w:space="0" w:color="auto"/>
                <w:left w:val="none" w:sz="0" w:space="0" w:color="auto"/>
                <w:bottom w:val="none" w:sz="0" w:space="0" w:color="auto"/>
                <w:right w:val="none" w:sz="0" w:space="0" w:color="auto"/>
              </w:divBdr>
              <w:divsChild>
                <w:div w:id="1638803957">
                  <w:marLeft w:val="150"/>
                  <w:marRight w:val="150"/>
                  <w:marTop w:val="0"/>
                  <w:marBottom w:val="0"/>
                  <w:divBdr>
                    <w:top w:val="none" w:sz="0" w:space="0" w:color="auto"/>
                    <w:left w:val="none" w:sz="0" w:space="0" w:color="auto"/>
                    <w:bottom w:val="none" w:sz="0" w:space="0" w:color="auto"/>
                    <w:right w:val="none" w:sz="0" w:space="0" w:color="auto"/>
                  </w:divBdr>
                  <w:divsChild>
                    <w:div w:id="1951889245">
                      <w:marLeft w:val="0"/>
                      <w:marRight w:val="0"/>
                      <w:marTop w:val="0"/>
                      <w:marBottom w:val="0"/>
                      <w:divBdr>
                        <w:top w:val="none" w:sz="0" w:space="0" w:color="auto"/>
                        <w:left w:val="none" w:sz="0" w:space="0" w:color="auto"/>
                        <w:bottom w:val="none" w:sz="0" w:space="0" w:color="auto"/>
                        <w:right w:val="none" w:sz="0" w:space="0" w:color="auto"/>
                      </w:divBdr>
                      <w:divsChild>
                        <w:div w:id="1304315825">
                          <w:marLeft w:val="0"/>
                          <w:marRight w:val="0"/>
                          <w:marTop w:val="0"/>
                          <w:marBottom w:val="0"/>
                          <w:divBdr>
                            <w:top w:val="none" w:sz="0" w:space="0" w:color="auto"/>
                            <w:left w:val="none" w:sz="0" w:space="0" w:color="auto"/>
                            <w:bottom w:val="none" w:sz="0" w:space="0" w:color="auto"/>
                            <w:right w:val="none" w:sz="0" w:space="0" w:color="auto"/>
                          </w:divBdr>
                          <w:divsChild>
                            <w:div w:id="1916892861">
                              <w:marLeft w:val="0"/>
                              <w:marRight w:val="0"/>
                              <w:marTop w:val="0"/>
                              <w:marBottom w:val="0"/>
                              <w:divBdr>
                                <w:top w:val="none" w:sz="0" w:space="0" w:color="auto"/>
                                <w:left w:val="none" w:sz="0" w:space="0" w:color="auto"/>
                                <w:bottom w:val="none" w:sz="0" w:space="0" w:color="auto"/>
                                <w:right w:val="none" w:sz="0" w:space="0" w:color="auto"/>
                              </w:divBdr>
                              <w:divsChild>
                                <w:div w:id="1750730045">
                                  <w:marLeft w:val="0"/>
                                  <w:marRight w:val="0"/>
                                  <w:marTop w:val="0"/>
                                  <w:marBottom w:val="0"/>
                                  <w:divBdr>
                                    <w:top w:val="none" w:sz="0" w:space="0" w:color="auto"/>
                                    <w:left w:val="none" w:sz="0" w:space="0" w:color="auto"/>
                                    <w:bottom w:val="none" w:sz="0" w:space="0" w:color="auto"/>
                                    <w:right w:val="none" w:sz="0" w:space="0" w:color="auto"/>
                                  </w:divBdr>
                                  <w:divsChild>
                                    <w:div w:id="1134523056">
                                      <w:marLeft w:val="30"/>
                                      <w:marRight w:val="480"/>
                                      <w:marTop w:val="0"/>
                                      <w:marBottom w:val="0"/>
                                      <w:divBdr>
                                        <w:top w:val="none" w:sz="0" w:space="0" w:color="auto"/>
                                        <w:left w:val="none" w:sz="0" w:space="0" w:color="auto"/>
                                        <w:bottom w:val="none" w:sz="0" w:space="0" w:color="auto"/>
                                        <w:right w:val="none" w:sz="0" w:space="0" w:color="auto"/>
                                      </w:divBdr>
                                      <w:divsChild>
                                        <w:div w:id="72988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38480241">
      <w:bodyDiv w:val="1"/>
      <w:marLeft w:val="0"/>
      <w:marRight w:val="0"/>
      <w:marTop w:val="0"/>
      <w:marBottom w:val="0"/>
      <w:divBdr>
        <w:top w:val="none" w:sz="0" w:space="0" w:color="auto"/>
        <w:left w:val="none" w:sz="0" w:space="0" w:color="auto"/>
        <w:bottom w:val="none" w:sz="0" w:space="0" w:color="auto"/>
        <w:right w:val="none" w:sz="0" w:space="0" w:color="auto"/>
      </w:divBdr>
      <w:divsChild>
        <w:div w:id="800809835">
          <w:marLeft w:val="0"/>
          <w:marRight w:val="0"/>
          <w:marTop w:val="0"/>
          <w:marBottom w:val="0"/>
          <w:divBdr>
            <w:top w:val="single" w:sz="6" w:space="0" w:color="678FC2"/>
            <w:left w:val="single" w:sz="6" w:space="0" w:color="678FC2"/>
            <w:bottom w:val="single" w:sz="6" w:space="0" w:color="678FC2"/>
            <w:right w:val="single" w:sz="6" w:space="0" w:color="678FC2"/>
          </w:divBdr>
          <w:divsChild>
            <w:div w:id="575745305">
              <w:marLeft w:val="0"/>
              <w:marRight w:val="0"/>
              <w:marTop w:val="0"/>
              <w:marBottom w:val="0"/>
              <w:divBdr>
                <w:top w:val="none" w:sz="0" w:space="0" w:color="auto"/>
                <w:left w:val="none" w:sz="0" w:space="0" w:color="auto"/>
                <w:bottom w:val="none" w:sz="0" w:space="0" w:color="auto"/>
                <w:right w:val="none" w:sz="0" w:space="0" w:color="auto"/>
              </w:divBdr>
              <w:divsChild>
                <w:div w:id="1079208955">
                  <w:marLeft w:val="150"/>
                  <w:marRight w:val="150"/>
                  <w:marTop w:val="0"/>
                  <w:marBottom w:val="0"/>
                  <w:divBdr>
                    <w:top w:val="none" w:sz="0" w:space="0" w:color="auto"/>
                    <w:left w:val="none" w:sz="0" w:space="0" w:color="auto"/>
                    <w:bottom w:val="none" w:sz="0" w:space="0" w:color="auto"/>
                    <w:right w:val="none" w:sz="0" w:space="0" w:color="auto"/>
                  </w:divBdr>
                  <w:divsChild>
                    <w:div w:id="253635288">
                      <w:marLeft w:val="0"/>
                      <w:marRight w:val="0"/>
                      <w:marTop w:val="0"/>
                      <w:marBottom w:val="0"/>
                      <w:divBdr>
                        <w:top w:val="none" w:sz="0" w:space="0" w:color="auto"/>
                        <w:left w:val="none" w:sz="0" w:space="0" w:color="auto"/>
                        <w:bottom w:val="none" w:sz="0" w:space="0" w:color="auto"/>
                        <w:right w:val="none" w:sz="0" w:space="0" w:color="auto"/>
                      </w:divBdr>
                      <w:divsChild>
                        <w:div w:id="1071807060">
                          <w:marLeft w:val="0"/>
                          <w:marRight w:val="0"/>
                          <w:marTop w:val="0"/>
                          <w:marBottom w:val="0"/>
                          <w:divBdr>
                            <w:top w:val="none" w:sz="0" w:space="0" w:color="auto"/>
                            <w:left w:val="none" w:sz="0" w:space="0" w:color="auto"/>
                            <w:bottom w:val="none" w:sz="0" w:space="0" w:color="auto"/>
                            <w:right w:val="none" w:sz="0" w:space="0" w:color="auto"/>
                          </w:divBdr>
                          <w:divsChild>
                            <w:div w:id="618806451">
                              <w:marLeft w:val="0"/>
                              <w:marRight w:val="0"/>
                              <w:marTop w:val="0"/>
                              <w:marBottom w:val="0"/>
                              <w:divBdr>
                                <w:top w:val="none" w:sz="0" w:space="0" w:color="auto"/>
                                <w:left w:val="none" w:sz="0" w:space="0" w:color="auto"/>
                                <w:bottom w:val="none" w:sz="0" w:space="0" w:color="auto"/>
                                <w:right w:val="none" w:sz="0" w:space="0" w:color="auto"/>
                              </w:divBdr>
                              <w:divsChild>
                                <w:div w:id="28986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3493210">
      <w:bodyDiv w:val="1"/>
      <w:marLeft w:val="0"/>
      <w:marRight w:val="0"/>
      <w:marTop w:val="0"/>
      <w:marBottom w:val="0"/>
      <w:divBdr>
        <w:top w:val="none" w:sz="0" w:space="0" w:color="auto"/>
        <w:left w:val="none" w:sz="0" w:space="0" w:color="auto"/>
        <w:bottom w:val="none" w:sz="0" w:space="0" w:color="auto"/>
        <w:right w:val="none" w:sz="0" w:space="0" w:color="auto"/>
      </w:divBdr>
      <w:divsChild>
        <w:div w:id="186070301">
          <w:marLeft w:val="0"/>
          <w:marRight w:val="0"/>
          <w:marTop w:val="0"/>
          <w:marBottom w:val="0"/>
          <w:divBdr>
            <w:top w:val="single" w:sz="6" w:space="0" w:color="678FC2"/>
            <w:left w:val="single" w:sz="6" w:space="0" w:color="678FC2"/>
            <w:bottom w:val="single" w:sz="6" w:space="0" w:color="678FC2"/>
            <w:right w:val="single" w:sz="6" w:space="0" w:color="678FC2"/>
          </w:divBdr>
          <w:divsChild>
            <w:div w:id="1493566698">
              <w:marLeft w:val="0"/>
              <w:marRight w:val="0"/>
              <w:marTop w:val="0"/>
              <w:marBottom w:val="0"/>
              <w:divBdr>
                <w:top w:val="none" w:sz="0" w:space="0" w:color="auto"/>
                <w:left w:val="none" w:sz="0" w:space="0" w:color="auto"/>
                <w:bottom w:val="none" w:sz="0" w:space="0" w:color="auto"/>
                <w:right w:val="none" w:sz="0" w:space="0" w:color="auto"/>
              </w:divBdr>
              <w:divsChild>
                <w:div w:id="302465645">
                  <w:marLeft w:val="150"/>
                  <w:marRight w:val="150"/>
                  <w:marTop w:val="0"/>
                  <w:marBottom w:val="0"/>
                  <w:divBdr>
                    <w:top w:val="none" w:sz="0" w:space="0" w:color="auto"/>
                    <w:left w:val="none" w:sz="0" w:space="0" w:color="auto"/>
                    <w:bottom w:val="none" w:sz="0" w:space="0" w:color="auto"/>
                    <w:right w:val="none" w:sz="0" w:space="0" w:color="auto"/>
                  </w:divBdr>
                  <w:divsChild>
                    <w:div w:id="2136021665">
                      <w:marLeft w:val="0"/>
                      <w:marRight w:val="0"/>
                      <w:marTop w:val="0"/>
                      <w:marBottom w:val="0"/>
                      <w:divBdr>
                        <w:top w:val="none" w:sz="0" w:space="0" w:color="auto"/>
                        <w:left w:val="none" w:sz="0" w:space="0" w:color="auto"/>
                        <w:bottom w:val="none" w:sz="0" w:space="0" w:color="auto"/>
                        <w:right w:val="none" w:sz="0" w:space="0" w:color="auto"/>
                      </w:divBdr>
                      <w:divsChild>
                        <w:div w:id="1264267551">
                          <w:marLeft w:val="0"/>
                          <w:marRight w:val="0"/>
                          <w:marTop w:val="0"/>
                          <w:marBottom w:val="0"/>
                          <w:divBdr>
                            <w:top w:val="none" w:sz="0" w:space="0" w:color="auto"/>
                            <w:left w:val="none" w:sz="0" w:space="0" w:color="auto"/>
                            <w:bottom w:val="none" w:sz="0" w:space="0" w:color="auto"/>
                            <w:right w:val="none" w:sz="0" w:space="0" w:color="auto"/>
                          </w:divBdr>
                          <w:divsChild>
                            <w:div w:id="274292801">
                              <w:marLeft w:val="0"/>
                              <w:marRight w:val="0"/>
                              <w:marTop w:val="0"/>
                              <w:marBottom w:val="0"/>
                              <w:divBdr>
                                <w:top w:val="none" w:sz="0" w:space="0" w:color="auto"/>
                                <w:left w:val="none" w:sz="0" w:space="0" w:color="auto"/>
                                <w:bottom w:val="none" w:sz="0" w:space="0" w:color="auto"/>
                                <w:right w:val="none" w:sz="0" w:space="0" w:color="auto"/>
                              </w:divBdr>
                              <w:divsChild>
                                <w:div w:id="1377778279">
                                  <w:marLeft w:val="0"/>
                                  <w:marRight w:val="0"/>
                                  <w:marTop w:val="0"/>
                                  <w:marBottom w:val="0"/>
                                  <w:divBdr>
                                    <w:top w:val="none" w:sz="0" w:space="0" w:color="auto"/>
                                    <w:left w:val="none" w:sz="0" w:space="0" w:color="auto"/>
                                    <w:bottom w:val="none" w:sz="0" w:space="0" w:color="auto"/>
                                    <w:right w:val="none" w:sz="0" w:space="0" w:color="auto"/>
                                  </w:divBdr>
                                  <w:divsChild>
                                    <w:div w:id="318924702">
                                      <w:marLeft w:val="30"/>
                                      <w:marRight w:val="480"/>
                                      <w:marTop w:val="0"/>
                                      <w:marBottom w:val="0"/>
                                      <w:divBdr>
                                        <w:top w:val="none" w:sz="0" w:space="0" w:color="auto"/>
                                        <w:left w:val="none" w:sz="0" w:space="0" w:color="auto"/>
                                        <w:bottom w:val="none" w:sz="0" w:space="0" w:color="auto"/>
                                        <w:right w:val="none" w:sz="0" w:space="0" w:color="auto"/>
                                      </w:divBdr>
                                      <w:divsChild>
                                        <w:div w:id="1164590879">
                                          <w:marLeft w:val="30"/>
                                          <w:marRight w:val="480"/>
                                          <w:marTop w:val="0"/>
                                          <w:marBottom w:val="0"/>
                                          <w:divBdr>
                                            <w:top w:val="none" w:sz="0" w:space="0" w:color="auto"/>
                                            <w:left w:val="none" w:sz="0" w:space="0" w:color="auto"/>
                                            <w:bottom w:val="none" w:sz="0" w:space="0" w:color="auto"/>
                                            <w:right w:val="none" w:sz="0" w:space="0" w:color="auto"/>
                                          </w:divBdr>
                                          <w:divsChild>
                                            <w:div w:id="1103500842">
                                              <w:marLeft w:val="30"/>
                                              <w:marRight w:val="480"/>
                                              <w:marTop w:val="0"/>
                                              <w:marBottom w:val="0"/>
                                              <w:divBdr>
                                                <w:top w:val="none" w:sz="0" w:space="0" w:color="auto"/>
                                                <w:left w:val="none" w:sz="0" w:space="0" w:color="auto"/>
                                                <w:bottom w:val="none" w:sz="0" w:space="0" w:color="auto"/>
                                                <w:right w:val="none" w:sz="0" w:space="0" w:color="auto"/>
                                              </w:divBdr>
                                              <w:divsChild>
                                                <w:div w:id="1499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39152155">
      <w:bodyDiv w:val="1"/>
      <w:marLeft w:val="0"/>
      <w:marRight w:val="0"/>
      <w:marTop w:val="0"/>
      <w:marBottom w:val="0"/>
      <w:divBdr>
        <w:top w:val="none" w:sz="0" w:space="0" w:color="auto"/>
        <w:left w:val="none" w:sz="0" w:space="0" w:color="auto"/>
        <w:bottom w:val="none" w:sz="0" w:space="0" w:color="auto"/>
        <w:right w:val="none" w:sz="0" w:space="0" w:color="auto"/>
      </w:divBdr>
      <w:divsChild>
        <w:div w:id="616640613">
          <w:marLeft w:val="0"/>
          <w:marRight w:val="0"/>
          <w:marTop w:val="0"/>
          <w:marBottom w:val="0"/>
          <w:divBdr>
            <w:top w:val="single" w:sz="6" w:space="0" w:color="678FC2"/>
            <w:left w:val="single" w:sz="6" w:space="0" w:color="678FC2"/>
            <w:bottom w:val="single" w:sz="6" w:space="0" w:color="678FC2"/>
            <w:right w:val="single" w:sz="6" w:space="0" w:color="678FC2"/>
          </w:divBdr>
          <w:divsChild>
            <w:div w:id="747771189">
              <w:marLeft w:val="0"/>
              <w:marRight w:val="0"/>
              <w:marTop w:val="0"/>
              <w:marBottom w:val="0"/>
              <w:divBdr>
                <w:top w:val="none" w:sz="0" w:space="0" w:color="auto"/>
                <w:left w:val="none" w:sz="0" w:space="0" w:color="auto"/>
                <w:bottom w:val="none" w:sz="0" w:space="0" w:color="auto"/>
                <w:right w:val="none" w:sz="0" w:space="0" w:color="auto"/>
              </w:divBdr>
              <w:divsChild>
                <w:div w:id="1888486511">
                  <w:marLeft w:val="150"/>
                  <w:marRight w:val="150"/>
                  <w:marTop w:val="0"/>
                  <w:marBottom w:val="0"/>
                  <w:divBdr>
                    <w:top w:val="none" w:sz="0" w:space="0" w:color="auto"/>
                    <w:left w:val="none" w:sz="0" w:space="0" w:color="auto"/>
                    <w:bottom w:val="none" w:sz="0" w:space="0" w:color="auto"/>
                    <w:right w:val="none" w:sz="0" w:space="0" w:color="auto"/>
                  </w:divBdr>
                  <w:divsChild>
                    <w:div w:id="1894265669">
                      <w:marLeft w:val="0"/>
                      <w:marRight w:val="0"/>
                      <w:marTop w:val="0"/>
                      <w:marBottom w:val="0"/>
                      <w:divBdr>
                        <w:top w:val="none" w:sz="0" w:space="0" w:color="auto"/>
                        <w:left w:val="none" w:sz="0" w:space="0" w:color="auto"/>
                        <w:bottom w:val="none" w:sz="0" w:space="0" w:color="auto"/>
                        <w:right w:val="none" w:sz="0" w:space="0" w:color="auto"/>
                      </w:divBdr>
                      <w:divsChild>
                        <w:div w:id="1172450593">
                          <w:marLeft w:val="0"/>
                          <w:marRight w:val="0"/>
                          <w:marTop w:val="0"/>
                          <w:marBottom w:val="0"/>
                          <w:divBdr>
                            <w:top w:val="none" w:sz="0" w:space="0" w:color="auto"/>
                            <w:left w:val="none" w:sz="0" w:space="0" w:color="auto"/>
                            <w:bottom w:val="none" w:sz="0" w:space="0" w:color="auto"/>
                            <w:right w:val="none" w:sz="0" w:space="0" w:color="auto"/>
                          </w:divBdr>
                          <w:divsChild>
                            <w:div w:id="464200995">
                              <w:marLeft w:val="0"/>
                              <w:marRight w:val="0"/>
                              <w:marTop w:val="0"/>
                              <w:marBottom w:val="0"/>
                              <w:divBdr>
                                <w:top w:val="none" w:sz="0" w:space="0" w:color="auto"/>
                                <w:left w:val="none" w:sz="0" w:space="0" w:color="auto"/>
                                <w:bottom w:val="none" w:sz="0" w:space="0" w:color="auto"/>
                                <w:right w:val="none" w:sz="0" w:space="0" w:color="auto"/>
                              </w:divBdr>
                              <w:divsChild>
                                <w:div w:id="1964578651">
                                  <w:marLeft w:val="0"/>
                                  <w:marRight w:val="0"/>
                                  <w:marTop w:val="0"/>
                                  <w:marBottom w:val="0"/>
                                  <w:divBdr>
                                    <w:top w:val="none" w:sz="0" w:space="0" w:color="auto"/>
                                    <w:left w:val="none" w:sz="0" w:space="0" w:color="auto"/>
                                    <w:bottom w:val="none" w:sz="0" w:space="0" w:color="auto"/>
                                    <w:right w:val="none" w:sz="0" w:space="0" w:color="auto"/>
                                  </w:divBdr>
                                  <w:divsChild>
                                    <w:div w:id="235478581">
                                      <w:marLeft w:val="30"/>
                                      <w:marRight w:val="480"/>
                                      <w:marTop w:val="0"/>
                                      <w:marBottom w:val="0"/>
                                      <w:divBdr>
                                        <w:top w:val="none" w:sz="0" w:space="0" w:color="auto"/>
                                        <w:left w:val="none" w:sz="0" w:space="0" w:color="auto"/>
                                        <w:bottom w:val="none" w:sz="0" w:space="0" w:color="auto"/>
                                        <w:right w:val="none" w:sz="0" w:space="0" w:color="auto"/>
                                      </w:divBdr>
                                      <w:divsChild>
                                        <w:div w:id="28365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44634757">
      <w:bodyDiv w:val="1"/>
      <w:marLeft w:val="0"/>
      <w:marRight w:val="0"/>
      <w:marTop w:val="0"/>
      <w:marBottom w:val="0"/>
      <w:divBdr>
        <w:top w:val="none" w:sz="0" w:space="0" w:color="auto"/>
        <w:left w:val="none" w:sz="0" w:space="0" w:color="auto"/>
        <w:bottom w:val="none" w:sz="0" w:space="0" w:color="auto"/>
        <w:right w:val="none" w:sz="0" w:space="0" w:color="auto"/>
      </w:divBdr>
      <w:divsChild>
        <w:div w:id="984967997">
          <w:marLeft w:val="0"/>
          <w:marRight w:val="0"/>
          <w:marTop w:val="0"/>
          <w:marBottom w:val="0"/>
          <w:divBdr>
            <w:top w:val="single" w:sz="6" w:space="0" w:color="678FC2"/>
            <w:left w:val="single" w:sz="6" w:space="0" w:color="678FC2"/>
            <w:bottom w:val="single" w:sz="6" w:space="0" w:color="678FC2"/>
            <w:right w:val="single" w:sz="6" w:space="0" w:color="678FC2"/>
          </w:divBdr>
          <w:divsChild>
            <w:div w:id="422998546">
              <w:marLeft w:val="0"/>
              <w:marRight w:val="0"/>
              <w:marTop w:val="0"/>
              <w:marBottom w:val="0"/>
              <w:divBdr>
                <w:top w:val="none" w:sz="0" w:space="0" w:color="auto"/>
                <w:left w:val="none" w:sz="0" w:space="0" w:color="auto"/>
                <w:bottom w:val="none" w:sz="0" w:space="0" w:color="auto"/>
                <w:right w:val="none" w:sz="0" w:space="0" w:color="auto"/>
              </w:divBdr>
              <w:divsChild>
                <w:div w:id="2129230600">
                  <w:marLeft w:val="150"/>
                  <w:marRight w:val="150"/>
                  <w:marTop w:val="0"/>
                  <w:marBottom w:val="0"/>
                  <w:divBdr>
                    <w:top w:val="none" w:sz="0" w:space="0" w:color="auto"/>
                    <w:left w:val="none" w:sz="0" w:space="0" w:color="auto"/>
                    <w:bottom w:val="none" w:sz="0" w:space="0" w:color="auto"/>
                    <w:right w:val="none" w:sz="0" w:space="0" w:color="auto"/>
                  </w:divBdr>
                  <w:divsChild>
                    <w:div w:id="1101411381">
                      <w:marLeft w:val="0"/>
                      <w:marRight w:val="0"/>
                      <w:marTop w:val="0"/>
                      <w:marBottom w:val="0"/>
                      <w:divBdr>
                        <w:top w:val="none" w:sz="0" w:space="0" w:color="auto"/>
                        <w:left w:val="none" w:sz="0" w:space="0" w:color="auto"/>
                        <w:bottom w:val="none" w:sz="0" w:space="0" w:color="auto"/>
                        <w:right w:val="none" w:sz="0" w:space="0" w:color="auto"/>
                      </w:divBdr>
                      <w:divsChild>
                        <w:div w:id="1352342351">
                          <w:marLeft w:val="0"/>
                          <w:marRight w:val="0"/>
                          <w:marTop w:val="0"/>
                          <w:marBottom w:val="0"/>
                          <w:divBdr>
                            <w:top w:val="none" w:sz="0" w:space="0" w:color="auto"/>
                            <w:left w:val="none" w:sz="0" w:space="0" w:color="auto"/>
                            <w:bottom w:val="none" w:sz="0" w:space="0" w:color="auto"/>
                            <w:right w:val="none" w:sz="0" w:space="0" w:color="auto"/>
                          </w:divBdr>
                          <w:divsChild>
                            <w:div w:id="200018957">
                              <w:marLeft w:val="0"/>
                              <w:marRight w:val="0"/>
                              <w:marTop w:val="0"/>
                              <w:marBottom w:val="0"/>
                              <w:divBdr>
                                <w:top w:val="none" w:sz="0" w:space="0" w:color="auto"/>
                                <w:left w:val="none" w:sz="0" w:space="0" w:color="auto"/>
                                <w:bottom w:val="none" w:sz="0" w:space="0" w:color="auto"/>
                                <w:right w:val="none" w:sz="0" w:space="0" w:color="auto"/>
                              </w:divBdr>
                              <w:divsChild>
                                <w:div w:id="1952662133">
                                  <w:marLeft w:val="0"/>
                                  <w:marRight w:val="0"/>
                                  <w:marTop w:val="0"/>
                                  <w:marBottom w:val="0"/>
                                  <w:divBdr>
                                    <w:top w:val="none" w:sz="0" w:space="0" w:color="auto"/>
                                    <w:left w:val="none" w:sz="0" w:space="0" w:color="auto"/>
                                    <w:bottom w:val="none" w:sz="0" w:space="0" w:color="auto"/>
                                    <w:right w:val="none" w:sz="0" w:space="0" w:color="auto"/>
                                  </w:divBdr>
                                  <w:divsChild>
                                    <w:div w:id="897132903">
                                      <w:marLeft w:val="30"/>
                                      <w:marRight w:val="480"/>
                                      <w:marTop w:val="0"/>
                                      <w:marBottom w:val="0"/>
                                      <w:divBdr>
                                        <w:top w:val="none" w:sz="0" w:space="0" w:color="auto"/>
                                        <w:left w:val="none" w:sz="0" w:space="0" w:color="auto"/>
                                        <w:bottom w:val="none" w:sz="0" w:space="0" w:color="auto"/>
                                        <w:right w:val="none" w:sz="0" w:space="0" w:color="auto"/>
                                      </w:divBdr>
                                      <w:divsChild>
                                        <w:div w:id="26025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5771875">
      <w:bodyDiv w:val="1"/>
      <w:marLeft w:val="0"/>
      <w:marRight w:val="0"/>
      <w:marTop w:val="0"/>
      <w:marBottom w:val="0"/>
      <w:divBdr>
        <w:top w:val="none" w:sz="0" w:space="0" w:color="auto"/>
        <w:left w:val="none" w:sz="0" w:space="0" w:color="auto"/>
        <w:bottom w:val="none" w:sz="0" w:space="0" w:color="auto"/>
        <w:right w:val="none" w:sz="0" w:space="0" w:color="auto"/>
      </w:divBdr>
      <w:divsChild>
        <w:div w:id="220293492">
          <w:marLeft w:val="0"/>
          <w:marRight w:val="0"/>
          <w:marTop w:val="0"/>
          <w:marBottom w:val="0"/>
          <w:divBdr>
            <w:top w:val="single" w:sz="6" w:space="0" w:color="678FC2"/>
            <w:left w:val="single" w:sz="6" w:space="0" w:color="678FC2"/>
            <w:bottom w:val="single" w:sz="6" w:space="0" w:color="678FC2"/>
            <w:right w:val="single" w:sz="6" w:space="0" w:color="678FC2"/>
          </w:divBdr>
          <w:divsChild>
            <w:div w:id="1777406280">
              <w:marLeft w:val="0"/>
              <w:marRight w:val="0"/>
              <w:marTop w:val="0"/>
              <w:marBottom w:val="0"/>
              <w:divBdr>
                <w:top w:val="none" w:sz="0" w:space="0" w:color="auto"/>
                <w:left w:val="none" w:sz="0" w:space="0" w:color="auto"/>
                <w:bottom w:val="none" w:sz="0" w:space="0" w:color="auto"/>
                <w:right w:val="none" w:sz="0" w:space="0" w:color="auto"/>
              </w:divBdr>
              <w:divsChild>
                <w:div w:id="318730694">
                  <w:marLeft w:val="150"/>
                  <w:marRight w:val="150"/>
                  <w:marTop w:val="0"/>
                  <w:marBottom w:val="0"/>
                  <w:divBdr>
                    <w:top w:val="none" w:sz="0" w:space="0" w:color="auto"/>
                    <w:left w:val="none" w:sz="0" w:space="0" w:color="auto"/>
                    <w:bottom w:val="none" w:sz="0" w:space="0" w:color="auto"/>
                    <w:right w:val="none" w:sz="0" w:space="0" w:color="auto"/>
                  </w:divBdr>
                  <w:divsChild>
                    <w:div w:id="945238280">
                      <w:marLeft w:val="0"/>
                      <w:marRight w:val="0"/>
                      <w:marTop w:val="0"/>
                      <w:marBottom w:val="0"/>
                      <w:divBdr>
                        <w:top w:val="none" w:sz="0" w:space="0" w:color="auto"/>
                        <w:left w:val="none" w:sz="0" w:space="0" w:color="auto"/>
                        <w:bottom w:val="none" w:sz="0" w:space="0" w:color="auto"/>
                        <w:right w:val="none" w:sz="0" w:space="0" w:color="auto"/>
                      </w:divBdr>
                      <w:divsChild>
                        <w:div w:id="934634811">
                          <w:marLeft w:val="0"/>
                          <w:marRight w:val="0"/>
                          <w:marTop w:val="0"/>
                          <w:marBottom w:val="0"/>
                          <w:divBdr>
                            <w:top w:val="none" w:sz="0" w:space="0" w:color="auto"/>
                            <w:left w:val="none" w:sz="0" w:space="0" w:color="auto"/>
                            <w:bottom w:val="none" w:sz="0" w:space="0" w:color="auto"/>
                            <w:right w:val="none" w:sz="0" w:space="0" w:color="auto"/>
                          </w:divBdr>
                          <w:divsChild>
                            <w:div w:id="1646465734">
                              <w:marLeft w:val="0"/>
                              <w:marRight w:val="0"/>
                              <w:marTop w:val="0"/>
                              <w:marBottom w:val="0"/>
                              <w:divBdr>
                                <w:top w:val="none" w:sz="0" w:space="0" w:color="auto"/>
                                <w:left w:val="none" w:sz="0" w:space="0" w:color="auto"/>
                                <w:bottom w:val="none" w:sz="0" w:space="0" w:color="auto"/>
                                <w:right w:val="none" w:sz="0" w:space="0" w:color="auto"/>
                              </w:divBdr>
                              <w:divsChild>
                                <w:div w:id="883100929">
                                  <w:marLeft w:val="0"/>
                                  <w:marRight w:val="0"/>
                                  <w:marTop w:val="0"/>
                                  <w:marBottom w:val="0"/>
                                  <w:divBdr>
                                    <w:top w:val="none" w:sz="0" w:space="0" w:color="auto"/>
                                    <w:left w:val="none" w:sz="0" w:space="0" w:color="auto"/>
                                    <w:bottom w:val="none" w:sz="0" w:space="0" w:color="auto"/>
                                    <w:right w:val="none" w:sz="0" w:space="0" w:color="auto"/>
                                  </w:divBdr>
                                  <w:divsChild>
                                    <w:div w:id="1375273215">
                                      <w:marLeft w:val="30"/>
                                      <w:marRight w:val="480"/>
                                      <w:marTop w:val="0"/>
                                      <w:marBottom w:val="0"/>
                                      <w:divBdr>
                                        <w:top w:val="none" w:sz="0" w:space="0" w:color="auto"/>
                                        <w:left w:val="none" w:sz="0" w:space="0" w:color="auto"/>
                                        <w:bottom w:val="none" w:sz="0" w:space="0" w:color="auto"/>
                                        <w:right w:val="none" w:sz="0" w:space="0" w:color="auto"/>
                                      </w:divBdr>
                                      <w:divsChild>
                                        <w:div w:id="190390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6584343">
      <w:bodyDiv w:val="1"/>
      <w:marLeft w:val="0"/>
      <w:marRight w:val="0"/>
      <w:marTop w:val="0"/>
      <w:marBottom w:val="0"/>
      <w:divBdr>
        <w:top w:val="none" w:sz="0" w:space="0" w:color="auto"/>
        <w:left w:val="none" w:sz="0" w:space="0" w:color="auto"/>
        <w:bottom w:val="none" w:sz="0" w:space="0" w:color="auto"/>
        <w:right w:val="none" w:sz="0" w:space="0" w:color="auto"/>
      </w:divBdr>
      <w:divsChild>
        <w:div w:id="572620150">
          <w:marLeft w:val="0"/>
          <w:marRight w:val="0"/>
          <w:marTop w:val="0"/>
          <w:marBottom w:val="0"/>
          <w:divBdr>
            <w:top w:val="single" w:sz="6" w:space="0" w:color="678FC2"/>
            <w:left w:val="single" w:sz="6" w:space="0" w:color="678FC2"/>
            <w:bottom w:val="single" w:sz="6" w:space="0" w:color="678FC2"/>
            <w:right w:val="single" w:sz="6" w:space="0" w:color="678FC2"/>
          </w:divBdr>
          <w:divsChild>
            <w:div w:id="980965039">
              <w:marLeft w:val="0"/>
              <w:marRight w:val="0"/>
              <w:marTop w:val="0"/>
              <w:marBottom w:val="0"/>
              <w:divBdr>
                <w:top w:val="none" w:sz="0" w:space="0" w:color="auto"/>
                <w:left w:val="none" w:sz="0" w:space="0" w:color="auto"/>
                <w:bottom w:val="none" w:sz="0" w:space="0" w:color="auto"/>
                <w:right w:val="none" w:sz="0" w:space="0" w:color="auto"/>
              </w:divBdr>
              <w:divsChild>
                <w:div w:id="1185946324">
                  <w:marLeft w:val="150"/>
                  <w:marRight w:val="150"/>
                  <w:marTop w:val="0"/>
                  <w:marBottom w:val="0"/>
                  <w:divBdr>
                    <w:top w:val="none" w:sz="0" w:space="0" w:color="auto"/>
                    <w:left w:val="none" w:sz="0" w:space="0" w:color="auto"/>
                    <w:bottom w:val="none" w:sz="0" w:space="0" w:color="auto"/>
                    <w:right w:val="none" w:sz="0" w:space="0" w:color="auto"/>
                  </w:divBdr>
                  <w:divsChild>
                    <w:div w:id="1343363379">
                      <w:marLeft w:val="0"/>
                      <w:marRight w:val="0"/>
                      <w:marTop w:val="0"/>
                      <w:marBottom w:val="0"/>
                      <w:divBdr>
                        <w:top w:val="none" w:sz="0" w:space="0" w:color="auto"/>
                        <w:left w:val="none" w:sz="0" w:space="0" w:color="auto"/>
                        <w:bottom w:val="none" w:sz="0" w:space="0" w:color="auto"/>
                        <w:right w:val="none" w:sz="0" w:space="0" w:color="auto"/>
                      </w:divBdr>
                      <w:divsChild>
                        <w:div w:id="602496435">
                          <w:marLeft w:val="0"/>
                          <w:marRight w:val="0"/>
                          <w:marTop w:val="0"/>
                          <w:marBottom w:val="0"/>
                          <w:divBdr>
                            <w:top w:val="none" w:sz="0" w:space="0" w:color="auto"/>
                            <w:left w:val="none" w:sz="0" w:space="0" w:color="auto"/>
                            <w:bottom w:val="none" w:sz="0" w:space="0" w:color="auto"/>
                            <w:right w:val="none" w:sz="0" w:space="0" w:color="auto"/>
                          </w:divBdr>
                          <w:divsChild>
                            <w:div w:id="1072435699">
                              <w:marLeft w:val="0"/>
                              <w:marRight w:val="0"/>
                              <w:marTop w:val="0"/>
                              <w:marBottom w:val="0"/>
                              <w:divBdr>
                                <w:top w:val="none" w:sz="0" w:space="0" w:color="auto"/>
                                <w:left w:val="none" w:sz="0" w:space="0" w:color="auto"/>
                                <w:bottom w:val="none" w:sz="0" w:space="0" w:color="auto"/>
                                <w:right w:val="none" w:sz="0" w:space="0" w:color="auto"/>
                              </w:divBdr>
                              <w:divsChild>
                                <w:div w:id="769663841">
                                  <w:marLeft w:val="0"/>
                                  <w:marRight w:val="0"/>
                                  <w:marTop w:val="0"/>
                                  <w:marBottom w:val="0"/>
                                  <w:divBdr>
                                    <w:top w:val="none" w:sz="0" w:space="0" w:color="auto"/>
                                    <w:left w:val="none" w:sz="0" w:space="0" w:color="auto"/>
                                    <w:bottom w:val="none" w:sz="0" w:space="0" w:color="auto"/>
                                    <w:right w:val="none" w:sz="0" w:space="0" w:color="auto"/>
                                  </w:divBdr>
                                  <w:divsChild>
                                    <w:div w:id="96314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3515121">
      <w:bodyDiv w:val="1"/>
      <w:marLeft w:val="0"/>
      <w:marRight w:val="0"/>
      <w:marTop w:val="0"/>
      <w:marBottom w:val="0"/>
      <w:divBdr>
        <w:top w:val="none" w:sz="0" w:space="0" w:color="auto"/>
        <w:left w:val="none" w:sz="0" w:space="0" w:color="auto"/>
        <w:bottom w:val="none" w:sz="0" w:space="0" w:color="auto"/>
        <w:right w:val="none" w:sz="0" w:space="0" w:color="auto"/>
      </w:divBdr>
      <w:divsChild>
        <w:div w:id="1278677835">
          <w:marLeft w:val="0"/>
          <w:marRight w:val="0"/>
          <w:marTop w:val="0"/>
          <w:marBottom w:val="0"/>
          <w:divBdr>
            <w:top w:val="single" w:sz="6" w:space="0" w:color="678FC2"/>
            <w:left w:val="single" w:sz="6" w:space="0" w:color="678FC2"/>
            <w:bottom w:val="single" w:sz="6" w:space="0" w:color="678FC2"/>
            <w:right w:val="single" w:sz="6" w:space="0" w:color="678FC2"/>
          </w:divBdr>
          <w:divsChild>
            <w:div w:id="1633747309">
              <w:marLeft w:val="0"/>
              <w:marRight w:val="0"/>
              <w:marTop w:val="0"/>
              <w:marBottom w:val="0"/>
              <w:divBdr>
                <w:top w:val="none" w:sz="0" w:space="0" w:color="auto"/>
                <w:left w:val="none" w:sz="0" w:space="0" w:color="auto"/>
                <w:bottom w:val="none" w:sz="0" w:space="0" w:color="auto"/>
                <w:right w:val="none" w:sz="0" w:space="0" w:color="auto"/>
              </w:divBdr>
              <w:divsChild>
                <w:div w:id="77799055">
                  <w:marLeft w:val="150"/>
                  <w:marRight w:val="150"/>
                  <w:marTop w:val="0"/>
                  <w:marBottom w:val="0"/>
                  <w:divBdr>
                    <w:top w:val="none" w:sz="0" w:space="0" w:color="auto"/>
                    <w:left w:val="none" w:sz="0" w:space="0" w:color="auto"/>
                    <w:bottom w:val="none" w:sz="0" w:space="0" w:color="auto"/>
                    <w:right w:val="none" w:sz="0" w:space="0" w:color="auto"/>
                  </w:divBdr>
                  <w:divsChild>
                    <w:div w:id="1844004145">
                      <w:marLeft w:val="0"/>
                      <w:marRight w:val="0"/>
                      <w:marTop w:val="0"/>
                      <w:marBottom w:val="0"/>
                      <w:divBdr>
                        <w:top w:val="none" w:sz="0" w:space="0" w:color="auto"/>
                        <w:left w:val="none" w:sz="0" w:space="0" w:color="auto"/>
                        <w:bottom w:val="none" w:sz="0" w:space="0" w:color="auto"/>
                        <w:right w:val="none" w:sz="0" w:space="0" w:color="auto"/>
                      </w:divBdr>
                      <w:divsChild>
                        <w:div w:id="350376949">
                          <w:marLeft w:val="0"/>
                          <w:marRight w:val="0"/>
                          <w:marTop w:val="0"/>
                          <w:marBottom w:val="0"/>
                          <w:divBdr>
                            <w:top w:val="none" w:sz="0" w:space="0" w:color="auto"/>
                            <w:left w:val="none" w:sz="0" w:space="0" w:color="auto"/>
                            <w:bottom w:val="none" w:sz="0" w:space="0" w:color="auto"/>
                            <w:right w:val="none" w:sz="0" w:space="0" w:color="auto"/>
                          </w:divBdr>
                          <w:divsChild>
                            <w:div w:id="1266426706">
                              <w:marLeft w:val="0"/>
                              <w:marRight w:val="0"/>
                              <w:marTop w:val="0"/>
                              <w:marBottom w:val="0"/>
                              <w:divBdr>
                                <w:top w:val="none" w:sz="0" w:space="0" w:color="auto"/>
                                <w:left w:val="none" w:sz="0" w:space="0" w:color="auto"/>
                                <w:bottom w:val="none" w:sz="0" w:space="0" w:color="auto"/>
                                <w:right w:val="none" w:sz="0" w:space="0" w:color="auto"/>
                              </w:divBdr>
                              <w:divsChild>
                                <w:div w:id="1498183857">
                                  <w:marLeft w:val="0"/>
                                  <w:marRight w:val="0"/>
                                  <w:marTop w:val="0"/>
                                  <w:marBottom w:val="0"/>
                                  <w:divBdr>
                                    <w:top w:val="none" w:sz="0" w:space="0" w:color="auto"/>
                                    <w:left w:val="none" w:sz="0" w:space="0" w:color="auto"/>
                                    <w:bottom w:val="none" w:sz="0" w:space="0" w:color="auto"/>
                                    <w:right w:val="none" w:sz="0" w:space="0" w:color="auto"/>
                                  </w:divBdr>
                                  <w:divsChild>
                                    <w:div w:id="875584357">
                                      <w:marLeft w:val="30"/>
                                      <w:marRight w:val="480"/>
                                      <w:marTop w:val="0"/>
                                      <w:marBottom w:val="0"/>
                                      <w:divBdr>
                                        <w:top w:val="none" w:sz="0" w:space="0" w:color="auto"/>
                                        <w:left w:val="none" w:sz="0" w:space="0" w:color="auto"/>
                                        <w:bottom w:val="none" w:sz="0" w:space="0" w:color="auto"/>
                                        <w:right w:val="none" w:sz="0" w:space="0" w:color="auto"/>
                                      </w:divBdr>
                                      <w:divsChild>
                                        <w:div w:id="1756128508">
                                          <w:marLeft w:val="30"/>
                                          <w:marRight w:val="480"/>
                                          <w:marTop w:val="0"/>
                                          <w:marBottom w:val="0"/>
                                          <w:divBdr>
                                            <w:top w:val="none" w:sz="0" w:space="0" w:color="auto"/>
                                            <w:left w:val="none" w:sz="0" w:space="0" w:color="auto"/>
                                            <w:bottom w:val="none" w:sz="0" w:space="0" w:color="auto"/>
                                            <w:right w:val="none" w:sz="0" w:space="0" w:color="auto"/>
                                          </w:divBdr>
                                          <w:divsChild>
                                            <w:div w:id="983854380">
                                              <w:marLeft w:val="30"/>
                                              <w:marRight w:val="480"/>
                                              <w:marTop w:val="0"/>
                                              <w:marBottom w:val="0"/>
                                              <w:divBdr>
                                                <w:top w:val="none" w:sz="0" w:space="0" w:color="auto"/>
                                                <w:left w:val="none" w:sz="0" w:space="0" w:color="auto"/>
                                                <w:bottom w:val="none" w:sz="0" w:space="0" w:color="auto"/>
                                                <w:right w:val="none" w:sz="0" w:space="0" w:color="auto"/>
                                              </w:divBdr>
                                              <w:divsChild>
                                                <w:div w:id="130843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9389547">
      <w:bodyDiv w:val="1"/>
      <w:marLeft w:val="0"/>
      <w:marRight w:val="0"/>
      <w:marTop w:val="0"/>
      <w:marBottom w:val="0"/>
      <w:divBdr>
        <w:top w:val="none" w:sz="0" w:space="0" w:color="auto"/>
        <w:left w:val="none" w:sz="0" w:space="0" w:color="auto"/>
        <w:bottom w:val="none" w:sz="0" w:space="0" w:color="auto"/>
        <w:right w:val="none" w:sz="0" w:space="0" w:color="auto"/>
      </w:divBdr>
      <w:divsChild>
        <w:div w:id="347685250">
          <w:marLeft w:val="0"/>
          <w:marRight w:val="0"/>
          <w:marTop w:val="0"/>
          <w:marBottom w:val="0"/>
          <w:divBdr>
            <w:top w:val="single" w:sz="6" w:space="0" w:color="678FC2"/>
            <w:left w:val="single" w:sz="6" w:space="0" w:color="678FC2"/>
            <w:bottom w:val="single" w:sz="6" w:space="0" w:color="678FC2"/>
            <w:right w:val="single" w:sz="6" w:space="0" w:color="678FC2"/>
          </w:divBdr>
          <w:divsChild>
            <w:div w:id="567110510">
              <w:marLeft w:val="0"/>
              <w:marRight w:val="0"/>
              <w:marTop w:val="0"/>
              <w:marBottom w:val="0"/>
              <w:divBdr>
                <w:top w:val="none" w:sz="0" w:space="0" w:color="auto"/>
                <w:left w:val="none" w:sz="0" w:space="0" w:color="auto"/>
                <w:bottom w:val="none" w:sz="0" w:space="0" w:color="auto"/>
                <w:right w:val="none" w:sz="0" w:space="0" w:color="auto"/>
              </w:divBdr>
              <w:divsChild>
                <w:div w:id="294680488">
                  <w:marLeft w:val="150"/>
                  <w:marRight w:val="150"/>
                  <w:marTop w:val="0"/>
                  <w:marBottom w:val="0"/>
                  <w:divBdr>
                    <w:top w:val="none" w:sz="0" w:space="0" w:color="auto"/>
                    <w:left w:val="none" w:sz="0" w:space="0" w:color="auto"/>
                    <w:bottom w:val="none" w:sz="0" w:space="0" w:color="auto"/>
                    <w:right w:val="none" w:sz="0" w:space="0" w:color="auto"/>
                  </w:divBdr>
                  <w:divsChild>
                    <w:div w:id="149638657">
                      <w:marLeft w:val="0"/>
                      <w:marRight w:val="0"/>
                      <w:marTop w:val="0"/>
                      <w:marBottom w:val="0"/>
                      <w:divBdr>
                        <w:top w:val="none" w:sz="0" w:space="0" w:color="auto"/>
                        <w:left w:val="none" w:sz="0" w:space="0" w:color="auto"/>
                        <w:bottom w:val="none" w:sz="0" w:space="0" w:color="auto"/>
                        <w:right w:val="none" w:sz="0" w:space="0" w:color="auto"/>
                      </w:divBdr>
                      <w:divsChild>
                        <w:div w:id="1752190965">
                          <w:marLeft w:val="0"/>
                          <w:marRight w:val="0"/>
                          <w:marTop w:val="0"/>
                          <w:marBottom w:val="0"/>
                          <w:divBdr>
                            <w:top w:val="none" w:sz="0" w:space="0" w:color="auto"/>
                            <w:left w:val="none" w:sz="0" w:space="0" w:color="auto"/>
                            <w:bottom w:val="none" w:sz="0" w:space="0" w:color="auto"/>
                            <w:right w:val="none" w:sz="0" w:space="0" w:color="auto"/>
                          </w:divBdr>
                          <w:divsChild>
                            <w:div w:id="958493820">
                              <w:marLeft w:val="0"/>
                              <w:marRight w:val="0"/>
                              <w:marTop w:val="0"/>
                              <w:marBottom w:val="0"/>
                              <w:divBdr>
                                <w:top w:val="none" w:sz="0" w:space="0" w:color="auto"/>
                                <w:left w:val="none" w:sz="0" w:space="0" w:color="auto"/>
                                <w:bottom w:val="none" w:sz="0" w:space="0" w:color="auto"/>
                                <w:right w:val="none" w:sz="0" w:space="0" w:color="auto"/>
                              </w:divBdr>
                              <w:divsChild>
                                <w:div w:id="1209147582">
                                  <w:marLeft w:val="0"/>
                                  <w:marRight w:val="0"/>
                                  <w:marTop w:val="0"/>
                                  <w:marBottom w:val="0"/>
                                  <w:divBdr>
                                    <w:top w:val="none" w:sz="0" w:space="0" w:color="auto"/>
                                    <w:left w:val="none" w:sz="0" w:space="0" w:color="auto"/>
                                    <w:bottom w:val="none" w:sz="0" w:space="0" w:color="auto"/>
                                    <w:right w:val="none" w:sz="0" w:space="0" w:color="auto"/>
                                  </w:divBdr>
                                  <w:divsChild>
                                    <w:div w:id="5787569">
                                      <w:marLeft w:val="30"/>
                                      <w:marRight w:val="480"/>
                                      <w:marTop w:val="0"/>
                                      <w:marBottom w:val="0"/>
                                      <w:divBdr>
                                        <w:top w:val="none" w:sz="0" w:space="0" w:color="auto"/>
                                        <w:left w:val="none" w:sz="0" w:space="0" w:color="auto"/>
                                        <w:bottom w:val="none" w:sz="0" w:space="0" w:color="auto"/>
                                        <w:right w:val="none" w:sz="0" w:space="0" w:color="auto"/>
                                      </w:divBdr>
                                      <w:divsChild>
                                        <w:div w:id="6796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51742309">
      <w:bodyDiv w:val="1"/>
      <w:marLeft w:val="0"/>
      <w:marRight w:val="0"/>
      <w:marTop w:val="0"/>
      <w:marBottom w:val="0"/>
      <w:divBdr>
        <w:top w:val="none" w:sz="0" w:space="0" w:color="auto"/>
        <w:left w:val="none" w:sz="0" w:space="0" w:color="auto"/>
        <w:bottom w:val="none" w:sz="0" w:space="0" w:color="auto"/>
        <w:right w:val="none" w:sz="0" w:space="0" w:color="auto"/>
      </w:divBdr>
      <w:divsChild>
        <w:div w:id="169688633">
          <w:marLeft w:val="0"/>
          <w:marRight w:val="0"/>
          <w:marTop w:val="0"/>
          <w:marBottom w:val="0"/>
          <w:divBdr>
            <w:top w:val="single" w:sz="6" w:space="0" w:color="678FC2"/>
            <w:left w:val="single" w:sz="6" w:space="0" w:color="678FC2"/>
            <w:bottom w:val="single" w:sz="6" w:space="0" w:color="678FC2"/>
            <w:right w:val="single" w:sz="6" w:space="0" w:color="678FC2"/>
          </w:divBdr>
          <w:divsChild>
            <w:div w:id="757797062">
              <w:marLeft w:val="0"/>
              <w:marRight w:val="0"/>
              <w:marTop w:val="0"/>
              <w:marBottom w:val="0"/>
              <w:divBdr>
                <w:top w:val="none" w:sz="0" w:space="0" w:color="auto"/>
                <w:left w:val="none" w:sz="0" w:space="0" w:color="auto"/>
                <w:bottom w:val="none" w:sz="0" w:space="0" w:color="auto"/>
                <w:right w:val="none" w:sz="0" w:space="0" w:color="auto"/>
              </w:divBdr>
              <w:divsChild>
                <w:div w:id="449666766">
                  <w:marLeft w:val="150"/>
                  <w:marRight w:val="150"/>
                  <w:marTop w:val="0"/>
                  <w:marBottom w:val="0"/>
                  <w:divBdr>
                    <w:top w:val="none" w:sz="0" w:space="0" w:color="auto"/>
                    <w:left w:val="none" w:sz="0" w:space="0" w:color="auto"/>
                    <w:bottom w:val="none" w:sz="0" w:space="0" w:color="auto"/>
                    <w:right w:val="none" w:sz="0" w:space="0" w:color="auto"/>
                  </w:divBdr>
                  <w:divsChild>
                    <w:div w:id="506402421">
                      <w:marLeft w:val="0"/>
                      <w:marRight w:val="0"/>
                      <w:marTop w:val="0"/>
                      <w:marBottom w:val="0"/>
                      <w:divBdr>
                        <w:top w:val="none" w:sz="0" w:space="0" w:color="auto"/>
                        <w:left w:val="none" w:sz="0" w:space="0" w:color="auto"/>
                        <w:bottom w:val="none" w:sz="0" w:space="0" w:color="auto"/>
                        <w:right w:val="none" w:sz="0" w:space="0" w:color="auto"/>
                      </w:divBdr>
                      <w:divsChild>
                        <w:div w:id="1323582876">
                          <w:marLeft w:val="0"/>
                          <w:marRight w:val="0"/>
                          <w:marTop w:val="0"/>
                          <w:marBottom w:val="0"/>
                          <w:divBdr>
                            <w:top w:val="none" w:sz="0" w:space="0" w:color="auto"/>
                            <w:left w:val="none" w:sz="0" w:space="0" w:color="auto"/>
                            <w:bottom w:val="none" w:sz="0" w:space="0" w:color="auto"/>
                            <w:right w:val="none" w:sz="0" w:space="0" w:color="auto"/>
                          </w:divBdr>
                          <w:divsChild>
                            <w:div w:id="1978101433">
                              <w:marLeft w:val="0"/>
                              <w:marRight w:val="0"/>
                              <w:marTop w:val="0"/>
                              <w:marBottom w:val="0"/>
                              <w:divBdr>
                                <w:top w:val="none" w:sz="0" w:space="0" w:color="auto"/>
                                <w:left w:val="none" w:sz="0" w:space="0" w:color="auto"/>
                                <w:bottom w:val="none" w:sz="0" w:space="0" w:color="auto"/>
                                <w:right w:val="none" w:sz="0" w:space="0" w:color="auto"/>
                              </w:divBdr>
                              <w:divsChild>
                                <w:div w:id="317344673">
                                  <w:marLeft w:val="0"/>
                                  <w:marRight w:val="0"/>
                                  <w:marTop w:val="0"/>
                                  <w:marBottom w:val="0"/>
                                  <w:divBdr>
                                    <w:top w:val="none" w:sz="0" w:space="0" w:color="auto"/>
                                    <w:left w:val="none" w:sz="0" w:space="0" w:color="auto"/>
                                    <w:bottom w:val="none" w:sz="0" w:space="0" w:color="auto"/>
                                    <w:right w:val="none" w:sz="0" w:space="0" w:color="auto"/>
                                  </w:divBdr>
                                  <w:divsChild>
                                    <w:div w:id="620890313">
                                      <w:marLeft w:val="30"/>
                                      <w:marRight w:val="480"/>
                                      <w:marTop w:val="0"/>
                                      <w:marBottom w:val="0"/>
                                      <w:divBdr>
                                        <w:top w:val="none" w:sz="0" w:space="0" w:color="auto"/>
                                        <w:left w:val="none" w:sz="0" w:space="0" w:color="auto"/>
                                        <w:bottom w:val="none" w:sz="0" w:space="0" w:color="auto"/>
                                        <w:right w:val="none" w:sz="0" w:space="0" w:color="auto"/>
                                      </w:divBdr>
                                      <w:divsChild>
                                        <w:div w:id="143859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4776802">
      <w:bodyDiv w:val="1"/>
      <w:marLeft w:val="0"/>
      <w:marRight w:val="0"/>
      <w:marTop w:val="0"/>
      <w:marBottom w:val="0"/>
      <w:divBdr>
        <w:top w:val="none" w:sz="0" w:space="0" w:color="auto"/>
        <w:left w:val="none" w:sz="0" w:space="0" w:color="auto"/>
        <w:bottom w:val="none" w:sz="0" w:space="0" w:color="auto"/>
        <w:right w:val="none" w:sz="0" w:space="0" w:color="auto"/>
      </w:divBdr>
      <w:divsChild>
        <w:div w:id="1274902538">
          <w:marLeft w:val="0"/>
          <w:marRight w:val="0"/>
          <w:marTop w:val="0"/>
          <w:marBottom w:val="0"/>
          <w:divBdr>
            <w:top w:val="single" w:sz="6" w:space="0" w:color="678FC2"/>
            <w:left w:val="single" w:sz="6" w:space="0" w:color="678FC2"/>
            <w:bottom w:val="single" w:sz="6" w:space="0" w:color="678FC2"/>
            <w:right w:val="single" w:sz="6" w:space="0" w:color="678FC2"/>
          </w:divBdr>
          <w:divsChild>
            <w:div w:id="1084952772">
              <w:marLeft w:val="0"/>
              <w:marRight w:val="0"/>
              <w:marTop w:val="0"/>
              <w:marBottom w:val="0"/>
              <w:divBdr>
                <w:top w:val="none" w:sz="0" w:space="0" w:color="auto"/>
                <w:left w:val="none" w:sz="0" w:space="0" w:color="auto"/>
                <w:bottom w:val="none" w:sz="0" w:space="0" w:color="auto"/>
                <w:right w:val="none" w:sz="0" w:space="0" w:color="auto"/>
              </w:divBdr>
              <w:divsChild>
                <w:div w:id="968240116">
                  <w:marLeft w:val="150"/>
                  <w:marRight w:val="150"/>
                  <w:marTop w:val="0"/>
                  <w:marBottom w:val="0"/>
                  <w:divBdr>
                    <w:top w:val="none" w:sz="0" w:space="0" w:color="auto"/>
                    <w:left w:val="none" w:sz="0" w:space="0" w:color="auto"/>
                    <w:bottom w:val="none" w:sz="0" w:space="0" w:color="auto"/>
                    <w:right w:val="none" w:sz="0" w:space="0" w:color="auto"/>
                  </w:divBdr>
                  <w:divsChild>
                    <w:div w:id="467555495">
                      <w:marLeft w:val="0"/>
                      <w:marRight w:val="0"/>
                      <w:marTop w:val="0"/>
                      <w:marBottom w:val="0"/>
                      <w:divBdr>
                        <w:top w:val="none" w:sz="0" w:space="0" w:color="auto"/>
                        <w:left w:val="none" w:sz="0" w:space="0" w:color="auto"/>
                        <w:bottom w:val="none" w:sz="0" w:space="0" w:color="auto"/>
                        <w:right w:val="none" w:sz="0" w:space="0" w:color="auto"/>
                      </w:divBdr>
                      <w:divsChild>
                        <w:div w:id="2129859669">
                          <w:marLeft w:val="0"/>
                          <w:marRight w:val="0"/>
                          <w:marTop w:val="0"/>
                          <w:marBottom w:val="0"/>
                          <w:divBdr>
                            <w:top w:val="none" w:sz="0" w:space="0" w:color="auto"/>
                            <w:left w:val="none" w:sz="0" w:space="0" w:color="auto"/>
                            <w:bottom w:val="none" w:sz="0" w:space="0" w:color="auto"/>
                            <w:right w:val="none" w:sz="0" w:space="0" w:color="auto"/>
                          </w:divBdr>
                          <w:divsChild>
                            <w:div w:id="1136873561">
                              <w:marLeft w:val="0"/>
                              <w:marRight w:val="0"/>
                              <w:marTop w:val="0"/>
                              <w:marBottom w:val="0"/>
                              <w:divBdr>
                                <w:top w:val="none" w:sz="0" w:space="0" w:color="auto"/>
                                <w:left w:val="none" w:sz="0" w:space="0" w:color="auto"/>
                                <w:bottom w:val="none" w:sz="0" w:space="0" w:color="auto"/>
                                <w:right w:val="none" w:sz="0" w:space="0" w:color="auto"/>
                              </w:divBdr>
                              <w:divsChild>
                                <w:div w:id="1063941600">
                                  <w:marLeft w:val="0"/>
                                  <w:marRight w:val="0"/>
                                  <w:marTop w:val="0"/>
                                  <w:marBottom w:val="0"/>
                                  <w:divBdr>
                                    <w:top w:val="none" w:sz="0" w:space="0" w:color="auto"/>
                                    <w:left w:val="none" w:sz="0" w:space="0" w:color="auto"/>
                                    <w:bottom w:val="none" w:sz="0" w:space="0" w:color="auto"/>
                                    <w:right w:val="none" w:sz="0" w:space="0" w:color="auto"/>
                                  </w:divBdr>
                                  <w:divsChild>
                                    <w:div w:id="2076774920">
                                      <w:marLeft w:val="30"/>
                                      <w:marRight w:val="480"/>
                                      <w:marTop w:val="0"/>
                                      <w:marBottom w:val="0"/>
                                      <w:divBdr>
                                        <w:top w:val="none" w:sz="0" w:space="0" w:color="auto"/>
                                        <w:left w:val="none" w:sz="0" w:space="0" w:color="auto"/>
                                        <w:bottom w:val="none" w:sz="0" w:space="0" w:color="auto"/>
                                        <w:right w:val="none" w:sz="0" w:space="0" w:color="auto"/>
                                      </w:divBdr>
                                      <w:divsChild>
                                        <w:div w:id="1631933783">
                                          <w:marLeft w:val="30"/>
                                          <w:marRight w:val="480"/>
                                          <w:marTop w:val="0"/>
                                          <w:marBottom w:val="0"/>
                                          <w:divBdr>
                                            <w:top w:val="none" w:sz="0" w:space="0" w:color="auto"/>
                                            <w:left w:val="none" w:sz="0" w:space="0" w:color="auto"/>
                                            <w:bottom w:val="none" w:sz="0" w:space="0" w:color="auto"/>
                                            <w:right w:val="none" w:sz="0" w:space="0" w:color="auto"/>
                                          </w:divBdr>
                                          <w:divsChild>
                                            <w:div w:id="11685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65041177">
      <w:bodyDiv w:val="1"/>
      <w:marLeft w:val="0"/>
      <w:marRight w:val="0"/>
      <w:marTop w:val="0"/>
      <w:marBottom w:val="0"/>
      <w:divBdr>
        <w:top w:val="none" w:sz="0" w:space="0" w:color="auto"/>
        <w:left w:val="none" w:sz="0" w:space="0" w:color="auto"/>
        <w:bottom w:val="none" w:sz="0" w:space="0" w:color="auto"/>
        <w:right w:val="none" w:sz="0" w:space="0" w:color="auto"/>
      </w:divBdr>
      <w:divsChild>
        <w:div w:id="171533424">
          <w:marLeft w:val="0"/>
          <w:marRight w:val="0"/>
          <w:marTop w:val="0"/>
          <w:marBottom w:val="0"/>
          <w:divBdr>
            <w:top w:val="single" w:sz="6" w:space="0" w:color="678FC2"/>
            <w:left w:val="single" w:sz="6" w:space="0" w:color="678FC2"/>
            <w:bottom w:val="single" w:sz="6" w:space="0" w:color="678FC2"/>
            <w:right w:val="single" w:sz="6" w:space="0" w:color="678FC2"/>
          </w:divBdr>
          <w:divsChild>
            <w:div w:id="87237111">
              <w:marLeft w:val="0"/>
              <w:marRight w:val="0"/>
              <w:marTop w:val="0"/>
              <w:marBottom w:val="0"/>
              <w:divBdr>
                <w:top w:val="none" w:sz="0" w:space="0" w:color="auto"/>
                <w:left w:val="none" w:sz="0" w:space="0" w:color="auto"/>
                <w:bottom w:val="none" w:sz="0" w:space="0" w:color="auto"/>
                <w:right w:val="none" w:sz="0" w:space="0" w:color="auto"/>
              </w:divBdr>
              <w:divsChild>
                <w:div w:id="1246768705">
                  <w:marLeft w:val="150"/>
                  <w:marRight w:val="150"/>
                  <w:marTop w:val="0"/>
                  <w:marBottom w:val="0"/>
                  <w:divBdr>
                    <w:top w:val="none" w:sz="0" w:space="0" w:color="auto"/>
                    <w:left w:val="none" w:sz="0" w:space="0" w:color="auto"/>
                    <w:bottom w:val="none" w:sz="0" w:space="0" w:color="auto"/>
                    <w:right w:val="none" w:sz="0" w:space="0" w:color="auto"/>
                  </w:divBdr>
                  <w:divsChild>
                    <w:div w:id="939534477">
                      <w:marLeft w:val="0"/>
                      <w:marRight w:val="0"/>
                      <w:marTop w:val="0"/>
                      <w:marBottom w:val="0"/>
                      <w:divBdr>
                        <w:top w:val="none" w:sz="0" w:space="0" w:color="auto"/>
                        <w:left w:val="none" w:sz="0" w:space="0" w:color="auto"/>
                        <w:bottom w:val="none" w:sz="0" w:space="0" w:color="auto"/>
                        <w:right w:val="none" w:sz="0" w:space="0" w:color="auto"/>
                      </w:divBdr>
                      <w:divsChild>
                        <w:div w:id="392241009">
                          <w:marLeft w:val="0"/>
                          <w:marRight w:val="0"/>
                          <w:marTop w:val="0"/>
                          <w:marBottom w:val="0"/>
                          <w:divBdr>
                            <w:top w:val="none" w:sz="0" w:space="0" w:color="auto"/>
                            <w:left w:val="none" w:sz="0" w:space="0" w:color="auto"/>
                            <w:bottom w:val="none" w:sz="0" w:space="0" w:color="auto"/>
                            <w:right w:val="none" w:sz="0" w:space="0" w:color="auto"/>
                          </w:divBdr>
                          <w:divsChild>
                            <w:div w:id="740060575">
                              <w:marLeft w:val="0"/>
                              <w:marRight w:val="0"/>
                              <w:marTop w:val="0"/>
                              <w:marBottom w:val="0"/>
                              <w:divBdr>
                                <w:top w:val="none" w:sz="0" w:space="0" w:color="auto"/>
                                <w:left w:val="none" w:sz="0" w:space="0" w:color="auto"/>
                                <w:bottom w:val="none" w:sz="0" w:space="0" w:color="auto"/>
                                <w:right w:val="none" w:sz="0" w:space="0" w:color="auto"/>
                              </w:divBdr>
                              <w:divsChild>
                                <w:div w:id="1747266918">
                                  <w:marLeft w:val="0"/>
                                  <w:marRight w:val="0"/>
                                  <w:marTop w:val="0"/>
                                  <w:marBottom w:val="0"/>
                                  <w:divBdr>
                                    <w:top w:val="none" w:sz="0" w:space="0" w:color="auto"/>
                                    <w:left w:val="none" w:sz="0" w:space="0" w:color="auto"/>
                                    <w:bottom w:val="none" w:sz="0" w:space="0" w:color="auto"/>
                                    <w:right w:val="none" w:sz="0" w:space="0" w:color="auto"/>
                                  </w:divBdr>
                                  <w:divsChild>
                                    <w:div w:id="134177024">
                                      <w:marLeft w:val="30"/>
                                      <w:marRight w:val="480"/>
                                      <w:marTop w:val="0"/>
                                      <w:marBottom w:val="0"/>
                                      <w:divBdr>
                                        <w:top w:val="none" w:sz="0" w:space="0" w:color="auto"/>
                                        <w:left w:val="none" w:sz="0" w:space="0" w:color="auto"/>
                                        <w:bottom w:val="none" w:sz="0" w:space="0" w:color="auto"/>
                                        <w:right w:val="none" w:sz="0" w:space="0" w:color="auto"/>
                                      </w:divBdr>
                                      <w:divsChild>
                                        <w:div w:id="43046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7468735">
      <w:bodyDiv w:val="1"/>
      <w:marLeft w:val="0"/>
      <w:marRight w:val="0"/>
      <w:marTop w:val="0"/>
      <w:marBottom w:val="0"/>
      <w:divBdr>
        <w:top w:val="none" w:sz="0" w:space="0" w:color="auto"/>
        <w:left w:val="none" w:sz="0" w:space="0" w:color="auto"/>
        <w:bottom w:val="none" w:sz="0" w:space="0" w:color="auto"/>
        <w:right w:val="none" w:sz="0" w:space="0" w:color="auto"/>
      </w:divBdr>
      <w:divsChild>
        <w:div w:id="340667917">
          <w:marLeft w:val="0"/>
          <w:marRight w:val="0"/>
          <w:marTop w:val="0"/>
          <w:marBottom w:val="0"/>
          <w:divBdr>
            <w:top w:val="single" w:sz="6" w:space="0" w:color="678FC2"/>
            <w:left w:val="single" w:sz="6" w:space="0" w:color="678FC2"/>
            <w:bottom w:val="single" w:sz="6" w:space="0" w:color="678FC2"/>
            <w:right w:val="single" w:sz="6" w:space="0" w:color="678FC2"/>
          </w:divBdr>
          <w:divsChild>
            <w:div w:id="1569539798">
              <w:marLeft w:val="0"/>
              <w:marRight w:val="0"/>
              <w:marTop w:val="0"/>
              <w:marBottom w:val="0"/>
              <w:divBdr>
                <w:top w:val="none" w:sz="0" w:space="0" w:color="auto"/>
                <w:left w:val="none" w:sz="0" w:space="0" w:color="auto"/>
                <w:bottom w:val="none" w:sz="0" w:space="0" w:color="auto"/>
                <w:right w:val="none" w:sz="0" w:space="0" w:color="auto"/>
              </w:divBdr>
              <w:divsChild>
                <w:div w:id="68384051">
                  <w:marLeft w:val="150"/>
                  <w:marRight w:val="150"/>
                  <w:marTop w:val="0"/>
                  <w:marBottom w:val="0"/>
                  <w:divBdr>
                    <w:top w:val="none" w:sz="0" w:space="0" w:color="auto"/>
                    <w:left w:val="none" w:sz="0" w:space="0" w:color="auto"/>
                    <w:bottom w:val="none" w:sz="0" w:space="0" w:color="auto"/>
                    <w:right w:val="none" w:sz="0" w:space="0" w:color="auto"/>
                  </w:divBdr>
                  <w:divsChild>
                    <w:div w:id="155608588">
                      <w:marLeft w:val="0"/>
                      <w:marRight w:val="0"/>
                      <w:marTop w:val="0"/>
                      <w:marBottom w:val="0"/>
                      <w:divBdr>
                        <w:top w:val="none" w:sz="0" w:space="0" w:color="auto"/>
                        <w:left w:val="none" w:sz="0" w:space="0" w:color="auto"/>
                        <w:bottom w:val="none" w:sz="0" w:space="0" w:color="auto"/>
                        <w:right w:val="none" w:sz="0" w:space="0" w:color="auto"/>
                      </w:divBdr>
                      <w:divsChild>
                        <w:div w:id="1838837685">
                          <w:marLeft w:val="0"/>
                          <w:marRight w:val="0"/>
                          <w:marTop w:val="0"/>
                          <w:marBottom w:val="0"/>
                          <w:divBdr>
                            <w:top w:val="none" w:sz="0" w:space="0" w:color="auto"/>
                            <w:left w:val="none" w:sz="0" w:space="0" w:color="auto"/>
                            <w:bottom w:val="none" w:sz="0" w:space="0" w:color="auto"/>
                            <w:right w:val="none" w:sz="0" w:space="0" w:color="auto"/>
                          </w:divBdr>
                          <w:divsChild>
                            <w:div w:id="1372849449">
                              <w:marLeft w:val="0"/>
                              <w:marRight w:val="0"/>
                              <w:marTop w:val="0"/>
                              <w:marBottom w:val="0"/>
                              <w:divBdr>
                                <w:top w:val="none" w:sz="0" w:space="0" w:color="auto"/>
                                <w:left w:val="none" w:sz="0" w:space="0" w:color="auto"/>
                                <w:bottom w:val="none" w:sz="0" w:space="0" w:color="auto"/>
                                <w:right w:val="none" w:sz="0" w:space="0" w:color="auto"/>
                              </w:divBdr>
                              <w:divsChild>
                                <w:div w:id="2146972891">
                                  <w:marLeft w:val="0"/>
                                  <w:marRight w:val="0"/>
                                  <w:marTop w:val="0"/>
                                  <w:marBottom w:val="0"/>
                                  <w:divBdr>
                                    <w:top w:val="none" w:sz="0" w:space="0" w:color="auto"/>
                                    <w:left w:val="none" w:sz="0" w:space="0" w:color="auto"/>
                                    <w:bottom w:val="none" w:sz="0" w:space="0" w:color="auto"/>
                                    <w:right w:val="none" w:sz="0" w:space="0" w:color="auto"/>
                                  </w:divBdr>
                                  <w:divsChild>
                                    <w:div w:id="894000411">
                                      <w:marLeft w:val="30"/>
                                      <w:marRight w:val="480"/>
                                      <w:marTop w:val="0"/>
                                      <w:marBottom w:val="0"/>
                                      <w:divBdr>
                                        <w:top w:val="none" w:sz="0" w:space="0" w:color="auto"/>
                                        <w:left w:val="none" w:sz="0" w:space="0" w:color="auto"/>
                                        <w:bottom w:val="none" w:sz="0" w:space="0" w:color="auto"/>
                                        <w:right w:val="none" w:sz="0" w:space="0" w:color="auto"/>
                                      </w:divBdr>
                                      <w:divsChild>
                                        <w:div w:id="133819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0353868">
      <w:bodyDiv w:val="1"/>
      <w:marLeft w:val="0"/>
      <w:marRight w:val="0"/>
      <w:marTop w:val="0"/>
      <w:marBottom w:val="0"/>
      <w:divBdr>
        <w:top w:val="none" w:sz="0" w:space="0" w:color="auto"/>
        <w:left w:val="none" w:sz="0" w:space="0" w:color="auto"/>
        <w:bottom w:val="none" w:sz="0" w:space="0" w:color="auto"/>
        <w:right w:val="none" w:sz="0" w:space="0" w:color="auto"/>
      </w:divBdr>
      <w:divsChild>
        <w:div w:id="1580555142">
          <w:marLeft w:val="0"/>
          <w:marRight w:val="0"/>
          <w:marTop w:val="0"/>
          <w:marBottom w:val="0"/>
          <w:divBdr>
            <w:top w:val="single" w:sz="6" w:space="0" w:color="678FC2"/>
            <w:left w:val="single" w:sz="6" w:space="0" w:color="678FC2"/>
            <w:bottom w:val="single" w:sz="6" w:space="0" w:color="678FC2"/>
            <w:right w:val="single" w:sz="6" w:space="0" w:color="678FC2"/>
          </w:divBdr>
          <w:divsChild>
            <w:div w:id="96289455">
              <w:marLeft w:val="0"/>
              <w:marRight w:val="0"/>
              <w:marTop w:val="0"/>
              <w:marBottom w:val="0"/>
              <w:divBdr>
                <w:top w:val="none" w:sz="0" w:space="0" w:color="auto"/>
                <w:left w:val="none" w:sz="0" w:space="0" w:color="auto"/>
                <w:bottom w:val="none" w:sz="0" w:space="0" w:color="auto"/>
                <w:right w:val="none" w:sz="0" w:space="0" w:color="auto"/>
              </w:divBdr>
              <w:divsChild>
                <w:div w:id="1065684626">
                  <w:marLeft w:val="150"/>
                  <w:marRight w:val="150"/>
                  <w:marTop w:val="0"/>
                  <w:marBottom w:val="0"/>
                  <w:divBdr>
                    <w:top w:val="none" w:sz="0" w:space="0" w:color="auto"/>
                    <w:left w:val="none" w:sz="0" w:space="0" w:color="auto"/>
                    <w:bottom w:val="none" w:sz="0" w:space="0" w:color="auto"/>
                    <w:right w:val="none" w:sz="0" w:space="0" w:color="auto"/>
                  </w:divBdr>
                  <w:divsChild>
                    <w:div w:id="320164531">
                      <w:marLeft w:val="0"/>
                      <w:marRight w:val="0"/>
                      <w:marTop w:val="0"/>
                      <w:marBottom w:val="0"/>
                      <w:divBdr>
                        <w:top w:val="none" w:sz="0" w:space="0" w:color="auto"/>
                        <w:left w:val="none" w:sz="0" w:space="0" w:color="auto"/>
                        <w:bottom w:val="none" w:sz="0" w:space="0" w:color="auto"/>
                        <w:right w:val="none" w:sz="0" w:space="0" w:color="auto"/>
                      </w:divBdr>
                      <w:divsChild>
                        <w:div w:id="1616055117">
                          <w:marLeft w:val="0"/>
                          <w:marRight w:val="0"/>
                          <w:marTop w:val="0"/>
                          <w:marBottom w:val="0"/>
                          <w:divBdr>
                            <w:top w:val="none" w:sz="0" w:space="0" w:color="auto"/>
                            <w:left w:val="none" w:sz="0" w:space="0" w:color="auto"/>
                            <w:bottom w:val="none" w:sz="0" w:space="0" w:color="auto"/>
                            <w:right w:val="none" w:sz="0" w:space="0" w:color="auto"/>
                          </w:divBdr>
                          <w:divsChild>
                            <w:div w:id="362370407">
                              <w:marLeft w:val="0"/>
                              <w:marRight w:val="0"/>
                              <w:marTop w:val="0"/>
                              <w:marBottom w:val="0"/>
                              <w:divBdr>
                                <w:top w:val="none" w:sz="0" w:space="0" w:color="auto"/>
                                <w:left w:val="none" w:sz="0" w:space="0" w:color="auto"/>
                                <w:bottom w:val="none" w:sz="0" w:space="0" w:color="auto"/>
                                <w:right w:val="none" w:sz="0" w:space="0" w:color="auto"/>
                              </w:divBdr>
                              <w:divsChild>
                                <w:div w:id="1060010336">
                                  <w:marLeft w:val="0"/>
                                  <w:marRight w:val="0"/>
                                  <w:marTop w:val="0"/>
                                  <w:marBottom w:val="0"/>
                                  <w:divBdr>
                                    <w:top w:val="none" w:sz="0" w:space="0" w:color="auto"/>
                                    <w:left w:val="none" w:sz="0" w:space="0" w:color="auto"/>
                                    <w:bottom w:val="none" w:sz="0" w:space="0" w:color="auto"/>
                                    <w:right w:val="none" w:sz="0" w:space="0" w:color="auto"/>
                                  </w:divBdr>
                                  <w:divsChild>
                                    <w:div w:id="1156187081">
                                      <w:marLeft w:val="30"/>
                                      <w:marRight w:val="480"/>
                                      <w:marTop w:val="0"/>
                                      <w:marBottom w:val="0"/>
                                      <w:divBdr>
                                        <w:top w:val="none" w:sz="0" w:space="0" w:color="auto"/>
                                        <w:left w:val="none" w:sz="0" w:space="0" w:color="auto"/>
                                        <w:bottom w:val="none" w:sz="0" w:space="0" w:color="auto"/>
                                        <w:right w:val="none" w:sz="0" w:space="0" w:color="auto"/>
                                      </w:divBdr>
                                      <w:divsChild>
                                        <w:div w:id="129147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6033823">
      <w:bodyDiv w:val="1"/>
      <w:marLeft w:val="0"/>
      <w:marRight w:val="0"/>
      <w:marTop w:val="0"/>
      <w:marBottom w:val="0"/>
      <w:divBdr>
        <w:top w:val="none" w:sz="0" w:space="0" w:color="auto"/>
        <w:left w:val="none" w:sz="0" w:space="0" w:color="auto"/>
        <w:bottom w:val="none" w:sz="0" w:space="0" w:color="auto"/>
        <w:right w:val="none" w:sz="0" w:space="0" w:color="auto"/>
      </w:divBdr>
      <w:divsChild>
        <w:div w:id="684794243">
          <w:marLeft w:val="0"/>
          <w:marRight w:val="0"/>
          <w:marTop w:val="0"/>
          <w:marBottom w:val="0"/>
          <w:divBdr>
            <w:top w:val="single" w:sz="6" w:space="0" w:color="678FC2"/>
            <w:left w:val="single" w:sz="6" w:space="0" w:color="678FC2"/>
            <w:bottom w:val="single" w:sz="6" w:space="0" w:color="678FC2"/>
            <w:right w:val="single" w:sz="6" w:space="0" w:color="678FC2"/>
          </w:divBdr>
          <w:divsChild>
            <w:div w:id="1871147234">
              <w:marLeft w:val="0"/>
              <w:marRight w:val="0"/>
              <w:marTop w:val="0"/>
              <w:marBottom w:val="0"/>
              <w:divBdr>
                <w:top w:val="none" w:sz="0" w:space="0" w:color="auto"/>
                <w:left w:val="none" w:sz="0" w:space="0" w:color="auto"/>
                <w:bottom w:val="none" w:sz="0" w:space="0" w:color="auto"/>
                <w:right w:val="none" w:sz="0" w:space="0" w:color="auto"/>
              </w:divBdr>
              <w:divsChild>
                <w:div w:id="39980876">
                  <w:marLeft w:val="150"/>
                  <w:marRight w:val="150"/>
                  <w:marTop w:val="0"/>
                  <w:marBottom w:val="0"/>
                  <w:divBdr>
                    <w:top w:val="none" w:sz="0" w:space="0" w:color="auto"/>
                    <w:left w:val="none" w:sz="0" w:space="0" w:color="auto"/>
                    <w:bottom w:val="none" w:sz="0" w:space="0" w:color="auto"/>
                    <w:right w:val="none" w:sz="0" w:space="0" w:color="auto"/>
                  </w:divBdr>
                  <w:divsChild>
                    <w:div w:id="574899445">
                      <w:marLeft w:val="0"/>
                      <w:marRight w:val="0"/>
                      <w:marTop w:val="0"/>
                      <w:marBottom w:val="0"/>
                      <w:divBdr>
                        <w:top w:val="none" w:sz="0" w:space="0" w:color="auto"/>
                        <w:left w:val="none" w:sz="0" w:space="0" w:color="auto"/>
                        <w:bottom w:val="none" w:sz="0" w:space="0" w:color="auto"/>
                        <w:right w:val="none" w:sz="0" w:space="0" w:color="auto"/>
                      </w:divBdr>
                      <w:divsChild>
                        <w:div w:id="1030257043">
                          <w:marLeft w:val="0"/>
                          <w:marRight w:val="0"/>
                          <w:marTop w:val="0"/>
                          <w:marBottom w:val="0"/>
                          <w:divBdr>
                            <w:top w:val="none" w:sz="0" w:space="0" w:color="auto"/>
                            <w:left w:val="none" w:sz="0" w:space="0" w:color="auto"/>
                            <w:bottom w:val="none" w:sz="0" w:space="0" w:color="auto"/>
                            <w:right w:val="none" w:sz="0" w:space="0" w:color="auto"/>
                          </w:divBdr>
                          <w:divsChild>
                            <w:div w:id="1067074082">
                              <w:marLeft w:val="0"/>
                              <w:marRight w:val="0"/>
                              <w:marTop w:val="0"/>
                              <w:marBottom w:val="0"/>
                              <w:divBdr>
                                <w:top w:val="none" w:sz="0" w:space="0" w:color="auto"/>
                                <w:left w:val="none" w:sz="0" w:space="0" w:color="auto"/>
                                <w:bottom w:val="none" w:sz="0" w:space="0" w:color="auto"/>
                                <w:right w:val="none" w:sz="0" w:space="0" w:color="auto"/>
                              </w:divBdr>
                              <w:divsChild>
                                <w:div w:id="127271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3074382">
      <w:bodyDiv w:val="1"/>
      <w:marLeft w:val="0"/>
      <w:marRight w:val="0"/>
      <w:marTop w:val="0"/>
      <w:marBottom w:val="0"/>
      <w:divBdr>
        <w:top w:val="none" w:sz="0" w:space="0" w:color="auto"/>
        <w:left w:val="none" w:sz="0" w:space="0" w:color="auto"/>
        <w:bottom w:val="none" w:sz="0" w:space="0" w:color="auto"/>
        <w:right w:val="none" w:sz="0" w:space="0" w:color="auto"/>
      </w:divBdr>
      <w:divsChild>
        <w:div w:id="300772668">
          <w:marLeft w:val="0"/>
          <w:marRight w:val="0"/>
          <w:marTop w:val="0"/>
          <w:marBottom w:val="0"/>
          <w:divBdr>
            <w:top w:val="single" w:sz="6" w:space="0" w:color="678FC2"/>
            <w:left w:val="single" w:sz="6" w:space="0" w:color="678FC2"/>
            <w:bottom w:val="single" w:sz="6" w:space="0" w:color="678FC2"/>
            <w:right w:val="single" w:sz="6" w:space="0" w:color="678FC2"/>
          </w:divBdr>
          <w:divsChild>
            <w:div w:id="813645462">
              <w:marLeft w:val="0"/>
              <w:marRight w:val="0"/>
              <w:marTop w:val="0"/>
              <w:marBottom w:val="0"/>
              <w:divBdr>
                <w:top w:val="none" w:sz="0" w:space="0" w:color="auto"/>
                <w:left w:val="none" w:sz="0" w:space="0" w:color="auto"/>
                <w:bottom w:val="none" w:sz="0" w:space="0" w:color="auto"/>
                <w:right w:val="none" w:sz="0" w:space="0" w:color="auto"/>
              </w:divBdr>
              <w:divsChild>
                <w:div w:id="1720327078">
                  <w:marLeft w:val="150"/>
                  <w:marRight w:val="150"/>
                  <w:marTop w:val="0"/>
                  <w:marBottom w:val="0"/>
                  <w:divBdr>
                    <w:top w:val="none" w:sz="0" w:space="0" w:color="auto"/>
                    <w:left w:val="none" w:sz="0" w:space="0" w:color="auto"/>
                    <w:bottom w:val="none" w:sz="0" w:space="0" w:color="auto"/>
                    <w:right w:val="none" w:sz="0" w:space="0" w:color="auto"/>
                  </w:divBdr>
                  <w:divsChild>
                    <w:div w:id="792748271">
                      <w:marLeft w:val="0"/>
                      <w:marRight w:val="0"/>
                      <w:marTop w:val="0"/>
                      <w:marBottom w:val="0"/>
                      <w:divBdr>
                        <w:top w:val="none" w:sz="0" w:space="0" w:color="auto"/>
                        <w:left w:val="none" w:sz="0" w:space="0" w:color="auto"/>
                        <w:bottom w:val="none" w:sz="0" w:space="0" w:color="auto"/>
                        <w:right w:val="none" w:sz="0" w:space="0" w:color="auto"/>
                      </w:divBdr>
                      <w:divsChild>
                        <w:div w:id="11148158">
                          <w:marLeft w:val="0"/>
                          <w:marRight w:val="0"/>
                          <w:marTop w:val="0"/>
                          <w:marBottom w:val="0"/>
                          <w:divBdr>
                            <w:top w:val="none" w:sz="0" w:space="0" w:color="auto"/>
                            <w:left w:val="none" w:sz="0" w:space="0" w:color="auto"/>
                            <w:bottom w:val="none" w:sz="0" w:space="0" w:color="auto"/>
                            <w:right w:val="none" w:sz="0" w:space="0" w:color="auto"/>
                          </w:divBdr>
                          <w:divsChild>
                            <w:div w:id="1718120609">
                              <w:marLeft w:val="0"/>
                              <w:marRight w:val="0"/>
                              <w:marTop w:val="0"/>
                              <w:marBottom w:val="0"/>
                              <w:divBdr>
                                <w:top w:val="none" w:sz="0" w:space="0" w:color="auto"/>
                                <w:left w:val="none" w:sz="0" w:space="0" w:color="auto"/>
                                <w:bottom w:val="none" w:sz="0" w:space="0" w:color="auto"/>
                                <w:right w:val="none" w:sz="0" w:space="0" w:color="auto"/>
                              </w:divBdr>
                              <w:divsChild>
                                <w:div w:id="1673726853">
                                  <w:marLeft w:val="0"/>
                                  <w:marRight w:val="0"/>
                                  <w:marTop w:val="0"/>
                                  <w:marBottom w:val="0"/>
                                  <w:divBdr>
                                    <w:top w:val="none" w:sz="0" w:space="0" w:color="auto"/>
                                    <w:left w:val="none" w:sz="0" w:space="0" w:color="auto"/>
                                    <w:bottom w:val="none" w:sz="0" w:space="0" w:color="auto"/>
                                    <w:right w:val="none" w:sz="0" w:space="0" w:color="auto"/>
                                  </w:divBdr>
                                  <w:divsChild>
                                    <w:div w:id="19557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1206638">
      <w:bodyDiv w:val="1"/>
      <w:marLeft w:val="0"/>
      <w:marRight w:val="0"/>
      <w:marTop w:val="0"/>
      <w:marBottom w:val="0"/>
      <w:divBdr>
        <w:top w:val="none" w:sz="0" w:space="0" w:color="auto"/>
        <w:left w:val="none" w:sz="0" w:space="0" w:color="auto"/>
        <w:bottom w:val="none" w:sz="0" w:space="0" w:color="auto"/>
        <w:right w:val="none" w:sz="0" w:space="0" w:color="auto"/>
      </w:divBdr>
      <w:divsChild>
        <w:div w:id="164366658">
          <w:marLeft w:val="0"/>
          <w:marRight w:val="0"/>
          <w:marTop w:val="0"/>
          <w:marBottom w:val="0"/>
          <w:divBdr>
            <w:top w:val="single" w:sz="6" w:space="0" w:color="678FC2"/>
            <w:left w:val="single" w:sz="6" w:space="0" w:color="678FC2"/>
            <w:bottom w:val="single" w:sz="6" w:space="0" w:color="678FC2"/>
            <w:right w:val="single" w:sz="6" w:space="0" w:color="678FC2"/>
          </w:divBdr>
          <w:divsChild>
            <w:div w:id="1342195894">
              <w:marLeft w:val="0"/>
              <w:marRight w:val="0"/>
              <w:marTop w:val="0"/>
              <w:marBottom w:val="0"/>
              <w:divBdr>
                <w:top w:val="none" w:sz="0" w:space="0" w:color="auto"/>
                <w:left w:val="none" w:sz="0" w:space="0" w:color="auto"/>
                <w:bottom w:val="none" w:sz="0" w:space="0" w:color="auto"/>
                <w:right w:val="none" w:sz="0" w:space="0" w:color="auto"/>
              </w:divBdr>
              <w:divsChild>
                <w:div w:id="1015569657">
                  <w:marLeft w:val="150"/>
                  <w:marRight w:val="150"/>
                  <w:marTop w:val="0"/>
                  <w:marBottom w:val="0"/>
                  <w:divBdr>
                    <w:top w:val="none" w:sz="0" w:space="0" w:color="auto"/>
                    <w:left w:val="none" w:sz="0" w:space="0" w:color="auto"/>
                    <w:bottom w:val="none" w:sz="0" w:space="0" w:color="auto"/>
                    <w:right w:val="none" w:sz="0" w:space="0" w:color="auto"/>
                  </w:divBdr>
                  <w:divsChild>
                    <w:div w:id="416753261">
                      <w:marLeft w:val="0"/>
                      <w:marRight w:val="0"/>
                      <w:marTop w:val="0"/>
                      <w:marBottom w:val="0"/>
                      <w:divBdr>
                        <w:top w:val="none" w:sz="0" w:space="0" w:color="auto"/>
                        <w:left w:val="none" w:sz="0" w:space="0" w:color="auto"/>
                        <w:bottom w:val="none" w:sz="0" w:space="0" w:color="auto"/>
                        <w:right w:val="none" w:sz="0" w:space="0" w:color="auto"/>
                      </w:divBdr>
                      <w:divsChild>
                        <w:div w:id="1483346519">
                          <w:marLeft w:val="0"/>
                          <w:marRight w:val="0"/>
                          <w:marTop w:val="0"/>
                          <w:marBottom w:val="0"/>
                          <w:divBdr>
                            <w:top w:val="none" w:sz="0" w:space="0" w:color="auto"/>
                            <w:left w:val="none" w:sz="0" w:space="0" w:color="auto"/>
                            <w:bottom w:val="none" w:sz="0" w:space="0" w:color="auto"/>
                            <w:right w:val="none" w:sz="0" w:space="0" w:color="auto"/>
                          </w:divBdr>
                          <w:divsChild>
                            <w:div w:id="1437557519">
                              <w:marLeft w:val="0"/>
                              <w:marRight w:val="0"/>
                              <w:marTop w:val="0"/>
                              <w:marBottom w:val="0"/>
                              <w:divBdr>
                                <w:top w:val="none" w:sz="0" w:space="0" w:color="auto"/>
                                <w:left w:val="none" w:sz="0" w:space="0" w:color="auto"/>
                                <w:bottom w:val="none" w:sz="0" w:space="0" w:color="auto"/>
                                <w:right w:val="none" w:sz="0" w:space="0" w:color="auto"/>
                              </w:divBdr>
                              <w:divsChild>
                                <w:div w:id="189338831">
                                  <w:marLeft w:val="0"/>
                                  <w:marRight w:val="0"/>
                                  <w:marTop w:val="0"/>
                                  <w:marBottom w:val="0"/>
                                  <w:divBdr>
                                    <w:top w:val="none" w:sz="0" w:space="0" w:color="auto"/>
                                    <w:left w:val="none" w:sz="0" w:space="0" w:color="auto"/>
                                    <w:bottom w:val="none" w:sz="0" w:space="0" w:color="auto"/>
                                    <w:right w:val="none" w:sz="0" w:space="0" w:color="auto"/>
                                  </w:divBdr>
                                  <w:divsChild>
                                    <w:div w:id="710763397">
                                      <w:marLeft w:val="30"/>
                                      <w:marRight w:val="480"/>
                                      <w:marTop w:val="0"/>
                                      <w:marBottom w:val="0"/>
                                      <w:divBdr>
                                        <w:top w:val="none" w:sz="0" w:space="0" w:color="auto"/>
                                        <w:left w:val="none" w:sz="0" w:space="0" w:color="auto"/>
                                        <w:bottom w:val="none" w:sz="0" w:space="0" w:color="auto"/>
                                        <w:right w:val="none" w:sz="0" w:space="0" w:color="auto"/>
                                      </w:divBdr>
                                      <w:divsChild>
                                        <w:div w:id="5172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2555893">
      <w:bodyDiv w:val="1"/>
      <w:marLeft w:val="0"/>
      <w:marRight w:val="0"/>
      <w:marTop w:val="0"/>
      <w:marBottom w:val="0"/>
      <w:divBdr>
        <w:top w:val="none" w:sz="0" w:space="0" w:color="auto"/>
        <w:left w:val="none" w:sz="0" w:space="0" w:color="auto"/>
        <w:bottom w:val="none" w:sz="0" w:space="0" w:color="auto"/>
        <w:right w:val="none" w:sz="0" w:space="0" w:color="auto"/>
      </w:divBdr>
      <w:divsChild>
        <w:div w:id="1762025737">
          <w:marLeft w:val="0"/>
          <w:marRight w:val="0"/>
          <w:marTop w:val="0"/>
          <w:marBottom w:val="0"/>
          <w:divBdr>
            <w:top w:val="single" w:sz="6" w:space="0" w:color="678FC2"/>
            <w:left w:val="single" w:sz="6" w:space="0" w:color="678FC2"/>
            <w:bottom w:val="single" w:sz="6" w:space="0" w:color="678FC2"/>
            <w:right w:val="single" w:sz="6" w:space="0" w:color="678FC2"/>
          </w:divBdr>
          <w:divsChild>
            <w:div w:id="1086609744">
              <w:marLeft w:val="0"/>
              <w:marRight w:val="0"/>
              <w:marTop w:val="0"/>
              <w:marBottom w:val="0"/>
              <w:divBdr>
                <w:top w:val="none" w:sz="0" w:space="0" w:color="auto"/>
                <w:left w:val="none" w:sz="0" w:space="0" w:color="auto"/>
                <w:bottom w:val="none" w:sz="0" w:space="0" w:color="auto"/>
                <w:right w:val="none" w:sz="0" w:space="0" w:color="auto"/>
              </w:divBdr>
              <w:divsChild>
                <w:div w:id="1650403185">
                  <w:marLeft w:val="150"/>
                  <w:marRight w:val="150"/>
                  <w:marTop w:val="0"/>
                  <w:marBottom w:val="0"/>
                  <w:divBdr>
                    <w:top w:val="none" w:sz="0" w:space="0" w:color="auto"/>
                    <w:left w:val="none" w:sz="0" w:space="0" w:color="auto"/>
                    <w:bottom w:val="none" w:sz="0" w:space="0" w:color="auto"/>
                    <w:right w:val="none" w:sz="0" w:space="0" w:color="auto"/>
                  </w:divBdr>
                  <w:divsChild>
                    <w:div w:id="183373364">
                      <w:marLeft w:val="0"/>
                      <w:marRight w:val="0"/>
                      <w:marTop w:val="0"/>
                      <w:marBottom w:val="0"/>
                      <w:divBdr>
                        <w:top w:val="none" w:sz="0" w:space="0" w:color="auto"/>
                        <w:left w:val="none" w:sz="0" w:space="0" w:color="auto"/>
                        <w:bottom w:val="none" w:sz="0" w:space="0" w:color="auto"/>
                        <w:right w:val="none" w:sz="0" w:space="0" w:color="auto"/>
                      </w:divBdr>
                      <w:divsChild>
                        <w:div w:id="2085226176">
                          <w:marLeft w:val="0"/>
                          <w:marRight w:val="0"/>
                          <w:marTop w:val="0"/>
                          <w:marBottom w:val="0"/>
                          <w:divBdr>
                            <w:top w:val="none" w:sz="0" w:space="0" w:color="auto"/>
                            <w:left w:val="none" w:sz="0" w:space="0" w:color="auto"/>
                            <w:bottom w:val="none" w:sz="0" w:space="0" w:color="auto"/>
                            <w:right w:val="none" w:sz="0" w:space="0" w:color="auto"/>
                          </w:divBdr>
                          <w:divsChild>
                            <w:div w:id="324625411">
                              <w:marLeft w:val="0"/>
                              <w:marRight w:val="0"/>
                              <w:marTop w:val="0"/>
                              <w:marBottom w:val="0"/>
                              <w:divBdr>
                                <w:top w:val="none" w:sz="0" w:space="0" w:color="auto"/>
                                <w:left w:val="none" w:sz="0" w:space="0" w:color="auto"/>
                                <w:bottom w:val="none" w:sz="0" w:space="0" w:color="auto"/>
                                <w:right w:val="none" w:sz="0" w:space="0" w:color="auto"/>
                              </w:divBdr>
                              <w:divsChild>
                                <w:div w:id="1599292448">
                                  <w:marLeft w:val="0"/>
                                  <w:marRight w:val="0"/>
                                  <w:marTop w:val="0"/>
                                  <w:marBottom w:val="0"/>
                                  <w:divBdr>
                                    <w:top w:val="none" w:sz="0" w:space="0" w:color="auto"/>
                                    <w:left w:val="none" w:sz="0" w:space="0" w:color="auto"/>
                                    <w:bottom w:val="none" w:sz="0" w:space="0" w:color="auto"/>
                                    <w:right w:val="none" w:sz="0" w:space="0" w:color="auto"/>
                                  </w:divBdr>
                                  <w:divsChild>
                                    <w:div w:id="1467234517">
                                      <w:marLeft w:val="30"/>
                                      <w:marRight w:val="480"/>
                                      <w:marTop w:val="0"/>
                                      <w:marBottom w:val="0"/>
                                      <w:divBdr>
                                        <w:top w:val="none" w:sz="0" w:space="0" w:color="auto"/>
                                        <w:left w:val="none" w:sz="0" w:space="0" w:color="auto"/>
                                        <w:bottom w:val="none" w:sz="0" w:space="0" w:color="auto"/>
                                        <w:right w:val="none" w:sz="0" w:space="0" w:color="auto"/>
                                      </w:divBdr>
                                      <w:divsChild>
                                        <w:div w:id="581645968">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145319">
      <w:bodyDiv w:val="1"/>
      <w:marLeft w:val="0"/>
      <w:marRight w:val="0"/>
      <w:marTop w:val="0"/>
      <w:marBottom w:val="0"/>
      <w:divBdr>
        <w:top w:val="none" w:sz="0" w:space="0" w:color="auto"/>
        <w:left w:val="none" w:sz="0" w:space="0" w:color="auto"/>
        <w:bottom w:val="none" w:sz="0" w:space="0" w:color="auto"/>
        <w:right w:val="none" w:sz="0" w:space="0" w:color="auto"/>
      </w:divBdr>
      <w:divsChild>
        <w:div w:id="1161309052">
          <w:marLeft w:val="0"/>
          <w:marRight w:val="0"/>
          <w:marTop w:val="0"/>
          <w:marBottom w:val="0"/>
          <w:divBdr>
            <w:top w:val="single" w:sz="6" w:space="0" w:color="678FC2"/>
            <w:left w:val="single" w:sz="6" w:space="0" w:color="678FC2"/>
            <w:bottom w:val="single" w:sz="6" w:space="0" w:color="678FC2"/>
            <w:right w:val="single" w:sz="6" w:space="0" w:color="678FC2"/>
          </w:divBdr>
          <w:divsChild>
            <w:div w:id="1517114072">
              <w:marLeft w:val="0"/>
              <w:marRight w:val="0"/>
              <w:marTop w:val="0"/>
              <w:marBottom w:val="0"/>
              <w:divBdr>
                <w:top w:val="none" w:sz="0" w:space="0" w:color="auto"/>
                <w:left w:val="none" w:sz="0" w:space="0" w:color="auto"/>
                <w:bottom w:val="none" w:sz="0" w:space="0" w:color="auto"/>
                <w:right w:val="none" w:sz="0" w:space="0" w:color="auto"/>
              </w:divBdr>
              <w:divsChild>
                <w:div w:id="264001581">
                  <w:marLeft w:val="150"/>
                  <w:marRight w:val="150"/>
                  <w:marTop w:val="0"/>
                  <w:marBottom w:val="0"/>
                  <w:divBdr>
                    <w:top w:val="none" w:sz="0" w:space="0" w:color="auto"/>
                    <w:left w:val="none" w:sz="0" w:space="0" w:color="auto"/>
                    <w:bottom w:val="none" w:sz="0" w:space="0" w:color="auto"/>
                    <w:right w:val="none" w:sz="0" w:space="0" w:color="auto"/>
                  </w:divBdr>
                  <w:divsChild>
                    <w:div w:id="1254707646">
                      <w:marLeft w:val="0"/>
                      <w:marRight w:val="0"/>
                      <w:marTop w:val="0"/>
                      <w:marBottom w:val="0"/>
                      <w:divBdr>
                        <w:top w:val="none" w:sz="0" w:space="0" w:color="auto"/>
                        <w:left w:val="none" w:sz="0" w:space="0" w:color="auto"/>
                        <w:bottom w:val="none" w:sz="0" w:space="0" w:color="auto"/>
                        <w:right w:val="none" w:sz="0" w:space="0" w:color="auto"/>
                      </w:divBdr>
                      <w:divsChild>
                        <w:div w:id="170948928">
                          <w:marLeft w:val="0"/>
                          <w:marRight w:val="0"/>
                          <w:marTop w:val="0"/>
                          <w:marBottom w:val="0"/>
                          <w:divBdr>
                            <w:top w:val="none" w:sz="0" w:space="0" w:color="auto"/>
                            <w:left w:val="none" w:sz="0" w:space="0" w:color="auto"/>
                            <w:bottom w:val="none" w:sz="0" w:space="0" w:color="auto"/>
                            <w:right w:val="none" w:sz="0" w:space="0" w:color="auto"/>
                          </w:divBdr>
                          <w:divsChild>
                            <w:div w:id="1149515893">
                              <w:marLeft w:val="0"/>
                              <w:marRight w:val="0"/>
                              <w:marTop w:val="0"/>
                              <w:marBottom w:val="0"/>
                              <w:divBdr>
                                <w:top w:val="none" w:sz="0" w:space="0" w:color="auto"/>
                                <w:left w:val="none" w:sz="0" w:space="0" w:color="auto"/>
                                <w:bottom w:val="none" w:sz="0" w:space="0" w:color="auto"/>
                                <w:right w:val="none" w:sz="0" w:space="0" w:color="auto"/>
                              </w:divBdr>
                              <w:divsChild>
                                <w:div w:id="799229792">
                                  <w:marLeft w:val="0"/>
                                  <w:marRight w:val="0"/>
                                  <w:marTop w:val="0"/>
                                  <w:marBottom w:val="0"/>
                                  <w:divBdr>
                                    <w:top w:val="none" w:sz="0" w:space="0" w:color="auto"/>
                                    <w:left w:val="none" w:sz="0" w:space="0" w:color="auto"/>
                                    <w:bottom w:val="none" w:sz="0" w:space="0" w:color="auto"/>
                                    <w:right w:val="none" w:sz="0" w:space="0" w:color="auto"/>
                                  </w:divBdr>
                                  <w:divsChild>
                                    <w:div w:id="1937866625">
                                      <w:marLeft w:val="30"/>
                                      <w:marRight w:val="480"/>
                                      <w:marTop w:val="0"/>
                                      <w:marBottom w:val="0"/>
                                      <w:divBdr>
                                        <w:top w:val="none" w:sz="0" w:space="0" w:color="auto"/>
                                        <w:left w:val="none" w:sz="0" w:space="0" w:color="auto"/>
                                        <w:bottom w:val="none" w:sz="0" w:space="0" w:color="auto"/>
                                        <w:right w:val="none" w:sz="0" w:space="0" w:color="auto"/>
                                      </w:divBdr>
                                      <w:divsChild>
                                        <w:div w:id="168042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8618858">
      <w:bodyDiv w:val="1"/>
      <w:marLeft w:val="0"/>
      <w:marRight w:val="0"/>
      <w:marTop w:val="0"/>
      <w:marBottom w:val="0"/>
      <w:divBdr>
        <w:top w:val="none" w:sz="0" w:space="0" w:color="auto"/>
        <w:left w:val="none" w:sz="0" w:space="0" w:color="auto"/>
        <w:bottom w:val="none" w:sz="0" w:space="0" w:color="auto"/>
        <w:right w:val="none" w:sz="0" w:space="0" w:color="auto"/>
      </w:divBdr>
      <w:divsChild>
        <w:div w:id="755630722">
          <w:marLeft w:val="0"/>
          <w:marRight w:val="0"/>
          <w:marTop w:val="0"/>
          <w:marBottom w:val="0"/>
          <w:divBdr>
            <w:top w:val="single" w:sz="6" w:space="0" w:color="678FC2"/>
            <w:left w:val="single" w:sz="6" w:space="0" w:color="678FC2"/>
            <w:bottom w:val="single" w:sz="6" w:space="0" w:color="678FC2"/>
            <w:right w:val="single" w:sz="6" w:space="0" w:color="678FC2"/>
          </w:divBdr>
          <w:divsChild>
            <w:div w:id="1890994996">
              <w:marLeft w:val="0"/>
              <w:marRight w:val="0"/>
              <w:marTop w:val="0"/>
              <w:marBottom w:val="0"/>
              <w:divBdr>
                <w:top w:val="none" w:sz="0" w:space="0" w:color="auto"/>
                <w:left w:val="none" w:sz="0" w:space="0" w:color="auto"/>
                <w:bottom w:val="none" w:sz="0" w:space="0" w:color="auto"/>
                <w:right w:val="none" w:sz="0" w:space="0" w:color="auto"/>
              </w:divBdr>
              <w:divsChild>
                <w:div w:id="1234782199">
                  <w:marLeft w:val="150"/>
                  <w:marRight w:val="150"/>
                  <w:marTop w:val="0"/>
                  <w:marBottom w:val="0"/>
                  <w:divBdr>
                    <w:top w:val="none" w:sz="0" w:space="0" w:color="auto"/>
                    <w:left w:val="none" w:sz="0" w:space="0" w:color="auto"/>
                    <w:bottom w:val="none" w:sz="0" w:space="0" w:color="auto"/>
                    <w:right w:val="none" w:sz="0" w:space="0" w:color="auto"/>
                  </w:divBdr>
                  <w:divsChild>
                    <w:div w:id="1763335750">
                      <w:marLeft w:val="0"/>
                      <w:marRight w:val="0"/>
                      <w:marTop w:val="0"/>
                      <w:marBottom w:val="0"/>
                      <w:divBdr>
                        <w:top w:val="none" w:sz="0" w:space="0" w:color="auto"/>
                        <w:left w:val="none" w:sz="0" w:space="0" w:color="auto"/>
                        <w:bottom w:val="none" w:sz="0" w:space="0" w:color="auto"/>
                        <w:right w:val="none" w:sz="0" w:space="0" w:color="auto"/>
                      </w:divBdr>
                      <w:divsChild>
                        <w:div w:id="1007830047">
                          <w:marLeft w:val="0"/>
                          <w:marRight w:val="0"/>
                          <w:marTop w:val="0"/>
                          <w:marBottom w:val="0"/>
                          <w:divBdr>
                            <w:top w:val="none" w:sz="0" w:space="0" w:color="auto"/>
                            <w:left w:val="none" w:sz="0" w:space="0" w:color="auto"/>
                            <w:bottom w:val="none" w:sz="0" w:space="0" w:color="auto"/>
                            <w:right w:val="none" w:sz="0" w:space="0" w:color="auto"/>
                          </w:divBdr>
                          <w:divsChild>
                            <w:div w:id="909577599">
                              <w:marLeft w:val="0"/>
                              <w:marRight w:val="0"/>
                              <w:marTop w:val="0"/>
                              <w:marBottom w:val="0"/>
                              <w:divBdr>
                                <w:top w:val="none" w:sz="0" w:space="0" w:color="auto"/>
                                <w:left w:val="none" w:sz="0" w:space="0" w:color="auto"/>
                                <w:bottom w:val="none" w:sz="0" w:space="0" w:color="auto"/>
                                <w:right w:val="none" w:sz="0" w:space="0" w:color="auto"/>
                              </w:divBdr>
                              <w:divsChild>
                                <w:div w:id="2320106">
                                  <w:marLeft w:val="0"/>
                                  <w:marRight w:val="0"/>
                                  <w:marTop w:val="0"/>
                                  <w:marBottom w:val="0"/>
                                  <w:divBdr>
                                    <w:top w:val="none" w:sz="0" w:space="0" w:color="auto"/>
                                    <w:left w:val="none" w:sz="0" w:space="0" w:color="auto"/>
                                    <w:bottom w:val="none" w:sz="0" w:space="0" w:color="auto"/>
                                    <w:right w:val="none" w:sz="0" w:space="0" w:color="auto"/>
                                  </w:divBdr>
                                  <w:divsChild>
                                    <w:div w:id="204567223">
                                      <w:marLeft w:val="30"/>
                                      <w:marRight w:val="480"/>
                                      <w:marTop w:val="0"/>
                                      <w:marBottom w:val="0"/>
                                      <w:divBdr>
                                        <w:top w:val="none" w:sz="0" w:space="0" w:color="auto"/>
                                        <w:left w:val="none" w:sz="0" w:space="0" w:color="auto"/>
                                        <w:bottom w:val="none" w:sz="0" w:space="0" w:color="auto"/>
                                        <w:right w:val="none" w:sz="0" w:space="0" w:color="auto"/>
                                      </w:divBdr>
                                      <w:divsChild>
                                        <w:div w:id="88696479">
                                          <w:marLeft w:val="30"/>
                                          <w:marRight w:val="480"/>
                                          <w:marTop w:val="0"/>
                                          <w:marBottom w:val="0"/>
                                          <w:divBdr>
                                            <w:top w:val="none" w:sz="0" w:space="0" w:color="auto"/>
                                            <w:left w:val="none" w:sz="0" w:space="0" w:color="auto"/>
                                            <w:bottom w:val="none" w:sz="0" w:space="0" w:color="auto"/>
                                            <w:right w:val="none" w:sz="0" w:space="0" w:color="auto"/>
                                          </w:divBdr>
                                          <w:divsChild>
                                            <w:div w:id="20535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2089211">
      <w:bodyDiv w:val="1"/>
      <w:marLeft w:val="0"/>
      <w:marRight w:val="0"/>
      <w:marTop w:val="0"/>
      <w:marBottom w:val="0"/>
      <w:divBdr>
        <w:top w:val="none" w:sz="0" w:space="0" w:color="auto"/>
        <w:left w:val="none" w:sz="0" w:space="0" w:color="auto"/>
        <w:bottom w:val="none" w:sz="0" w:space="0" w:color="auto"/>
        <w:right w:val="none" w:sz="0" w:space="0" w:color="auto"/>
      </w:divBdr>
      <w:divsChild>
        <w:div w:id="2090736914">
          <w:marLeft w:val="0"/>
          <w:marRight w:val="0"/>
          <w:marTop w:val="0"/>
          <w:marBottom w:val="0"/>
          <w:divBdr>
            <w:top w:val="single" w:sz="6" w:space="0" w:color="678FC2"/>
            <w:left w:val="single" w:sz="6" w:space="0" w:color="678FC2"/>
            <w:bottom w:val="single" w:sz="6" w:space="0" w:color="678FC2"/>
            <w:right w:val="single" w:sz="6" w:space="0" w:color="678FC2"/>
          </w:divBdr>
          <w:divsChild>
            <w:div w:id="960769180">
              <w:marLeft w:val="0"/>
              <w:marRight w:val="0"/>
              <w:marTop w:val="0"/>
              <w:marBottom w:val="0"/>
              <w:divBdr>
                <w:top w:val="none" w:sz="0" w:space="0" w:color="auto"/>
                <w:left w:val="none" w:sz="0" w:space="0" w:color="auto"/>
                <w:bottom w:val="none" w:sz="0" w:space="0" w:color="auto"/>
                <w:right w:val="none" w:sz="0" w:space="0" w:color="auto"/>
              </w:divBdr>
              <w:divsChild>
                <w:div w:id="1628387530">
                  <w:marLeft w:val="150"/>
                  <w:marRight w:val="150"/>
                  <w:marTop w:val="0"/>
                  <w:marBottom w:val="0"/>
                  <w:divBdr>
                    <w:top w:val="none" w:sz="0" w:space="0" w:color="auto"/>
                    <w:left w:val="none" w:sz="0" w:space="0" w:color="auto"/>
                    <w:bottom w:val="none" w:sz="0" w:space="0" w:color="auto"/>
                    <w:right w:val="none" w:sz="0" w:space="0" w:color="auto"/>
                  </w:divBdr>
                  <w:divsChild>
                    <w:div w:id="937979964">
                      <w:marLeft w:val="0"/>
                      <w:marRight w:val="0"/>
                      <w:marTop w:val="0"/>
                      <w:marBottom w:val="0"/>
                      <w:divBdr>
                        <w:top w:val="none" w:sz="0" w:space="0" w:color="auto"/>
                        <w:left w:val="none" w:sz="0" w:space="0" w:color="auto"/>
                        <w:bottom w:val="none" w:sz="0" w:space="0" w:color="auto"/>
                        <w:right w:val="none" w:sz="0" w:space="0" w:color="auto"/>
                      </w:divBdr>
                      <w:divsChild>
                        <w:div w:id="2059890273">
                          <w:marLeft w:val="0"/>
                          <w:marRight w:val="0"/>
                          <w:marTop w:val="0"/>
                          <w:marBottom w:val="0"/>
                          <w:divBdr>
                            <w:top w:val="none" w:sz="0" w:space="0" w:color="auto"/>
                            <w:left w:val="none" w:sz="0" w:space="0" w:color="auto"/>
                            <w:bottom w:val="none" w:sz="0" w:space="0" w:color="auto"/>
                            <w:right w:val="none" w:sz="0" w:space="0" w:color="auto"/>
                          </w:divBdr>
                          <w:divsChild>
                            <w:div w:id="1267889597">
                              <w:marLeft w:val="0"/>
                              <w:marRight w:val="0"/>
                              <w:marTop w:val="0"/>
                              <w:marBottom w:val="0"/>
                              <w:divBdr>
                                <w:top w:val="none" w:sz="0" w:space="0" w:color="auto"/>
                                <w:left w:val="none" w:sz="0" w:space="0" w:color="auto"/>
                                <w:bottom w:val="none" w:sz="0" w:space="0" w:color="auto"/>
                                <w:right w:val="none" w:sz="0" w:space="0" w:color="auto"/>
                              </w:divBdr>
                              <w:divsChild>
                                <w:div w:id="693850957">
                                  <w:marLeft w:val="0"/>
                                  <w:marRight w:val="0"/>
                                  <w:marTop w:val="0"/>
                                  <w:marBottom w:val="0"/>
                                  <w:divBdr>
                                    <w:top w:val="none" w:sz="0" w:space="0" w:color="auto"/>
                                    <w:left w:val="none" w:sz="0" w:space="0" w:color="auto"/>
                                    <w:bottom w:val="none" w:sz="0" w:space="0" w:color="auto"/>
                                    <w:right w:val="none" w:sz="0" w:space="0" w:color="auto"/>
                                  </w:divBdr>
                                  <w:divsChild>
                                    <w:div w:id="1516337795">
                                      <w:marLeft w:val="30"/>
                                      <w:marRight w:val="480"/>
                                      <w:marTop w:val="0"/>
                                      <w:marBottom w:val="0"/>
                                      <w:divBdr>
                                        <w:top w:val="none" w:sz="0" w:space="0" w:color="auto"/>
                                        <w:left w:val="none" w:sz="0" w:space="0" w:color="auto"/>
                                        <w:bottom w:val="none" w:sz="0" w:space="0" w:color="auto"/>
                                        <w:right w:val="none" w:sz="0" w:space="0" w:color="auto"/>
                                      </w:divBdr>
                                      <w:divsChild>
                                        <w:div w:id="67445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1138138">
      <w:bodyDiv w:val="1"/>
      <w:marLeft w:val="0"/>
      <w:marRight w:val="0"/>
      <w:marTop w:val="0"/>
      <w:marBottom w:val="0"/>
      <w:divBdr>
        <w:top w:val="none" w:sz="0" w:space="0" w:color="auto"/>
        <w:left w:val="none" w:sz="0" w:space="0" w:color="auto"/>
        <w:bottom w:val="none" w:sz="0" w:space="0" w:color="auto"/>
        <w:right w:val="none" w:sz="0" w:space="0" w:color="auto"/>
      </w:divBdr>
      <w:divsChild>
        <w:div w:id="2113209893">
          <w:marLeft w:val="0"/>
          <w:marRight w:val="0"/>
          <w:marTop w:val="0"/>
          <w:marBottom w:val="0"/>
          <w:divBdr>
            <w:top w:val="single" w:sz="6" w:space="0" w:color="678FC2"/>
            <w:left w:val="single" w:sz="6" w:space="0" w:color="678FC2"/>
            <w:bottom w:val="single" w:sz="6" w:space="0" w:color="678FC2"/>
            <w:right w:val="single" w:sz="6" w:space="0" w:color="678FC2"/>
          </w:divBdr>
          <w:divsChild>
            <w:div w:id="234900131">
              <w:marLeft w:val="0"/>
              <w:marRight w:val="0"/>
              <w:marTop w:val="0"/>
              <w:marBottom w:val="0"/>
              <w:divBdr>
                <w:top w:val="none" w:sz="0" w:space="0" w:color="auto"/>
                <w:left w:val="none" w:sz="0" w:space="0" w:color="auto"/>
                <w:bottom w:val="none" w:sz="0" w:space="0" w:color="auto"/>
                <w:right w:val="none" w:sz="0" w:space="0" w:color="auto"/>
              </w:divBdr>
              <w:divsChild>
                <w:div w:id="892351842">
                  <w:marLeft w:val="150"/>
                  <w:marRight w:val="150"/>
                  <w:marTop w:val="0"/>
                  <w:marBottom w:val="0"/>
                  <w:divBdr>
                    <w:top w:val="none" w:sz="0" w:space="0" w:color="auto"/>
                    <w:left w:val="none" w:sz="0" w:space="0" w:color="auto"/>
                    <w:bottom w:val="none" w:sz="0" w:space="0" w:color="auto"/>
                    <w:right w:val="none" w:sz="0" w:space="0" w:color="auto"/>
                  </w:divBdr>
                  <w:divsChild>
                    <w:div w:id="604457313">
                      <w:marLeft w:val="0"/>
                      <w:marRight w:val="0"/>
                      <w:marTop w:val="0"/>
                      <w:marBottom w:val="0"/>
                      <w:divBdr>
                        <w:top w:val="none" w:sz="0" w:space="0" w:color="auto"/>
                        <w:left w:val="none" w:sz="0" w:space="0" w:color="auto"/>
                        <w:bottom w:val="none" w:sz="0" w:space="0" w:color="auto"/>
                        <w:right w:val="none" w:sz="0" w:space="0" w:color="auto"/>
                      </w:divBdr>
                      <w:divsChild>
                        <w:div w:id="333411791">
                          <w:marLeft w:val="0"/>
                          <w:marRight w:val="0"/>
                          <w:marTop w:val="0"/>
                          <w:marBottom w:val="0"/>
                          <w:divBdr>
                            <w:top w:val="none" w:sz="0" w:space="0" w:color="auto"/>
                            <w:left w:val="none" w:sz="0" w:space="0" w:color="auto"/>
                            <w:bottom w:val="none" w:sz="0" w:space="0" w:color="auto"/>
                            <w:right w:val="none" w:sz="0" w:space="0" w:color="auto"/>
                          </w:divBdr>
                          <w:divsChild>
                            <w:div w:id="1792355939">
                              <w:marLeft w:val="0"/>
                              <w:marRight w:val="0"/>
                              <w:marTop w:val="0"/>
                              <w:marBottom w:val="0"/>
                              <w:divBdr>
                                <w:top w:val="none" w:sz="0" w:space="0" w:color="auto"/>
                                <w:left w:val="none" w:sz="0" w:space="0" w:color="auto"/>
                                <w:bottom w:val="none" w:sz="0" w:space="0" w:color="auto"/>
                                <w:right w:val="none" w:sz="0" w:space="0" w:color="auto"/>
                              </w:divBdr>
                              <w:divsChild>
                                <w:div w:id="369649514">
                                  <w:marLeft w:val="0"/>
                                  <w:marRight w:val="0"/>
                                  <w:marTop w:val="0"/>
                                  <w:marBottom w:val="0"/>
                                  <w:divBdr>
                                    <w:top w:val="none" w:sz="0" w:space="0" w:color="auto"/>
                                    <w:left w:val="none" w:sz="0" w:space="0" w:color="auto"/>
                                    <w:bottom w:val="none" w:sz="0" w:space="0" w:color="auto"/>
                                    <w:right w:val="none" w:sz="0" w:space="0" w:color="auto"/>
                                  </w:divBdr>
                                  <w:divsChild>
                                    <w:div w:id="1196773209">
                                      <w:marLeft w:val="30"/>
                                      <w:marRight w:val="480"/>
                                      <w:marTop w:val="0"/>
                                      <w:marBottom w:val="0"/>
                                      <w:divBdr>
                                        <w:top w:val="none" w:sz="0" w:space="0" w:color="auto"/>
                                        <w:left w:val="none" w:sz="0" w:space="0" w:color="auto"/>
                                        <w:bottom w:val="none" w:sz="0" w:space="0" w:color="auto"/>
                                        <w:right w:val="none" w:sz="0" w:space="0" w:color="auto"/>
                                      </w:divBdr>
                                      <w:divsChild>
                                        <w:div w:id="141420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6546029">
      <w:bodyDiv w:val="1"/>
      <w:marLeft w:val="0"/>
      <w:marRight w:val="0"/>
      <w:marTop w:val="0"/>
      <w:marBottom w:val="0"/>
      <w:divBdr>
        <w:top w:val="none" w:sz="0" w:space="0" w:color="auto"/>
        <w:left w:val="none" w:sz="0" w:space="0" w:color="auto"/>
        <w:bottom w:val="none" w:sz="0" w:space="0" w:color="auto"/>
        <w:right w:val="none" w:sz="0" w:space="0" w:color="auto"/>
      </w:divBdr>
      <w:divsChild>
        <w:div w:id="31658904">
          <w:marLeft w:val="0"/>
          <w:marRight w:val="0"/>
          <w:marTop w:val="0"/>
          <w:marBottom w:val="0"/>
          <w:divBdr>
            <w:top w:val="single" w:sz="6" w:space="0" w:color="678FC2"/>
            <w:left w:val="single" w:sz="6" w:space="0" w:color="678FC2"/>
            <w:bottom w:val="single" w:sz="6" w:space="0" w:color="678FC2"/>
            <w:right w:val="single" w:sz="6" w:space="0" w:color="678FC2"/>
          </w:divBdr>
          <w:divsChild>
            <w:div w:id="1982684507">
              <w:marLeft w:val="0"/>
              <w:marRight w:val="0"/>
              <w:marTop w:val="0"/>
              <w:marBottom w:val="0"/>
              <w:divBdr>
                <w:top w:val="none" w:sz="0" w:space="0" w:color="auto"/>
                <w:left w:val="none" w:sz="0" w:space="0" w:color="auto"/>
                <w:bottom w:val="none" w:sz="0" w:space="0" w:color="auto"/>
                <w:right w:val="none" w:sz="0" w:space="0" w:color="auto"/>
              </w:divBdr>
              <w:divsChild>
                <w:div w:id="886377929">
                  <w:marLeft w:val="150"/>
                  <w:marRight w:val="150"/>
                  <w:marTop w:val="0"/>
                  <w:marBottom w:val="0"/>
                  <w:divBdr>
                    <w:top w:val="none" w:sz="0" w:space="0" w:color="auto"/>
                    <w:left w:val="none" w:sz="0" w:space="0" w:color="auto"/>
                    <w:bottom w:val="none" w:sz="0" w:space="0" w:color="auto"/>
                    <w:right w:val="none" w:sz="0" w:space="0" w:color="auto"/>
                  </w:divBdr>
                  <w:divsChild>
                    <w:div w:id="1503739456">
                      <w:marLeft w:val="0"/>
                      <w:marRight w:val="0"/>
                      <w:marTop w:val="0"/>
                      <w:marBottom w:val="0"/>
                      <w:divBdr>
                        <w:top w:val="none" w:sz="0" w:space="0" w:color="auto"/>
                        <w:left w:val="none" w:sz="0" w:space="0" w:color="auto"/>
                        <w:bottom w:val="none" w:sz="0" w:space="0" w:color="auto"/>
                        <w:right w:val="none" w:sz="0" w:space="0" w:color="auto"/>
                      </w:divBdr>
                      <w:divsChild>
                        <w:div w:id="235432716">
                          <w:marLeft w:val="0"/>
                          <w:marRight w:val="0"/>
                          <w:marTop w:val="0"/>
                          <w:marBottom w:val="0"/>
                          <w:divBdr>
                            <w:top w:val="none" w:sz="0" w:space="0" w:color="auto"/>
                            <w:left w:val="none" w:sz="0" w:space="0" w:color="auto"/>
                            <w:bottom w:val="none" w:sz="0" w:space="0" w:color="auto"/>
                            <w:right w:val="none" w:sz="0" w:space="0" w:color="auto"/>
                          </w:divBdr>
                          <w:divsChild>
                            <w:div w:id="1811022935">
                              <w:marLeft w:val="0"/>
                              <w:marRight w:val="0"/>
                              <w:marTop w:val="0"/>
                              <w:marBottom w:val="0"/>
                              <w:divBdr>
                                <w:top w:val="none" w:sz="0" w:space="0" w:color="auto"/>
                                <w:left w:val="none" w:sz="0" w:space="0" w:color="auto"/>
                                <w:bottom w:val="none" w:sz="0" w:space="0" w:color="auto"/>
                                <w:right w:val="none" w:sz="0" w:space="0" w:color="auto"/>
                              </w:divBdr>
                              <w:divsChild>
                                <w:div w:id="1920677407">
                                  <w:marLeft w:val="0"/>
                                  <w:marRight w:val="0"/>
                                  <w:marTop w:val="0"/>
                                  <w:marBottom w:val="0"/>
                                  <w:divBdr>
                                    <w:top w:val="none" w:sz="0" w:space="0" w:color="auto"/>
                                    <w:left w:val="none" w:sz="0" w:space="0" w:color="auto"/>
                                    <w:bottom w:val="none" w:sz="0" w:space="0" w:color="auto"/>
                                    <w:right w:val="none" w:sz="0" w:space="0" w:color="auto"/>
                                  </w:divBdr>
                                  <w:divsChild>
                                    <w:div w:id="1211918586">
                                      <w:marLeft w:val="30"/>
                                      <w:marRight w:val="480"/>
                                      <w:marTop w:val="0"/>
                                      <w:marBottom w:val="0"/>
                                      <w:divBdr>
                                        <w:top w:val="none" w:sz="0" w:space="0" w:color="auto"/>
                                        <w:left w:val="none" w:sz="0" w:space="0" w:color="auto"/>
                                        <w:bottom w:val="none" w:sz="0" w:space="0" w:color="auto"/>
                                        <w:right w:val="none" w:sz="0" w:space="0" w:color="auto"/>
                                      </w:divBdr>
                                      <w:divsChild>
                                        <w:div w:id="171345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7573094">
      <w:bodyDiv w:val="1"/>
      <w:marLeft w:val="0"/>
      <w:marRight w:val="0"/>
      <w:marTop w:val="0"/>
      <w:marBottom w:val="0"/>
      <w:divBdr>
        <w:top w:val="none" w:sz="0" w:space="0" w:color="auto"/>
        <w:left w:val="none" w:sz="0" w:space="0" w:color="auto"/>
        <w:bottom w:val="none" w:sz="0" w:space="0" w:color="auto"/>
        <w:right w:val="none" w:sz="0" w:space="0" w:color="auto"/>
      </w:divBdr>
      <w:divsChild>
        <w:div w:id="122696196">
          <w:marLeft w:val="0"/>
          <w:marRight w:val="0"/>
          <w:marTop w:val="0"/>
          <w:marBottom w:val="0"/>
          <w:divBdr>
            <w:top w:val="single" w:sz="6" w:space="0" w:color="678FC2"/>
            <w:left w:val="single" w:sz="6" w:space="0" w:color="678FC2"/>
            <w:bottom w:val="single" w:sz="6" w:space="0" w:color="678FC2"/>
            <w:right w:val="single" w:sz="6" w:space="0" w:color="678FC2"/>
          </w:divBdr>
          <w:divsChild>
            <w:div w:id="1566136983">
              <w:marLeft w:val="0"/>
              <w:marRight w:val="0"/>
              <w:marTop w:val="0"/>
              <w:marBottom w:val="0"/>
              <w:divBdr>
                <w:top w:val="none" w:sz="0" w:space="0" w:color="auto"/>
                <w:left w:val="none" w:sz="0" w:space="0" w:color="auto"/>
                <w:bottom w:val="none" w:sz="0" w:space="0" w:color="auto"/>
                <w:right w:val="none" w:sz="0" w:space="0" w:color="auto"/>
              </w:divBdr>
              <w:divsChild>
                <w:div w:id="1641419009">
                  <w:marLeft w:val="150"/>
                  <w:marRight w:val="150"/>
                  <w:marTop w:val="0"/>
                  <w:marBottom w:val="0"/>
                  <w:divBdr>
                    <w:top w:val="none" w:sz="0" w:space="0" w:color="auto"/>
                    <w:left w:val="none" w:sz="0" w:space="0" w:color="auto"/>
                    <w:bottom w:val="none" w:sz="0" w:space="0" w:color="auto"/>
                    <w:right w:val="none" w:sz="0" w:space="0" w:color="auto"/>
                  </w:divBdr>
                  <w:divsChild>
                    <w:div w:id="913398950">
                      <w:marLeft w:val="0"/>
                      <w:marRight w:val="0"/>
                      <w:marTop w:val="0"/>
                      <w:marBottom w:val="0"/>
                      <w:divBdr>
                        <w:top w:val="none" w:sz="0" w:space="0" w:color="auto"/>
                        <w:left w:val="none" w:sz="0" w:space="0" w:color="auto"/>
                        <w:bottom w:val="none" w:sz="0" w:space="0" w:color="auto"/>
                        <w:right w:val="none" w:sz="0" w:space="0" w:color="auto"/>
                      </w:divBdr>
                      <w:divsChild>
                        <w:div w:id="1112438687">
                          <w:marLeft w:val="0"/>
                          <w:marRight w:val="0"/>
                          <w:marTop w:val="0"/>
                          <w:marBottom w:val="0"/>
                          <w:divBdr>
                            <w:top w:val="none" w:sz="0" w:space="0" w:color="auto"/>
                            <w:left w:val="none" w:sz="0" w:space="0" w:color="auto"/>
                            <w:bottom w:val="none" w:sz="0" w:space="0" w:color="auto"/>
                            <w:right w:val="none" w:sz="0" w:space="0" w:color="auto"/>
                          </w:divBdr>
                          <w:divsChild>
                            <w:div w:id="1692418508">
                              <w:marLeft w:val="0"/>
                              <w:marRight w:val="0"/>
                              <w:marTop w:val="0"/>
                              <w:marBottom w:val="0"/>
                              <w:divBdr>
                                <w:top w:val="none" w:sz="0" w:space="0" w:color="auto"/>
                                <w:left w:val="none" w:sz="0" w:space="0" w:color="auto"/>
                                <w:bottom w:val="none" w:sz="0" w:space="0" w:color="auto"/>
                                <w:right w:val="none" w:sz="0" w:space="0" w:color="auto"/>
                              </w:divBdr>
                              <w:divsChild>
                                <w:div w:id="1955936753">
                                  <w:marLeft w:val="0"/>
                                  <w:marRight w:val="0"/>
                                  <w:marTop w:val="0"/>
                                  <w:marBottom w:val="0"/>
                                  <w:divBdr>
                                    <w:top w:val="none" w:sz="0" w:space="0" w:color="auto"/>
                                    <w:left w:val="none" w:sz="0" w:space="0" w:color="auto"/>
                                    <w:bottom w:val="none" w:sz="0" w:space="0" w:color="auto"/>
                                    <w:right w:val="none" w:sz="0" w:space="0" w:color="auto"/>
                                  </w:divBdr>
                                  <w:divsChild>
                                    <w:div w:id="1581597917">
                                      <w:marLeft w:val="30"/>
                                      <w:marRight w:val="480"/>
                                      <w:marTop w:val="0"/>
                                      <w:marBottom w:val="0"/>
                                      <w:divBdr>
                                        <w:top w:val="none" w:sz="0" w:space="0" w:color="auto"/>
                                        <w:left w:val="none" w:sz="0" w:space="0" w:color="auto"/>
                                        <w:bottom w:val="none" w:sz="0" w:space="0" w:color="auto"/>
                                        <w:right w:val="none" w:sz="0" w:space="0" w:color="auto"/>
                                      </w:divBdr>
                                      <w:divsChild>
                                        <w:div w:id="156664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0071275">
      <w:bodyDiv w:val="1"/>
      <w:marLeft w:val="0"/>
      <w:marRight w:val="0"/>
      <w:marTop w:val="0"/>
      <w:marBottom w:val="0"/>
      <w:divBdr>
        <w:top w:val="none" w:sz="0" w:space="0" w:color="auto"/>
        <w:left w:val="none" w:sz="0" w:space="0" w:color="auto"/>
        <w:bottom w:val="none" w:sz="0" w:space="0" w:color="auto"/>
        <w:right w:val="none" w:sz="0" w:space="0" w:color="auto"/>
      </w:divBdr>
      <w:divsChild>
        <w:div w:id="75367873">
          <w:marLeft w:val="0"/>
          <w:marRight w:val="0"/>
          <w:marTop w:val="0"/>
          <w:marBottom w:val="0"/>
          <w:divBdr>
            <w:top w:val="single" w:sz="6" w:space="0" w:color="678FC2"/>
            <w:left w:val="single" w:sz="6" w:space="0" w:color="678FC2"/>
            <w:bottom w:val="single" w:sz="6" w:space="0" w:color="678FC2"/>
            <w:right w:val="single" w:sz="6" w:space="0" w:color="678FC2"/>
          </w:divBdr>
          <w:divsChild>
            <w:div w:id="966157139">
              <w:marLeft w:val="0"/>
              <w:marRight w:val="0"/>
              <w:marTop w:val="0"/>
              <w:marBottom w:val="0"/>
              <w:divBdr>
                <w:top w:val="none" w:sz="0" w:space="0" w:color="auto"/>
                <w:left w:val="none" w:sz="0" w:space="0" w:color="auto"/>
                <w:bottom w:val="none" w:sz="0" w:space="0" w:color="auto"/>
                <w:right w:val="none" w:sz="0" w:space="0" w:color="auto"/>
              </w:divBdr>
              <w:divsChild>
                <w:div w:id="683094358">
                  <w:marLeft w:val="150"/>
                  <w:marRight w:val="150"/>
                  <w:marTop w:val="0"/>
                  <w:marBottom w:val="0"/>
                  <w:divBdr>
                    <w:top w:val="none" w:sz="0" w:space="0" w:color="auto"/>
                    <w:left w:val="none" w:sz="0" w:space="0" w:color="auto"/>
                    <w:bottom w:val="none" w:sz="0" w:space="0" w:color="auto"/>
                    <w:right w:val="none" w:sz="0" w:space="0" w:color="auto"/>
                  </w:divBdr>
                  <w:divsChild>
                    <w:div w:id="1496651492">
                      <w:marLeft w:val="0"/>
                      <w:marRight w:val="0"/>
                      <w:marTop w:val="0"/>
                      <w:marBottom w:val="0"/>
                      <w:divBdr>
                        <w:top w:val="none" w:sz="0" w:space="0" w:color="auto"/>
                        <w:left w:val="none" w:sz="0" w:space="0" w:color="auto"/>
                        <w:bottom w:val="none" w:sz="0" w:space="0" w:color="auto"/>
                        <w:right w:val="none" w:sz="0" w:space="0" w:color="auto"/>
                      </w:divBdr>
                      <w:divsChild>
                        <w:div w:id="1434127920">
                          <w:marLeft w:val="0"/>
                          <w:marRight w:val="0"/>
                          <w:marTop w:val="0"/>
                          <w:marBottom w:val="0"/>
                          <w:divBdr>
                            <w:top w:val="none" w:sz="0" w:space="0" w:color="auto"/>
                            <w:left w:val="none" w:sz="0" w:space="0" w:color="auto"/>
                            <w:bottom w:val="none" w:sz="0" w:space="0" w:color="auto"/>
                            <w:right w:val="none" w:sz="0" w:space="0" w:color="auto"/>
                          </w:divBdr>
                          <w:divsChild>
                            <w:div w:id="589121580">
                              <w:marLeft w:val="0"/>
                              <w:marRight w:val="0"/>
                              <w:marTop w:val="0"/>
                              <w:marBottom w:val="0"/>
                              <w:divBdr>
                                <w:top w:val="none" w:sz="0" w:space="0" w:color="auto"/>
                                <w:left w:val="none" w:sz="0" w:space="0" w:color="auto"/>
                                <w:bottom w:val="none" w:sz="0" w:space="0" w:color="auto"/>
                                <w:right w:val="none" w:sz="0" w:space="0" w:color="auto"/>
                              </w:divBdr>
                              <w:divsChild>
                                <w:div w:id="1184594456">
                                  <w:marLeft w:val="0"/>
                                  <w:marRight w:val="0"/>
                                  <w:marTop w:val="0"/>
                                  <w:marBottom w:val="0"/>
                                  <w:divBdr>
                                    <w:top w:val="none" w:sz="0" w:space="0" w:color="auto"/>
                                    <w:left w:val="none" w:sz="0" w:space="0" w:color="auto"/>
                                    <w:bottom w:val="none" w:sz="0" w:space="0" w:color="auto"/>
                                    <w:right w:val="none" w:sz="0" w:space="0" w:color="auto"/>
                                  </w:divBdr>
                                  <w:divsChild>
                                    <w:div w:id="1801337074">
                                      <w:marLeft w:val="30"/>
                                      <w:marRight w:val="480"/>
                                      <w:marTop w:val="0"/>
                                      <w:marBottom w:val="0"/>
                                      <w:divBdr>
                                        <w:top w:val="none" w:sz="0" w:space="0" w:color="auto"/>
                                        <w:left w:val="none" w:sz="0" w:space="0" w:color="auto"/>
                                        <w:bottom w:val="none" w:sz="0" w:space="0" w:color="auto"/>
                                        <w:right w:val="none" w:sz="0" w:space="0" w:color="auto"/>
                                      </w:divBdr>
                                      <w:divsChild>
                                        <w:div w:id="660889092">
                                          <w:marLeft w:val="30"/>
                                          <w:marRight w:val="480"/>
                                          <w:marTop w:val="0"/>
                                          <w:marBottom w:val="0"/>
                                          <w:divBdr>
                                            <w:top w:val="none" w:sz="0" w:space="0" w:color="auto"/>
                                            <w:left w:val="none" w:sz="0" w:space="0" w:color="auto"/>
                                            <w:bottom w:val="none" w:sz="0" w:space="0" w:color="auto"/>
                                            <w:right w:val="none" w:sz="0" w:space="0" w:color="auto"/>
                                          </w:divBdr>
                                          <w:divsChild>
                                            <w:div w:id="178638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4582395">
      <w:bodyDiv w:val="1"/>
      <w:marLeft w:val="0"/>
      <w:marRight w:val="0"/>
      <w:marTop w:val="0"/>
      <w:marBottom w:val="0"/>
      <w:divBdr>
        <w:top w:val="none" w:sz="0" w:space="0" w:color="auto"/>
        <w:left w:val="none" w:sz="0" w:space="0" w:color="auto"/>
        <w:bottom w:val="none" w:sz="0" w:space="0" w:color="auto"/>
        <w:right w:val="none" w:sz="0" w:space="0" w:color="auto"/>
      </w:divBdr>
      <w:divsChild>
        <w:div w:id="1593271024">
          <w:marLeft w:val="0"/>
          <w:marRight w:val="0"/>
          <w:marTop w:val="0"/>
          <w:marBottom w:val="0"/>
          <w:divBdr>
            <w:top w:val="single" w:sz="6" w:space="0" w:color="678FC2"/>
            <w:left w:val="single" w:sz="6" w:space="0" w:color="678FC2"/>
            <w:bottom w:val="single" w:sz="6" w:space="0" w:color="678FC2"/>
            <w:right w:val="single" w:sz="6" w:space="0" w:color="678FC2"/>
          </w:divBdr>
          <w:divsChild>
            <w:div w:id="922571704">
              <w:marLeft w:val="0"/>
              <w:marRight w:val="0"/>
              <w:marTop w:val="0"/>
              <w:marBottom w:val="0"/>
              <w:divBdr>
                <w:top w:val="none" w:sz="0" w:space="0" w:color="auto"/>
                <w:left w:val="none" w:sz="0" w:space="0" w:color="auto"/>
                <w:bottom w:val="none" w:sz="0" w:space="0" w:color="auto"/>
                <w:right w:val="none" w:sz="0" w:space="0" w:color="auto"/>
              </w:divBdr>
              <w:divsChild>
                <w:div w:id="228807734">
                  <w:marLeft w:val="150"/>
                  <w:marRight w:val="150"/>
                  <w:marTop w:val="0"/>
                  <w:marBottom w:val="0"/>
                  <w:divBdr>
                    <w:top w:val="none" w:sz="0" w:space="0" w:color="auto"/>
                    <w:left w:val="none" w:sz="0" w:space="0" w:color="auto"/>
                    <w:bottom w:val="none" w:sz="0" w:space="0" w:color="auto"/>
                    <w:right w:val="none" w:sz="0" w:space="0" w:color="auto"/>
                  </w:divBdr>
                  <w:divsChild>
                    <w:div w:id="1093817036">
                      <w:marLeft w:val="0"/>
                      <w:marRight w:val="0"/>
                      <w:marTop w:val="0"/>
                      <w:marBottom w:val="0"/>
                      <w:divBdr>
                        <w:top w:val="none" w:sz="0" w:space="0" w:color="auto"/>
                        <w:left w:val="none" w:sz="0" w:space="0" w:color="auto"/>
                        <w:bottom w:val="none" w:sz="0" w:space="0" w:color="auto"/>
                        <w:right w:val="none" w:sz="0" w:space="0" w:color="auto"/>
                      </w:divBdr>
                      <w:divsChild>
                        <w:div w:id="967007090">
                          <w:marLeft w:val="0"/>
                          <w:marRight w:val="0"/>
                          <w:marTop w:val="0"/>
                          <w:marBottom w:val="0"/>
                          <w:divBdr>
                            <w:top w:val="none" w:sz="0" w:space="0" w:color="auto"/>
                            <w:left w:val="none" w:sz="0" w:space="0" w:color="auto"/>
                            <w:bottom w:val="none" w:sz="0" w:space="0" w:color="auto"/>
                            <w:right w:val="none" w:sz="0" w:space="0" w:color="auto"/>
                          </w:divBdr>
                          <w:divsChild>
                            <w:div w:id="1235356127">
                              <w:marLeft w:val="0"/>
                              <w:marRight w:val="0"/>
                              <w:marTop w:val="0"/>
                              <w:marBottom w:val="0"/>
                              <w:divBdr>
                                <w:top w:val="none" w:sz="0" w:space="0" w:color="auto"/>
                                <w:left w:val="none" w:sz="0" w:space="0" w:color="auto"/>
                                <w:bottom w:val="none" w:sz="0" w:space="0" w:color="auto"/>
                                <w:right w:val="none" w:sz="0" w:space="0" w:color="auto"/>
                              </w:divBdr>
                              <w:divsChild>
                                <w:div w:id="595099195">
                                  <w:marLeft w:val="0"/>
                                  <w:marRight w:val="0"/>
                                  <w:marTop w:val="0"/>
                                  <w:marBottom w:val="0"/>
                                  <w:divBdr>
                                    <w:top w:val="none" w:sz="0" w:space="0" w:color="auto"/>
                                    <w:left w:val="none" w:sz="0" w:space="0" w:color="auto"/>
                                    <w:bottom w:val="none" w:sz="0" w:space="0" w:color="auto"/>
                                    <w:right w:val="none" w:sz="0" w:space="0" w:color="auto"/>
                                  </w:divBdr>
                                  <w:divsChild>
                                    <w:div w:id="1074820315">
                                      <w:marLeft w:val="30"/>
                                      <w:marRight w:val="480"/>
                                      <w:marTop w:val="0"/>
                                      <w:marBottom w:val="0"/>
                                      <w:divBdr>
                                        <w:top w:val="none" w:sz="0" w:space="0" w:color="auto"/>
                                        <w:left w:val="none" w:sz="0" w:space="0" w:color="auto"/>
                                        <w:bottom w:val="none" w:sz="0" w:space="0" w:color="auto"/>
                                        <w:right w:val="none" w:sz="0" w:space="0" w:color="auto"/>
                                      </w:divBdr>
                                      <w:divsChild>
                                        <w:div w:id="1552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55625608">
      <w:bodyDiv w:val="1"/>
      <w:marLeft w:val="0"/>
      <w:marRight w:val="0"/>
      <w:marTop w:val="0"/>
      <w:marBottom w:val="0"/>
      <w:divBdr>
        <w:top w:val="none" w:sz="0" w:space="0" w:color="auto"/>
        <w:left w:val="none" w:sz="0" w:space="0" w:color="auto"/>
        <w:bottom w:val="none" w:sz="0" w:space="0" w:color="auto"/>
        <w:right w:val="none" w:sz="0" w:space="0" w:color="auto"/>
      </w:divBdr>
      <w:divsChild>
        <w:div w:id="1694653675">
          <w:marLeft w:val="0"/>
          <w:marRight w:val="0"/>
          <w:marTop w:val="0"/>
          <w:marBottom w:val="0"/>
          <w:divBdr>
            <w:top w:val="single" w:sz="6" w:space="0" w:color="678FC2"/>
            <w:left w:val="single" w:sz="6" w:space="0" w:color="678FC2"/>
            <w:bottom w:val="single" w:sz="6" w:space="0" w:color="678FC2"/>
            <w:right w:val="single" w:sz="6" w:space="0" w:color="678FC2"/>
          </w:divBdr>
          <w:divsChild>
            <w:div w:id="44333547">
              <w:marLeft w:val="0"/>
              <w:marRight w:val="0"/>
              <w:marTop w:val="0"/>
              <w:marBottom w:val="0"/>
              <w:divBdr>
                <w:top w:val="none" w:sz="0" w:space="0" w:color="auto"/>
                <w:left w:val="none" w:sz="0" w:space="0" w:color="auto"/>
                <w:bottom w:val="none" w:sz="0" w:space="0" w:color="auto"/>
                <w:right w:val="none" w:sz="0" w:space="0" w:color="auto"/>
              </w:divBdr>
              <w:divsChild>
                <w:div w:id="1638534802">
                  <w:marLeft w:val="150"/>
                  <w:marRight w:val="150"/>
                  <w:marTop w:val="0"/>
                  <w:marBottom w:val="0"/>
                  <w:divBdr>
                    <w:top w:val="none" w:sz="0" w:space="0" w:color="auto"/>
                    <w:left w:val="none" w:sz="0" w:space="0" w:color="auto"/>
                    <w:bottom w:val="none" w:sz="0" w:space="0" w:color="auto"/>
                    <w:right w:val="none" w:sz="0" w:space="0" w:color="auto"/>
                  </w:divBdr>
                  <w:divsChild>
                    <w:div w:id="989021642">
                      <w:marLeft w:val="0"/>
                      <w:marRight w:val="0"/>
                      <w:marTop w:val="0"/>
                      <w:marBottom w:val="0"/>
                      <w:divBdr>
                        <w:top w:val="none" w:sz="0" w:space="0" w:color="auto"/>
                        <w:left w:val="none" w:sz="0" w:space="0" w:color="auto"/>
                        <w:bottom w:val="none" w:sz="0" w:space="0" w:color="auto"/>
                        <w:right w:val="none" w:sz="0" w:space="0" w:color="auto"/>
                      </w:divBdr>
                      <w:divsChild>
                        <w:div w:id="785194074">
                          <w:marLeft w:val="0"/>
                          <w:marRight w:val="0"/>
                          <w:marTop w:val="0"/>
                          <w:marBottom w:val="0"/>
                          <w:divBdr>
                            <w:top w:val="none" w:sz="0" w:space="0" w:color="auto"/>
                            <w:left w:val="none" w:sz="0" w:space="0" w:color="auto"/>
                            <w:bottom w:val="none" w:sz="0" w:space="0" w:color="auto"/>
                            <w:right w:val="none" w:sz="0" w:space="0" w:color="auto"/>
                          </w:divBdr>
                          <w:divsChild>
                            <w:div w:id="1730300531">
                              <w:marLeft w:val="0"/>
                              <w:marRight w:val="0"/>
                              <w:marTop w:val="0"/>
                              <w:marBottom w:val="0"/>
                              <w:divBdr>
                                <w:top w:val="none" w:sz="0" w:space="0" w:color="auto"/>
                                <w:left w:val="none" w:sz="0" w:space="0" w:color="auto"/>
                                <w:bottom w:val="none" w:sz="0" w:space="0" w:color="auto"/>
                                <w:right w:val="none" w:sz="0" w:space="0" w:color="auto"/>
                              </w:divBdr>
                              <w:divsChild>
                                <w:div w:id="1632131641">
                                  <w:marLeft w:val="0"/>
                                  <w:marRight w:val="0"/>
                                  <w:marTop w:val="0"/>
                                  <w:marBottom w:val="0"/>
                                  <w:divBdr>
                                    <w:top w:val="none" w:sz="0" w:space="0" w:color="auto"/>
                                    <w:left w:val="none" w:sz="0" w:space="0" w:color="auto"/>
                                    <w:bottom w:val="none" w:sz="0" w:space="0" w:color="auto"/>
                                    <w:right w:val="none" w:sz="0" w:space="0" w:color="auto"/>
                                  </w:divBdr>
                                  <w:divsChild>
                                    <w:div w:id="811561914">
                                      <w:marLeft w:val="30"/>
                                      <w:marRight w:val="480"/>
                                      <w:marTop w:val="0"/>
                                      <w:marBottom w:val="0"/>
                                      <w:divBdr>
                                        <w:top w:val="none" w:sz="0" w:space="0" w:color="auto"/>
                                        <w:left w:val="none" w:sz="0" w:space="0" w:color="auto"/>
                                        <w:bottom w:val="none" w:sz="0" w:space="0" w:color="auto"/>
                                        <w:right w:val="none" w:sz="0" w:space="0" w:color="auto"/>
                                      </w:divBdr>
                                      <w:divsChild>
                                        <w:div w:id="151264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82435273">
      <w:bodyDiv w:val="1"/>
      <w:marLeft w:val="0"/>
      <w:marRight w:val="0"/>
      <w:marTop w:val="0"/>
      <w:marBottom w:val="0"/>
      <w:divBdr>
        <w:top w:val="none" w:sz="0" w:space="0" w:color="auto"/>
        <w:left w:val="none" w:sz="0" w:space="0" w:color="auto"/>
        <w:bottom w:val="none" w:sz="0" w:space="0" w:color="auto"/>
        <w:right w:val="none" w:sz="0" w:space="0" w:color="auto"/>
      </w:divBdr>
      <w:divsChild>
        <w:div w:id="341131477">
          <w:marLeft w:val="0"/>
          <w:marRight w:val="0"/>
          <w:marTop w:val="0"/>
          <w:marBottom w:val="0"/>
          <w:divBdr>
            <w:top w:val="single" w:sz="6" w:space="0" w:color="678FC2"/>
            <w:left w:val="single" w:sz="6" w:space="0" w:color="678FC2"/>
            <w:bottom w:val="single" w:sz="6" w:space="0" w:color="678FC2"/>
            <w:right w:val="single" w:sz="6" w:space="0" w:color="678FC2"/>
          </w:divBdr>
          <w:divsChild>
            <w:div w:id="1853639492">
              <w:marLeft w:val="0"/>
              <w:marRight w:val="0"/>
              <w:marTop w:val="0"/>
              <w:marBottom w:val="0"/>
              <w:divBdr>
                <w:top w:val="none" w:sz="0" w:space="0" w:color="auto"/>
                <w:left w:val="none" w:sz="0" w:space="0" w:color="auto"/>
                <w:bottom w:val="none" w:sz="0" w:space="0" w:color="auto"/>
                <w:right w:val="none" w:sz="0" w:space="0" w:color="auto"/>
              </w:divBdr>
              <w:divsChild>
                <w:div w:id="2005820866">
                  <w:marLeft w:val="150"/>
                  <w:marRight w:val="150"/>
                  <w:marTop w:val="0"/>
                  <w:marBottom w:val="0"/>
                  <w:divBdr>
                    <w:top w:val="none" w:sz="0" w:space="0" w:color="auto"/>
                    <w:left w:val="none" w:sz="0" w:space="0" w:color="auto"/>
                    <w:bottom w:val="none" w:sz="0" w:space="0" w:color="auto"/>
                    <w:right w:val="none" w:sz="0" w:space="0" w:color="auto"/>
                  </w:divBdr>
                  <w:divsChild>
                    <w:div w:id="1804811982">
                      <w:marLeft w:val="0"/>
                      <w:marRight w:val="0"/>
                      <w:marTop w:val="0"/>
                      <w:marBottom w:val="0"/>
                      <w:divBdr>
                        <w:top w:val="none" w:sz="0" w:space="0" w:color="auto"/>
                        <w:left w:val="none" w:sz="0" w:space="0" w:color="auto"/>
                        <w:bottom w:val="none" w:sz="0" w:space="0" w:color="auto"/>
                        <w:right w:val="none" w:sz="0" w:space="0" w:color="auto"/>
                      </w:divBdr>
                      <w:divsChild>
                        <w:div w:id="27610103">
                          <w:marLeft w:val="0"/>
                          <w:marRight w:val="0"/>
                          <w:marTop w:val="0"/>
                          <w:marBottom w:val="0"/>
                          <w:divBdr>
                            <w:top w:val="none" w:sz="0" w:space="0" w:color="auto"/>
                            <w:left w:val="none" w:sz="0" w:space="0" w:color="auto"/>
                            <w:bottom w:val="none" w:sz="0" w:space="0" w:color="auto"/>
                            <w:right w:val="none" w:sz="0" w:space="0" w:color="auto"/>
                          </w:divBdr>
                          <w:divsChild>
                            <w:div w:id="218715779">
                              <w:marLeft w:val="0"/>
                              <w:marRight w:val="0"/>
                              <w:marTop w:val="0"/>
                              <w:marBottom w:val="0"/>
                              <w:divBdr>
                                <w:top w:val="none" w:sz="0" w:space="0" w:color="auto"/>
                                <w:left w:val="none" w:sz="0" w:space="0" w:color="auto"/>
                                <w:bottom w:val="none" w:sz="0" w:space="0" w:color="auto"/>
                                <w:right w:val="none" w:sz="0" w:space="0" w:color="auto"/>
                              </w:divBdr>
                              <w:divsChild>
                                <w:div w:id="1241214423">
                                  <w:marLeft w:val="0"/>
                                  <w:marRight w:val="0"/>
                                  <w:marTop w:val="0"/>
                                  <w:marBottom w:val="0"/>
                                  <w:divBdr>
                                    <w:top w:val="none" w:sz="0" w:space="0" w:color="auto"/>
                                    <w:left w:val="none" w:sz="0" w:space="0" w:color="auto"/>
                                    <w:bottom w:val="none" w:sz="0" w:space="0" w:color="auto"/>
                                    <w:right w:val="none" w:sz="0" w:space="0" w:color="auto"/>
                                  </w:divBdr>
                                  <w:divsChild>
                                    <w:div w:id="1556356567">
                                      <w:marLeft w:val="30"/>
                                      <w:marRight w:val="480"/>
                                      <w:marTop w:val="0"/>
                                      <w:marBottom w:val="0"/>
                                      <w:divBdr>
                                        <w:top w:val="none" w:sz="0" w:space="0" w:color="auto"/>
                                        <w:left w:val="none" w:sz="0" w:space="0" w:color="auto"/>
                                        <w:bottom w:val="none" w:sz="0" w:space="0" w:color="auto"/>
                                        <w:right w:val="none" w:sz="0" w:space="0" w:color="auto"/>
                                      </w:divBdr>
                                      <w:divsChild>
                                        <w:div w:id="90953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76919366">
      <w:bodyDiv w:val="1"/>
      <w:marLeft w:val="0"/>
      <w:marRight w:val="0"/>
      <w:marTop w:val="0"/>
      <w:marBottom w:val="0"/>
      <w:divBdr>
        <w:top w:val="none" w:sz="0" w:space="0" w:color="auto"/>
        <w:left w:val="none" w:sz="0" w:space="0" w:color="auto"/>
        <w:bottom w:val="none" w:sz="0" w:space="0" w:color="auto"/>
        <w:right w:val="none" w:sz="0" w:space="0" w:color="auto"/>
      </w:divBdr>
      <w:divsChild>
        <w:div w:id="247619730">
          <w:marLeft w:val="0"/>
          <w:marRight w:val="0"/>
          <w:marTop w:val="0"/>
          <w:marBottom w:val="0"/>
          <w:divBdr>
            <w:top w:val="single" w:sz="6" w:space="0" w:color="678FC2"/>
            <w:left w:val="single" w:sz="6" w:space="0" w:color="678FC2"/>
            <w:bottom w:val="single" w:sz="6" w:space="0" w:color="678FC2"/>
            <w:right w:val="single" w:sz="6" w:space="0" w:color="678FC2"/>
          </w:divBdr>
          <w:divsChild>
            <w:div w:id="388577718">
              <w:marLeft w:val="0"/>
              <w:marRight w:val="0"/>
              <w:marTop w:val="0"/>
              <w:marBottom w:val="0"/>
              <w:divBdr>
                <w:top w:val="none" w:sz="0" w:space="0" w:color="auto"/>
                <w:left w:val="none" w:sz="0" w:space="0" w:color="auto"/>
                <w:bottom w:val="none" w:sz="0" w:space="0" w:color="auto"/>
                <w:right w:val="none" w:sz="0" w:space="0" w:color="auto"/>
              </w:divBdr>
              <w:divsChild>
                <w:div w:id="1763992146">
                  <w:marLeft w:val="150"/>
                  <w:marRight w:val="150"/>
                  <w:marTop w:val="0"/>
                  <w:marBottom w:val="0"/>
                  <w:divBdr>
                    <w:top w:val="none" w:sz="0" w:space="0" w:color="auto"/>
                    <w:left w:val="none" w:sz="0" w:space="0" w:color="auto"/>
                    <w:bottom w:val="none" w:sz="0" w:space="0" w:color="auto"/>
                    <w:right w:val="none" w:sz="0" w:space="0" w:color="auto"/>
                  </w:divBdr>
                  <w:divsChild>
                    <w:div w:id="1730378256">
                      <w:marLeft w:val="0"/>
                      <w:marRight w:val="0"/>
                      <w:marTop w:val="0"/>
                      <w:marBottom w:val="0"/>
                      <w:divBdr>
                        <w:top w:val="none" w:sz="0" w:space="0" w:color="auto"/>
                        <w:left w:val="none" w:sz="0" w:space="0" w:color="auto"/>
                        <w:bottom w:val="none" w:sz="0" w:space="0" w:color="auto"/>
                        <w:right w:val="none" w:sz="0" w:space="0" w:color="auto"/>
                      </w:divBdr>
                      <w:divsChild>
                        <w:div w:id="2029519321">
                          <w:marLeft w:val="0"/>
                          <w:marRight w:val="0"/>
                          <w:marTop w:val="0"/>
                          <w:marBottom w:val="0"/>
                          <w:divBdr>
                            <w:top w:val="none" w:sz="0" w:space="0" w:color="auto"/>
                            <w:left w:val="none" w:sz="0" w:space="0" w:color="auto"/>
                            <w:bottom w:val="none" w:sz="0" w:space="0" w:color="auto"/>
                            <w:right w:val="none" w:sz="0" w:space="0" w:color="auto"/>
                          </w:divBdr>
                          <w:divsChild>
                            <w:div w:id="834609177">
                              <w:marLeft w:val="0"/>
                              <w:marRight w:val="0"/>
                              <w:marTop w:val="0"/>
                              <w:marBottom w:val="0"/>
                              <w:divBdr>
                                <w:top w:val="none" w:sz="0" w:space="0" w:color="auto"/>
                                <w:left w:val="none" w:sz="0" w:space="0" w:color="auto"/>
                                <w:bottom w:val="none" w:sz="0" w:space="0" w:color="auto"/>
                                <w:right w:val="none" w:sz="0" w:space="0" w:color="auto"/>
                              </w:divBdr>
                              <w:divsChild>
                                <w:div w:id="2086759880">
                                  <w:marLeft w:val="0"/>
                                  <w:marRight w:val="0"/>
                                  <w:marTop w:val="0"/>
                                  <w:marBottom w:val="0"/>
                                  <w:divBdr>
                                    <w:top w:val="none" w:sz="0" w:space="0" w:color="auto"/>
                                    <w:left w:val="none" w:sz="0" w:space="0" w:color="auto"/>
                                    <w:bottom w:val="none" w:sz="0" w:space="0" w:color="auto"/>
                                    <w:right w:val="none" w:sz="0" w:space="0" w:color="auto"/>
                                  </w:divBdr>
                                  <w:divsChild>
                                    <w:div w:id="879167802">
                                      <w:marLeft w:val="30"/>
                                      <w:marRight w:val="480"/>
                                      <w:marTop w:val="0"/>
                                      <w:marBottom w:val="0"/>
                                      <w:divBdr>
                                        <w:top w:val="none" w:sz="0" w:space="0" w:color="auto"/>
                                        <w:left w:val="none" w:sz="0" w:space="0" w:color="auto"/>
                                        <w:bottom w:val="none" w:sz="0" w:space="0" w:color="auto"/>
                                        <w:right w:val="none" w:sz="0" w:space="0" w:color="auto"/>
                                      </w:divBdr>
                                      <w:divsChild>
                                        <w:div w:id="207704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6629773">
      <w:bodyDiv w:val="1"/>
      <w:marLeft w:val="0"/>
      <w:marRight w:val="0"/>
      <w:marTop w:val="0"/>
      <w:marBottom w:val="0"/>
      <w:divBdr>
        <w:top w:val="none" w:sz="0" w:space="0" w:color="auto"/>
        <w:left w:val="none" w:sz="0" w:space="0" w:color="auto"/>
        <w:bottom w:val="none" w:sz="0" w:space="0" w:color="auto"/>
        <w:right w:val="none" w:sz="0" w:space="0" w:color="auto"/>
      </w:divBdr>
      <w:divsChild>
        <w:div w:id="1334918150">
          <w:marLeft w:val="0"/>
          <w:marRight w:val="0"/>
          <w:marTop w:val="0"/>
          <w:marBottom w:val="0"/>
          <w:divBdr>
            <w:top w:val="single" w:sz="6" w:space="0" w:color="678FC2"/>
            <w:left w:val="single" w:sz="6" w:space="0" w:color="678FC2"/>
            <w:bottom w:val="single" w:sz="6" w:space="0" w:color="678FC2"/>
            <w:right w:val="single" w:sz="6" w:space="0" w:color="678FC2"/>
          </w:divBdr>
          <w:divsChild>
            <w:div w:id="1340084180">
              <w:marLeft w:val="0"/>
              <w:marRight w:val="0"/>
              <w:marTop w:val="0"/>
              <w:marBottom w:val="0"/>
              <w:divBdr>
                <w:top w:val="none" w:sz="0" w:space="0" w:color="auto"/>
                <w:left w:val="none" w:sz="0" w:space="0" w:color="auto"/>
                <w:bottom w:val="none" w:sz="0" w:space="0" w:color="auto"/>
                <w:right w:val="none" w:sz="0" w:space="0" w:color="auto"/>
              </w:divBdr>
              <w:divsChild>
                <w:div w:id="1290819632">
                  <w:marLeft w:val="150"/>
                  <w:marRight w:val="150"/>
                  <w:marTop w:val="0"/>
                  <w:marBottom w:val="0"/>
                  <w:divBdr>
                    <w:top w:val="none" w:sz="0" w:space="0" w:color="auto"/>
                    <w:left w:val="none" w:sz="0" w:space="0" w:color="auto"/>
                    <w:bottom w:val="none" w:sz="0" w:space="0" w:color="auto"/>
                    <w:right w:val="none" w:sz="0" w:space="0" w:color="auto"/>
                  </w:divBdr>
                  <w:divsChild>
                    <w:div w:id="2071533525">
                      <w:marLeft w:val="0"/>
                      <w:marRight w:val="0"/>
                      <w:marTop w:val="0"/>
                      <w:marBottom w:val="0"/>
                      <w:divBdr>
                        <w:top w:val="none" w:sz="0" w:space="0" w:color="auto"/>
                        <w:left w:val="none" w:sz="0" w:space="0" w:color="auto"/>
                        <w:bottom w:val="none" w:sz="0" w:space="0" w:color="auto"/>
                        <w:right w:val="none" w:sz="0" w:space="0" w:color="auto"/>
                      </w:divBdr>
                      <w:divsChild>
                        <w:div w:id="598562829">
                          <w:marLeft w:val="0"/>
                          <w:marRight w:val="0"/>
                          <w:marTop w:val="0"/>
                          <w:marBottom w:val="0"/>
                          <w:divBdr>
                            <w:top w:val="none" w:sz="0" w:space="0" w:color="auto"/>
                            <w:left w:val="none" w:sz="0" w:space="0" w:color="auto"/>
                            <w:bottom w:val="none" w:sz="0" w:space="0" w:color="auto"/>
                            <w:right w:val="none" w:sz="0" w:space="0" w:color="auto"/>
                          </w:divBdr>
                          <w:divsChild>
                            <w:div w:id="1105424850">
                              <w:marLeft w:val="0"/>
                              <w:marRight w:val="0"/>
                              <w:marTop w:val="0"/>
                              <w:marBottom w:val="0"/>
                              <w:divBdr>
                                <w:top w:val="none" w:sz="0" w:space="0" w:color="auto"/>
                                <w:left w:val="none" w:sz="0" w:space="0" w:color="auto"/>
                                <w:bottom w:val="none" w:sz="0" w:space="0" w:color="auto"/>
                                <w:right w:val="none" w:sz="0" w:space="0" w:color="auto"/>
                              </w:divBdr>
                              <w:divsChild>
                                <w:div w:id="44648802">
                                  <w:marLeft w:val="0"/>
                                  <w:marRight w:val="0"/>
                                  <w:marTop w:val="0"/>
                                  <w:marBottom w:val="0"/>
                                  <w:divBdr>
                                    <w:top w:val="none" w:sz="0" w:space="0" w:color="auto"/>
                                    <w:left w:val="none" w:sz="0" w:space="0" w:color="auto"/>
                                    <w:bottom w:val="none" w:sz="0" w:space="0" w:color="auto"/>
                                    <w:right w:val="none" w:sz="0" w:space="0" w:color="auto"/>
                                  </w:divBdr>
                                  <w:divsChild>
                                    <w:div w:id="1065370732">
                                      <w:marLeft w:val="30"/>
                                      <w:marRight w:val="480"/>
                                      <w:marTop w:val="0"/>
                                      <w:marBottom w:val="0"/>
                                      <w:divBdr>
                                        <w:top w:val="none" w:sz="0" w:space="0" w:color="auto"/>
                                        <w:left w:val="none" w:sz="0" w:space="0" w:color="auto"/>
                                        <w:bottom w:val="none" w:sz="0" w:space="0" w:color="auto"/>
                                        <w:right w:val="none" w:sz="0" w:space="0" w:color="auto"/>
                                      </w:divBdr>
                                      <w:divsChild>
                                        <w:div w:id="1071777500">
                                          <w:marLeft w:val="30"/>
                                          <w:marRight w:val="480"/>
                                          <w:marTop w:val="0"/>
                                          <w:marBottom w:val="0"/>
                                          <w:divBdr>
                                            <w:top w:val="none" w:sz="0" w:space="0" w:color="auto"/>
                                            <w:left w:val="none" w:sz="0" w:space="0" w:color="auto"/>
                                            <w:bottom w:val="none" w:sz="0" w:space="0" w:color="auto"/>
                                            <w:right w:val="none" w:sz="0" w:space="0" w:color="auto"/>
                                          </w:divBdr>
                                          <w:divsChild>
                                            <w:div w:id="8287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8283597">
      <w:bodyDiv w:val="1"/>
      <w:marLeft w:val="0"/>
      <w:marRight w:val="0"/>
      <w:marTop w:val="0"/>
      <w:marBottom w:val="0"/>
      <w:divBdr>
        <w:top w:val="none" w:sz="0" w:space="0" w:color="auto"/>
        <w:left w:val="none" w:sz="0" w:space="0" w:color="auto"/>
        <w:bottom w:val="none" w:sz="0" w:space="0" w:color="auto"/>
        <w:right w:val="none" w:sz="0" w:space="0" w:color="auto"/>
      </w:divBdr>
      <w:divsChild>
        <w:div w:id="1483083936">
          <w:marLeft w:val="0"/>
          <w:marRight w:val="0"/>
          <w:marTop w:val="0"/>
          <w:marBottom w:val="0"/>
          <w:divBdr>
            <w:top w:val="single" w:sz="6" w:space="0" w:color="678FC2"/>
            <w:left w:val="single" w:sz="6" w:space="0" w:color="678FC2"/>
            <w:bottom w:val="single" w:sz="6" w:space="0" w:color="678FC2"/>
            <w:right w:val="single" w:sz="6" w:space="0" w:color="678FC2"/>
          </w:divBdr>
          <w:divsChild>
            <w:div w:id="1449394849">
              <w:marLeft w:val="0"/>
              <w:marRight w:val="0"/>
              <w:marTop w:val="0"/>
              <w:marBottom w:val="0"/>
              <w:divBdr>
                <w:top w:val="none" w:sz="0" w:space="0" w:color="auto"/>
                <w:left w:val="none" w:sz="0" w:space="0" w:color="auto"/>
                <w:bottom w:val="none" w:sz="0" w:space="0" w:color="auto"/>
                <w:right w:val="none" w:sz="0" w:space="0" w:color="auto"/>
              </w:divBdr>
              <w:divsChild>
                <w:div w:id="104620985">
                  <w:marLeft w:val="150"/>
                  <w:marRight w:val="150"/>
                  <w:marTop w:val="0"/>
                  <w:marBottom w:val="0"/>
                  <w:divBdr>
                    <w:top w:val="none" w:sz="0" w:space="0" w:color="auto"/>
                    <w:left w:val="none" w:sz="0" w:space="0" w:color="auto"/>
                    <w:bottom w:val="none" w:sz="0" w:space="0" w:color="auto"/>
                    <w:right w:val="none" w:sz="0" w:space="0" w:color="auto"/>
                  </w:divBdr>
                  <w:divsChild>
                    <w:div w:id="309678292">
                      <w:marLeft w:val="0"/>
                      <w:marRight w:val="0"/>
                      <w:marTop w:val="0"/>
                      <w:marBottom w:val="0"/>
                      <w:divBdr>
                        <w:top w:val="none" w:sz="0" w:space="0" w:color="auto"/>
                        <w:left w:val="none" w:sz="0" w:space="0" w:color="auto"/>
                        <w:bottom w:val="none" w:sz="0" w:space="0" w:color="auto"/>
                        <w:right w:val="none" w:sz="0" w:space="0" w:color="auto"/>
                      </w:divBdr>
                      <w:divsChild>
                        <w:div w:id="1761827516">
                          <w:marLeft w:val="0"/>
                          <w:marRight w:val="0"/>
                          <w:marTop w:val="0"/>
                          <w:marBottom w:val="0"/>
                          <w:divBdr>
                            <w:top w:val="none" w:sz="0" w:space="0" w:color="auto"/>
                            <w:left w:val="none" w:sz="0" w:space="0" w:color="auto"/>
                            <w:bottom w:val="none" w:sz="0" w:space="0" w:color="auto"/>
                            <w:right w:val="none" w:sz="0" w:space="0" w:color="auto"/>
                          </w:divBdr>
                          <w:divsChild>
                            <w:div w:id="1858693030">
                              <w:marLeft w:val="0"/>
                              <w:marRight w:val="0"/>
                              <w:marTop w:val="0"/>
                              <w:marBottom w:val="0"/>
                              <w:divBdr>
                                <w:top w:val="none" w:sz="0" w:space="0" w:color="auto"/>
                                <w:left w:val="none" w:sz="0" w:space="0" w:color="auto"/>
                                <w:bottom w:val="none" w:sz="0" w:space="0" w:color="auto"/>
                                <w:right w:val="none" w:sz="0" w:space="0" w:color="auto"/>
                              </w:divBdr>
                              <w:divsChild>
                                <w:div w:id="1710648417">
                                  <w:marLeft w:val="0"/>
                                  <w:marRight w:val="0"/>
                                  <w:marTop w:val="0"/>
                                  <w:marBottom w:val="0"/>
                                  <w:divBdr>
                                    <w:top w:val="none" w:sz="0" w:space="0" w:color="auto"/>
                                    <w:left w:val="none" w:sz="0" w:space="0" w:color="auto"/>
                                    <w:bottom w:val="none" w:sz="0" w:space="0" w:color="auto"/>
                                    <w:right w:val="none" w:sz="0" w:space="0" w:color="auto"/>
                                  </w:divBdr>
                                  <w:divsChild>
                                    <w:div w:id="84687769">
                                      <w:marLeft w:val="30"/>
                                      <w:marRight w:val="480"/>
                                      <w:marTop w:val="0"/>
                                      <w:marBottom w:val="0"/>
                                      <w:divBdr>
                                        <w:top w:val="none" w:sz="0" w:space="0" w:color="auto"/>
                                        <w:left w:val="none" w:sz="0" w:space="0" w:color="auto"/>
                                        <w:bottom w:val="none" w:sz="0" w:space="0" w:color="auto"/>
                                        <w:right w:val="none" w:sz="0" w:space="0" w:color="auto"/>
                                      </w:divBdr>
                                      <w:divsChild>
                                        <w:div w:id="161015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5875046">
      <w:bodyDiv w:val="1"/>
      <w:marLeft w:val="0"/>
      <w:marRight w:val="0"/>
      <w:marTop w:val="0"/>
      <w:marBottom w:val="0"/>
      <w:divBdr>
        <w:top w:val="none" w:sz="0" w:space="0" w:color="auto"/>
        <w:left w:val="none" w:sz="0" w:space="0" w:color="auto"/>
        <w:bottom w:val="none" w:sz="0" w:space="0" w:color="auto"/>
        <w:right w:val="none" w:sz="0" w:space="0" w:color="auto"/>
      </w:divBdr>
      <w:divsChild>
        <w:div w:id="1378313489">
          <w:marLeft w:val="0"/>
          <w:marRight w:val="0"/>
          <w:marTop w:val="0"/>
          <w:marBottom w:val="0"/>
          <w:divBdr>
            <w:top w:val="single" w:sz="6" w:space="0" w:color="678FC2"/>
            <w:left w:val="single" w:sz="6" w:space="0" w:color="678FC2"/>
            <w:bottom w:val="single" w:sz="6" w:space="0" w:color="678FC2"/>
            <w:right w:val="single" w:sz="6" w:space="0" w:color="678FC2"/>
          </w:divBdr>
          <w:divsChild>
            <w:div w:id="1963416614">
              <w:marLeft w:val="0"/>
              <w:marRight w:val="0"/>
              <w:marTop w:val="0"/>
              <w:marBottom w:val="0"/>
              <w:divBdr>
                <w:top w:val="none" w:sz="0" w:space="0" w:color="auto"/>
                <w:left w:val="none" w:sz="0" w:space="0" w:color="auto"/>
                <w:bottom w:val="none" w:sz="0" w:space="0" w:color="auto"/>
                <w:right w:val="none" w:sz="0" w:space="0" w:color="auto"/>
              </w:divBdr>
              <w:divsChild>
                <w:div w:id="549343064">
                  <w:marLeft w:val="150"/>
                  <w:marRight w:val="150"/>
                  <w:marTop w:val="0"/>
                  <w:marBottom w:val="0"/>
                  <w:divBdr>
                    <w:top w:val="none" w:sz="0" w:space="0" w:color="auto"/>
                    <w:left w:val="none" w:sz="0" w:space="0" w:color="auto"/>
                    <w:bottom w:val="none" w:sz="0" w:space="0" w:color="auto"/>
                    <w:right w:val="none" w:sz="0" w:space="0" w:color="auto"/>
                  </w:divBdr>
                  <w:divsChild>
                    <w:div w:id="983268645">
                      <w:marLeft w:val="0"/>
                      <w:marRight w:val="0"/>
                      <w:marTop w:val="0"/>
                      <w:marBottom w:val="0"/>
                      <w:divBdr>
                        <w:top w:val="none" w:sz="0" w:space="0" w:color="auto"/>
                        <w:left w:val="none" w:sz="0" w:space="0" w:color="auto"/>
                        <w:bottom w:val="none" w:sz="0" w:space="0" w:color="auto"/>
                        <w:right w:val="none" w:sz="0" w:space="0" w:color="auto"/>
                      </w:divBdr>
                      <w:divsChild>
                        <w:div w:id="212927940">
                          <w:marLeft w:val="0"/>
                          <w:marRight w:val="0"/>
                          <w:marTop w:val="0"/>
                          <w:marBottom w:val="0"/>
                          <w:divBdr>
                            <w:top w:val="none" w:sz="0" w:space="0" w:color="auto"/>
                            <w:left w:val="none" w:sz="0" w:space="0" w:color="auto"/>
                            <w:bottom w:val="none" w:sz="0" w:space="0" w:color="auto"/>
                            <w:right w:val="none" w:sz="0" w:space="0" w:color="auto"/>
                          </w:divBdr>
                          <w:divsChild>
                            <w:div w:id="48189656">
                              <w:marLeft w:val="0"/>
                              <w:marRight w:val="0"/>
                              <w:marTop w:val="0"/>
                              <w:marBottom w:val="0"/>
                              <w:divBdr>
                                <w:top w:val="none" w:sz="0" w:space="0" w:color="auto"/>
                                <w:left w:val="none" w:sz="0" w:space="0" w:color="auto"/>
                                <w:bottom w:val="none" w:sz="0" w:space="0" w:color="auto"/>
                                <w:right w:val="none" w:sz="0" w:space="0" w:color="auto"/>
                              </w:divBdr>
                              <w:divsChild>
                                <w:div w:id="1832716282">
                                  <w:marLeft w:val="0"/>
                                  <w:marRight w:val="0"/>
                                  <w:marTop w:val="0"/>
                                  <w:marBottom w:val="0"/>
                                  <w:divBdr>
                                    <w:top w:val="none" w:sz="0" w:space="0" w:color="auto"/>
                                    <w:left w:val="none" w:sz="0" w:space="0" w:color="auto"/>
                                    <w:bottom w:val="none" w:sz="0" w:space="0" w:color="auto"/>
                                    <w:right w:val="none" w:sz="0" w:space="0" w:color="auto"/>
                                  </w:divBdr>
                                  <w:divsChild>
                                    <w:div w:id="377360771">
                                      <w:marLeft w:val="30"/>
                                      <w:marRight w:val="480"/>
                                      <w:marTop w:val="0"/>
                                      <w:marBottom w:val="0"/>
                                      <w:divBdr>
                                        <w:top w:val="none" w:sz="0" w:space="0" w:color="auto"/>
                                        <w:left w:val="none" w:sz="0" w:space="0" w:color="auto"/>
                                        <w:bottom w:val="none" w:sz="0" w:space="0" w:color="auto"/>
                                        <w:right w:val="none" w:sz="0" w:space="0" w:color="auto"/>
                                      </w:divBdr>
                                      <w:divsChild>
                                        <w:div w:id="29649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4802597">
      <w:bodyDiv w:val="1"/>
      <w:marLeft w:val="0"/>
      <w:marRight w:val="0"/>
      <w:marTop w:val="0"/>
      <w:marBottom w:val="0"/>
      <w:divBdr>
        <w:top w:val="none" w:sz="0" w:space="0" w:color="auto"/>
        <w:left w:val="none" w:sz="0" w:space="0" w:color="auto"/>
        <w:bottom w:val="none" w:sz="0" w:space="0" w:color="auto"/>
        <w:right w:val="none" w:sz="0" w:space="0" w:color="auto"/>
      </w:divBdr>
      <w:divsChild>
        <w:div w:id="1033186987">
          <w:marLeft w:val="0"/>
          <w:marRight w:val="0"/>
          <w:marTop w:val="0"/>
          <w:marBottom w:val="0"/>
          <w:divBdr>
            <w:top w:val="single" w:sz="6" w:space="0" w:color="678FC2"/>
            <w:left w:val="single" w:sz="6" w:space="0" w:color="678FC2"/>
            <w:bottom w:val="single" w:sz="6" w:space="0" w:color="678FC2"/>
            <w:right w:val="single" w:sz="6" w:space="0" w:color="678FC2"/>
          </w:divBdr>
          <w:divsChild>
            <w:div w:id="286815805">
              <w:marLeft w:val="0"/>
              <w:marRight w:val="0"/>
              <w:marTop w:val="0"/>
              <w:marBottom w:val="0"/>
              <w:divBdr>
                <w:top w:val="none" w:sz="0" w:space="0" w:color="auto"/>
                <w:left w:val="none" w:sz="0" w:space="0" w:color="auto"/>
                <w:bottom w:val="none" w:sz="0" w:space="0" w:color="auto"/>
                <w:right w:val="none" w:sz="0" w:space="0" w:color="auto"/>
              </w:divBdr>
              <w:divsChild>
                <w:div w:id="1102996280">
                  <w:marLeft w:val="150"/>
                  <w:marRight w:val="150"/>
                  <w:marTop w:val="0"/>
                  <w:marBottom w:val="0"/>
                  <w:divBdr>
                    <w:top w:val="none" w:sz="0" w:space="0" w:color="auto"/>
                    <w:left w:val="none" w:sz="0" w:space="0" w:color="auto"/>
                    <w:bottom w:val="none" w:sz="0" w:space="0" w:color="auto"/>
                    <w:right w:val="none" w:sz="0" w:space="0" w:color="auto"/>
                  </w:divBdr>
                  <w:divsChild>
                    <w:div w:id="1364400121">
                      <w:marLeft w:val="0"/>
                      <w:marRight w:val="0"/>
                      <w:marTop w:val="0"/>
                      <w:marBottom w:val="0"/>
                      <w:divBdr>
                        <w:top w:val="none" w:sz="0" w:space="0" w:color="auto"/>
                        <w:left w:val="none" w:sz="0" w:space="0" w:color="auto"/>
                        <w:bottom w:val="none" w:sz="0" w:space="0" w:color="auto"/>
                        <w:right w:val="none" w:sz="0" w:space="0" w:color="auto"/>
                      </w:divBdr>
                      <w:divsChild>
                        <w:div w:id="514998022">
                          <w:marLeft w:val="0"/>
                          <w:marRight w:val="0"/>
                          <w:marTop w:val="0"/>
                          <w:marBottom w:val="0"/>
                          <w:divBdr>
                            <w:top w:val="none" w:sz="0" w:space="0" w:color="auto"/>
                            <w:left w:val="none" w:sz="0" w:space="0" w:color="auto"/>
                            <w:bottom w:val="none" w:sz="0" w:space="0" w:color="auto"/>
                            <w:right w:val="none" w:sz="0" w:space="0" w:color="auto"/>
                          </w:divBdr>
                          <w:divsChild>
                            <w:div w:id="267009312">
                              <w:marLeft w:val="0"/>
                              <w:marRight w:val="0"/>
                              <w:marTop w:val="0"/>
                              <w:marBottom w:val="0"/>
                              <w:divBdr>
                                <w:top w:val="none" w:sz="0" w:space="0" w:color="auto"/>
                                <w:left w:val="none" w:sz="0" w:space="0" w:color="auto"/>
                                <w:bottom w:val="none" w:sz="0" w:space="0" w:color="auto"/>
                                <w:right w:val="none" w:sz="0" w:space="0" w:color="auto"/>
                              </w:divBdr>
                              <w:divsChild>
                                <w:div w:id="15918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7155369">
      <w:bodyDiv w:val="1"/>
      <w:marLeft w:val="0"/>
      <w:marRight w:val="0"/>
      <w:marTop w:val="0"/>
      <w:marBottom w:val="0"/>
      <w:divBdr>
        <w:top w:val="none" w:sz="0" w:space="0" w:color="auto"/>
        <w:left w:val="none" w:sz="0" w:space="0" w:color="auto"/>
        <w:bottom w:val="none" w:sz="0" w:space="0" w:color="auto"/>
        <w:right w:val="none" w:sz="0" w:space="0" w:color="auto"/>
      </w:divBdr>
      <w:divsChild>
        <w:div w:id="1087069303">
          <w:marLeft w:val="0"/>
          <w:marRight w:val="0"/>
          <w:marTop w:val="0"/>
          <w:marBottom w:val="0"/>
          <w:divBdr>
            <w:top w:val="single" w:sz="6" w:space="0" w:color="678FC2"/>
            <w:left w:val="single" w:sz="6" w:space="0" w:color="678FC2"/>
            <w:bottom w:val="single" w:sz="6" w:space="0" w:color="678FC2"/>
            <w:right w:val="single" w:sz="6" w:space="0" w:color="678FC2"/>
          </w:divBdr>
          <w:divsChild>
            <w:div w:id="1643728096">
              <w:marLeft w:val="0"/>
              <w:marRight w:val="0"/>
              <w:marTop w:val="0"/>
              <w:marBottom w:val="0"/>
              <w:divBdr>
                <w:top w:val="none" w:sz="0" w:space="0" w:color="auto"/>
                <w:left w:val="none" w:sz="0" w:space="0" w:color="auto"/>
                <w:bottom w:val="none" w:sz="0" w:space="0" w:color="auto"/>
                <w:right w:val="none" w:sz="0" w:space="0" w:color="auto"/>
              </w:divBdr>
              <w:divsChild>
                <w:div w:id="1224756579">
                  <w:marLeft w:val="150"/>
                  <w:marRight w:val="150"/>
                  <w:marTop w:val="0"/>
                  <w:marBottom w:val="0"/>
                  <w:divBdr>
                    <w:top w:val="none" w:sz="0" w:space="0" w:color="auto"/>
                    <w:left w:val="none" w:sz="0" w:space="0" w:color="auto"/>
                    <w:bottom w:val="none" w:sz="0" w:space="0" w:color="auto"/>
                    <w:right w:val="none" w:sz="0" w:space="0" w:color="auto"/>
                  </w:divBdr>
                  <w:divsChild>
                    <w:div w:id="1788963159">
                      <w:marLeft w:val="0"/>
                      <w:marRight w:val="0"/>
                      <w:marTop w:val="0"/>
                      <w:marBottom w:val="0"/>
                      <w:divBdr>
                        <w:top w:val="none" w:sz="0" w:space="0" w:color="auto"/>
                        <w:left w:val="none" w:sz="0" w:space="0" w:color="auto"/>
                        <w:bottom w:val="none" w:sz="0" w:space="0" w:color="auto"/>
                        <w:right w:val="none" w:sz="0" w:space="0" w:color="auto"/>
                      </w:divBdr>
                      <w:divsChild>
                        <w:div w:id="1623072066">
                          <w:marLeft w:val="0"/>
                          <w:marRight w:val="0"/>
                          <w:marTop w:val="0"/>
                          <w:marBottom w:val="0"/>
                          <w:divBdr>
                            <w:top w:val="none" w:sz="0" w:space="0" w:color="auto"/>
                            <w:left w:val="none" w:sz="0" w:space="0" w:color="auto"/>
                            <w:bottom w:val="none" w:sz="0" w:space="0" w:color="auto"/>
                            <w:right w:val="none" w:sz="0" w:space="0" w:color="auto"/>
                          </w:divBdr>
                          <w:divsChild>
                            <w:div w:id="291450312">
                              <w:marLeft w:val="0"/>
                              <w:marRight w:val="0"/>
                              <w:marTop w:val="0"/>
                              <w:marBottom w:val="0"/>
                              <w:divBdr>
                                <w:top w:val="none" w:sz="0" w:space="0" w:color="auto"/>
                                <w:left w:val="none" w:sz="0" w:space="0" w:color="auto"/>
                                <w:bottom w:val="none" w:sz="0" w:space="0" w:color="auto"/>
                                <w:right w:val="none" w:sz="0" w:space="0" w:color="auto"/>
                              </w:divBdr>
                              <w:divsChild>
                                <w:div w:id="1526409980">
                                  <w:marLeft w:val="0"/>
                                  <w:marRight w:val="0"/>
                                  <w:marTop w:val="0"/>
                                  <w:marBottom w:val="0"/>
                                  <w:divBdr>
                                    <w:top w:val="none" w:sz="0" w:space="0" w:color="auto"/>
                                    <w:left w:val="none" w:sz="0" w:space="0" w:color="auto"/>
                                    <w:bottom w:val="none" w:sz="0" w:space="0" w:color="auto"/>
                                    <w:right w:val="none" w:sz="0" w:space="0" w:color="auto"/>
                                  </w:divBdr>
                                  <w:divsChild>
                                    <w:div w:id="1505047778">
                                      <w:marLeft w:val="30"/>
                                      <w:marRight w:val="480"/>
                                      <w:marTop w:val="0"/>
                                      <w:marBottom w:val="0"/>
                                      <w:divBdr>
                                        <w:top w:val="none" w:sz="0" w:space="0" w:color="auto"/>
                                        <w:left w:val="none" w:sz="0" w:space="0" w:color="auto"/>
                                        <w:bottom w:val="none" w:sz="0" w:space="0" w:color="auto"/>
                                        <w:right w:val="none" w:sz="0" w:space="0" w:color="auto"/>
                                      </w:divBdr>
                                      <w:divsChild>
                                        <w:div w:id="1649286822">
                                          <w:marLeft w:val="30"/>
                                          <w:marRight w:val="480"/>
                                          <w:marTop w:val="0"/>
                                          <w:marBottom w:val="0"/>
                                          <w:divBdr>
                                            <w:top w:val="none" w:sz="0" w:space="0" w:color="auto"/>
                                            <w:left w:val="none" w:sz="0" w:space="0" w:color="auto"/>
                                            <w:bottom w:val="none" w:sz="0" w:space="0" w:color="auto"/>
                                            <w:right w:val="none" w:sz="0" w:space="0" w:color="auto"/>
                                          </w:divBdr>
                                          <w:divsChild>
                                            <w:div w:id="1120878365">
                                              <w:marLeft w:val="30"/>
                                              <w:marRight w:val="480"/>
                                              <w:marTop w:val="0"/>
                                              <w:marBottom w:val="0"/>
                                              <w:divBdr>
                                                <w:top w:val="none" w:sz="0" w:space="0" w:color="auto"/>
                                                <w:left w:val="none" w:sz="0" w:space="0" w:color="auto"/>
                                                <w:bottom w:val="none" w:sz="0" w:space="0" w:color="auto"/>
                                                <w:right w:val="none" w:sz="0" w:space="0" w:color="auto"/>
                                              </w:divBdr>
                                              <w:divsChild>
                                                <w:div w:id="1918898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55772848">
      <w:bodyDiv w:val="1"/>
      <w:marLeft w:val="0"/>
      <w:marRight w:val="0"/>
      <w:marTop w:val="0"/>
      <w:marBottom w:val="0"/>
      <w:divBdr>
        <w:top w:val="none" w:sz="0" w:space="0" w:color="auto"/>
        <w:left w:val="none" w:sz="0" w:space="0" w:color="auto"/>
        <w:bottom w:val="none" w:sz="0" w:space="0" w:color="auto"/>
        <w:right w:val="none" w:sz="0" w:space="0" w:color="auto"/>
      </w:divBdr>
      <w:divsChild>
        <w:div w:id="1914006037">
          <w:marLeft w:val="0"/>
          <w:marRight w:val="0"/>
          <w:marTop w:val="0"/>
          <w:marBottom w:val="0"/>
          <w:divBdr>
            <w:top w:val="single" w:sz="6" w:space="0" w:color="678FC2"/>
            <w:left w:val="single" w:sz="6" w:space="0" w:color="678FC2"/>
            <w:bottom w:val="single" w:sz="6" w:space="0" w:color="678FC2"/>
            <w:right w:val="single" w:sz="6" w:space="0" w:color="678FC2"/>
          </w:divBdr>
          <w:divsChild>
            <w:div w:id="1046102554">
              <w:marLeft w:val="0"/>
              <w:marRight w:val="0"/>
              <w:marTop w:val="0"/>
              <w:marBottom w:val="0"/>
              <w:divBdr>
                <w:top w:val="none" w:sz="0" w:space="0" w:color="auto"/>
                <w:left w:val="none" w:sz="0" w:space="0" w:color="auto"/>
                <w:bottom w:val="none" w:sz="0" w:space="0" w:color="auto"/>
                <w:right w:val="none" w:sz="0" w:space="0" w:color="auto"/>
              </w:divBdr>
              <w:divsChild>
                <w:div w:id="1241910178">
                  <w:marLeft w:val="150"/>
                  <w:marRight w:val="150"/>
                  <w:marTop w:val="0"/>
                  <w:marBottom w:val="0"/>
                  <w:divBdr>
                    <w:top w:val="none" w:sz="0" w:space="0" w:color="auto"/>
                    <w:left w:val="none" w:sz="0" w:space="0" w:color="auto"/>
                    <w:bottom w:val="none" w:sz="0" w:space="0" w:color="auto"/>
                    <w:right w:val="none" w:sz="0" w:space="0" w:color="auto"/>
                  </w:divBdr>
                  <w:divsChild>
                    <w:div w:id="977802597">
                      <w:marLeft w:val="0"/>
                      <w:marRight w:val="0"/>
                      <w:marTop w:val="0"/>
                      <w:marBottom w:val="0"/>
                      <w:divBdr>
                        <w:top w:val="none" w:sz="0" w:space="0" w:color="auto"/>
                        <w:left w:val="none" w:sz="0" w:space="0" w:color="auto"/>
                        <w:bottom w:val="none" w:sz="0" w:space="0" w:color="auto"/>
                        <w:right w:val="none" w:sz="0" w:space="0" w:color="auto"/>
                      </w:divBdr>
                      <w:divsChild>
                        <w:div w:id="2145809301">
                          <w:marLeft w:val="0"/>
                          <w:marRight w:val="0"/>
                          <w:marTop w:val="0"/>
                          <w:marBottom w:val="0"/>
                          <w:divBdr>
                            <w:top w:val="none" w:sz="0" w:space="0" w:color="auto"/>
                            <w:left w:val="none" w:sz="0" w:space="0" w:color="auto"/>
                            <w:bottom w:val="none" w:sz="0" w:space="0" w:color="auto"/>
                            <w:right w:val="none" w:sz="0" w:space="0" w:color="auto"/>
                          </w:divBdr>
                          <w:divsChild>
                            <w:div w:id="284586215">
                              <w:marLeft w:val="0"/>
                              <w:marRight w:val="0"/>
                              <w:marTop w:val="0"/>
                              <w:marBottom w:val="0"/>
                              <w:divBdr>
                                <w:top w:val="none" w:sz="0" w:space="0" w:color="auto"/>
                                <w:left w:val="none" w:sz="0" w:space="0" w:color="auto"/>
                                <w:bottom w:val="none" w:sz="0" w:space="0" w:color="auto"/>
                                <w:right w:val="none" w:sz="0" w:space="0" w:color="auto"/>
                              </w:divBdr>
                              <w:divsChild>
                                <w:div w:id="636495505">
                                  <w:marLeft w:val="0"/>
                                  <w:marRight w:val="0"/>
                                  <w:marTop w:val="0"/>
                                  <w:marBottom w:val="0"/>
                                  <w:divBdr>
                                    <w:top w:val="none" w:sz="0" w:space="0" w:color="auto"/>
                                    <w:left w:val="none" w:sz="0" w:space="0" w:color="auto"/>
                                    <w:bottom w:val="none" w:sz="0" w:space="0" w:color="auto"/>
                                    <w:right w:val="none" w:sz="0" w:space="0" w:color="auto"/>
                                  </w:divBdr>
                                  <w:divsChild>
                                    <w:div w:id="69574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9071523">
      <w:bodyDiv w:val="1"/>
      <w:marLeft w:val="0"/>
      <w:marRight w:val="0"/>
      <w:marTop w:val="0"/>
      <w:marBottom w:val="0"/>
      <w:divBdr>
        <w:top w:val="none" w:sz="0" w:space="0" w:color="auto"/>
        <w:left w:val="none" w:sz="0" w:space="0" w:color="auto"/>
        <w:bottom w:val="none" w:sz="0" w:space="0" w:color="auto"/>
        <w:right w:val="none" w:sz="0" w:space="0" w:color="auto"/>
      </w:divBdr>
      <w:divsChild>
        <w:div w:id="590816037">
          <w:marLeft w:val="0"/>
          <w:marRight w:val="0"/>
          <w:marTop w:val="0"/>
          <w:marBottom w:val="0"/>
          <w:divBdr>
            <w:top w:val="single" w:sz="6" w:space="0" w:color="678FC2"/>
            <w:left w:val="single" w:sz="6" w:space="0" w:color="678FC2"/>
            <w:bottom w:val="single" w:sz="6" w:space="0" w:color="678FC2"/>
            <w:right w:val="single" w:sz="6" w:space="0" w:color="678FC2"/>
          </w:divBdr>
          <w:divsChild>
            <w:div w:id="757822289">
              <w:marLeft w:val="0"/>
              <w:marRight w:val="0"/>
              <w:marTop w:val="0"/>
              <w:marBottom w:val="0"/>
              <w:divBdr>
                <w:top w:val="none" w:sz="0" w:space="0" w:color="auto"/>
                <w:left w:val="none" w:sz="0" w:space="0" w:color="auto"/>
                <w:bottom w:val="none" w:sz="0" w:space="0" w:color="auto"/>
                <w:right w:val="none" w:sz="0" w:space="0" w:color="auto"/>
              </w:divBdr>
              <w:divsChild>
                <w:div w:id="689067692">
                  <w:marLeft w:val="150"/>
                  <w:marRight w:val="150"/>
                  <w:marTop w:val="0"/>
                  <w:marBottom w:val="0"/>
                  <w:divBdr>
                    <w:top w:val="none" w:sz="0" w:space="0" w:color="auto"/>
                    <w:left w:val="none" w:sz="0" w:space="0" w:color="auto"/>
                    <w:bottom w:val="none" w:sz="0" w:space="0" w:color="auto"/>
                    <w:right w:val="none" w:sz="0" w:space="0" w:color="auto"/>
                  </w:divBdr>
                  <w:divsChild>
                    <w:div w:id="2122722251">
                      <w:marLeft w:val="0"/>
                      <w:marRight w:val="0"/>
                      <w:marTop w:val="0"/>
                      <w:marBottom w:val="0"/>
                      <w:divBdr>
                        <w:top w:val="none" w:sz="0" w:space="0" w:color="auto"/>
                        <w:left w:val="none" w:sz="0" w:space="0" w:color="auto"/>
                        <w:bottom w:val="none" w:sz="0" w:space="0" w:color="auto"/>
                        <w:right w:val="none" w:sz="0" w:space="0" w:color="auto"/>
                      </w:divBdr>
                      <w:divsChild>
                        <w:div w:id="1483111479">
                          <w:marLeft w:val="0"/>
                          <w:marRight w:val="0"/>
                          <w:marTop w:val="0"/>
                          <w:marBottom w:val="0"/>
                          <w:divBdr>
                            <w:top w:val="none" w:sz="0" w:space="0" w:color="auto"/>
                            <w:left w:val="none" w:sz="0" w:space="0" w:color="auto"/>
                            <w:bottom w:val="none" w:sz="0" w:space="0" w:color="auto"/>
                            <w:right w:val="none" w:sz="0" w:space="0" w:color="auto"/>
                          </w:divBdr>
                          <w:divsChild>
                            <w:div w:id="1646471166">
                              <w:marLeft w:val="0"/>
                              <w:marRight w:val="0"/>
                              <w:marTop w:val="0"/>
                              <w:marBottom w:val="0"/>
                              <w:divBdr>
                                <w:top w:val="none" w:sz="0" w:space="0" w:color="auto"/>
                                <w:left w:val="none" w:sz="0" w:space="0" w:color="auto"/>
                                <w:bottom w:val="none" w:sz="0" w:space="0" w:color="auto"/>
                                <w:right w:val="none" w:sz="0" w:space="0" w:color="auto"/>
                              </w:divBdr>
                              <w:divsChild>
                                <w:div w:id="1416979042">
                                  <w:marLeft w:val="0"/>
                                  <w:marRight w:val="0"/>
                                  <w:marTop w:val="0"/>
                                  <w:marBottom w:val="0"/>
                                  <w:divBdr>
                                    <w:top w:val="none" w:sz="0" w:space="0" w:color="auto"/>
                                    <w:left w:val="none" w:sz="0" w:space="0" w:color="auto"/>
                                    <w:bottom w:val="none" w:sz="0" w:space="0" w:color="auto"/>
                                    <w:right w:val="none" w:sz="0" w:space="0" w:color="auto"/>
                                  </w:divBdr>
                                  <w:divsChild>
                                    <w:div w:id="1991128657">
                                      <w:marLeft w:val="30"/>
                                      <w:marRight w:val="480"/>
                                      <w:marTop w:val="0"/>
                                      <w:marBottom w:val="0"/>
                                      <w:divBdr>
                                        <w:top w:val="none" w:sz="0" w:space="0" w:color="auto"/>
                                        <w:left w:val="none" w:sz="0" w:space="0" w:color="auto"/>
                                        <w:bottom w:val="none" w:sz="0" w:space="0" w:color="auto"/>
                                        <w:right w:val="none" w:sz="0" w:space="0" w:color="auto"/>
                                      </w:divBdr>
                                      <w:divsChild>
                                        <w:div w:id="208517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2350183">
      <w:bodyDiv w:val="1"/>
      <w:marLeft w:val="0"/>
      <w:marRight w:val="0"/>
      <w:marTop w:val="0"/>
      <w:marBottom w:val="0"/>
      <w:divBdr>
        <w:top w:val="none" w:sz="0" w:space="0" w:color="auto"/>
        <w:left w:val="none" w:sz="0" w:space="0" w:color="auto"/>
        <w:bottom w:val="none" w:sz="0" w:space="0" w:color="auto"/>
        <w:right w:val="none" w:sz="0" w:space="0" w:color="auto"/>
      </w:divBdr>
      <w:divsChild>
        <w:div w:id="1684935453">
          <w:marLeft w:val="0"/>
          <w:marRight w:val="0"/>
          <w:marTop w:val="0"/>
          <w:marBottom w:val="0"/>
          <w:divBdr>
            <w:top w:val="single" w:sz="6" w:space="0" w:color="678FC2"/>
            <w:left w:val="single" w:sz="6" w:space="0" w:color="678FC2"/>
            <w:bottom w:val="single" w:sz="6" w:space="0" w:color="678FC2"/>
            <w:right w:val="single" w:sz="6" w:space="0" w:color="678FC2"/>
          </w:divBdr>
          <w:divsChild>
            <w:div w:id="2065594929">
              <w:marLeft w:val="0"/>
              <w:marRight w:val="0"/>
              <w:marTop w:val="0"/>
              <w:marBottom w:val="0"/>
              <w:divBdr>
                <w:top w:val="none" w:sz="0" w:space="0" w:color="auto"/>
                <w:left w:val="none" w:sz="0" w:space="0" w:color="auto"/>
                <w:bottom w:val="none" w:sz="0" w:space="0" w:color="auto"/>
                <w:right w:val="none" w:sz="0" w:space="0" w:color="auto"/>
              </w:divBdr>
              <w:divsChild>
                <w:div w:id="894194096">
                  <w:marLeft w:val="150"/>
                  <w:marRight w:val="150"/>
                  <w:marTop w:val="0"/>
                  <w:marBottom w:val="0"/>
                  <w:divBdr>
                    <w:top w:val="none" w:sz="0" w:space="0" w:color="auto"/>
                    <w:left w:val="none" w:sz="0" w:space="0" w:color="auto"/>
                    <w:bottom w:val="none" w:sz="0" w:space="0" w:color="auto"/>
                    <w:right w:val="none" w:sz="0" w:space="0" w:color="auto"/>
                  </w:divBdr>
                  <w:divsChild>
                    <w:div w:id="1098599320">
                      <w:marLeft w:val="0"/>
                      <w:marRight w:val="0"/>
                      <w:marTop w:val="0"/>
                      <w:marBottom w:val="0"/>
                      <w:divBdr>
                        <w:top w:val="none" w:sz="0" w:space="0" w:color="auto"/>
                        <w:left w:val="none" w:sz="0" w:space="0" w:color="auto"/>
                        <w:bottom w:val="none" w:sz="0" w:space="0" w:color="auto"/>
                        <w:right w:val="none" w:sz="0" w:space="0" w:color="auto"/>
                      </w:divBdr>
                      <w:divsChild>
                        <w:div w:id="1668051144">
                          <w:marLeft w:val="0"/>
                          <w:marRight w:val="0"/>
                          <w:marTop w:val="0"/>
                          <w:marBottom w:val="0"/>
                          <w:divBdr>
                            <w:top w:val="none" w:sz="0" w:space="0" w:color="auto"/>
                            <w:left w:val="none" w:sz="0" w:space="0" w:color="auto"/>
                            <w:bottom w:val="none" w:sz="0" w:space="0" w:color="auto"/>
                            <w:right w:val="none" w:sz="0" w:space="0" w:color="auto"/>
                          </w:divBdr>
                          <w:divsChild>
                            <w:div w:id="45300816">
                              <w:marLeft w:val="0"/>
                              <w:marRight w:val="0"/>
                              <w:marTop w:val="0"/>
                              <w:marBottom w:val="0"/>
                              <w:divBdr>
                                <w:top w:val="none" w:sz="0" w:space="0" w:color="auto"/>
                                <w:left w:val="none" w:sz="0" w:space="0" w:color="auto"/>
                                <w:bottom w:val="none" w:sz="0" w:space="0" w:color="auto"/>
                                <w:right w:val="none" w:sz="0" w:space="0" w:color="auto"/>
                              </w:divBdr>
                              <w:divsChild>
                                <w:div w:id="89669126">
                                  <w:marLeft w:val="0"/>
                                  <w:marRight w:val="0"/>
                                  <w:marTop w:val="0"/>
                                  <w:marBottom w:val="0"/>
                                  <w:divBdr>
                                    <w:top w:val="none" w:sz="0" w:space="0" w:color="auto"/>
                                    <w:left w:val="none" w:sz="0" w:space="0" w:color="auto"/>
                                    <w:bottom w:val="none" w:sz="0" w:space="0" w:color="auto"/>
                                    <w:right w:val="none" w:sz="0" w:space="0" w:color="auto"/>
                                  </w:divBdr>
                                  <w:divsChild>
                                    <w:div w:id="640233852">
                                      <w:marLeft w:val="30"/>
                                      <w:marRight w:val="480"/>
                                      <w:marTop w:val="0"/>
                                      <w:marBottom w:val="0"/>
                                      <w:divBdr>
                                        <w:top w:val="none" w:sz="0" w:space="0" w:color="auto"/>
                                        <w:left w:val="none" w:sz="0" w:space="0" w:color="auto"/>
                                        <w:bottom w:val="none" w:sz="0" w:space="0" w:color="auto"/>
                                        <w:right w:val="none" w:sz="0" w:space="0" w:color="auto"/>
                                      </w:divBdr>
                                      <w:divsChild>
                                        <w:div w:id="12474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8369535">
      <w:bodyDiv w:val="1"/>
      <w:marLeft w:val="0"/>
      <w:marRight w:val="0"/>
      <w:marTop w:val="0"/>
      <w:marBottom w:val="0"/>
      <w:divBdr>
        <w:top w:val="none" w:sz="0" w:space="0" w:color="auto"/>
        <w:left w:val="none" w:sz="0" w:space="0" w:color="auto"/>
        <w:bottom w:val="none" w:sz="0" w:space="0" w:color="auto"/>
        <w:right w:val="none" w:sz="0" w:space="0" w:color="auto"/>
      </w:divBdr>
      <w:divsChild>
        <w:div w:id="2000764878">
          <w:marLeft w:val="0"/>
          <w:marRight w:val="0"/>
          <w:marTop w:val="0"/>
          <w:marBottom w:val="0"/>
          <w:divBdr>
            <w:top w:val="single" w:sz="6" w:space="0" w:color="678FC2"/>
            <w:left w:val="single" w:sz="6" w:space="0" w:color="678FC2"/>
            <w:bottom w:val="single" w:sz="6" w:space="0" w:color="678FC2"/>
            <w:right w:val="single" w:sz="6" w:space="0" w:color="678FC2"/>
          </w:divBdr>
          <w:divsChild>
            <w:div w:id="953054943">
              <w:marLeft w:val="0"/>
              <w:marRight w:val="0"/>
              <w:marTop w:val="0"/>
              <w:marBottom w:val="0"/>
              <w:divBdr>
                <w:top w:val="none" w:sz="0" w:space="0" w:color="auto"/>
                <w:left w:val="none" w:sz="0" w:space="0" w:color="auto"/>
                <w:bottom w:val="none" w:sz="0" w:space="0" w:color="auto"/>
                <w:right w:val="none" w:sz="0" w:space="0" w:color="auto"/>
              </w:divBdr>
              <w:divsChild>
                <w:div w:id="899437629">
                  <w:marLeft w:val="150"/>
                  <w:marRight w:val="150"/>
                  <w:marTop w:val="0"/>
                  <w:marBottom w:val="0"/>
                  <w:divBdr>
                    <w:top w:val="none" w:sz="0" w:space="0" w:color="auto"/>
                    <w:left w:val="none" w:sz="0" w:space="0" w:color="auto"/>
                    <w:bottom w:val="none" w:sz="0" w:space="0" w:color="auto"/>
                    <w:right w:val="none" w:sz="0" w:space="0" w:color="auto"/>
                  </w:divBdr>
                  <w:divsChild>
                    <w:div w:id="1361125810">
                      <w:marLeft w:val="0"/>
                      <w:marRight w:val="0"/>
                      <w:marTop w:val="0"/>
                      <w:marBottom w:val="0"/>
                      <w:divBdr>
                        <w:top w:val="none" w:sz="0" w:space="0" w:color="auto"/>
                        <w:left w:val="none" w:sz="0" w:space="0" w:color="auto"/>
                        <w:bottom w:val="none" w:sz="0" w:space="0" w:color="auto"/>
                        <w:right w:val="none" w:sz="0" w:space="0" w:color="auto"/>
                      </w:divBdr>
                      <w:divsChild>
                        <w:div w:id="696928150">
                          <w:marLeft w:val="0"/>
                          <w:marRight w:val="0"/>
                          <w:marTop w:val="0"/>
                          <w:marBottom w:val="0"/>
                          <w:divBdr>
                            <w:top w:val="none" w:sz="0" w:space="0" w:color="auto"/>
                            <w:left w:val="none" w:sz="0" w:space="0" w:color="auto"/>
                            <w:bottom w:val="none" w:sz="0" w:space="0" w:color="auto"/>
                            <w:right w:val="none" w:sz="0" w:space="0" w:color="auto"/>
                          </w:divBdr>
                          <w:divsChild>
                            <w:div w:id="997924073">
                              <w:marLeft w:val="0"/>
                              <w:marRight w:val="0"/>
                              <w:marTop w:val="0"/>
                              <w:marBottom w:val="0"/>
                              <w:divBdr>
                                <w:top w:val="none" w:sz="0" w:space="0" w:color="auto"/>
                                <w:left w:val="none" w:sz="0" w:space="0" w:color="auto"/>
                                <w:bottom w:val="none" w:sz="0" w:space="0" w:color="auto"/>
                                <w:right w:val="none" w:sz="0" w:space="0" w:color="auto"/>
                              </w:divBdr>
                              <w:divsChild>
                                <w:div w:id="772675941">
                                  <w:marLeft w:val="0"/>
                                  <w:marRight w:val="0"/>
                                  <w:marTop w:val="0"/>
                                  <w:marBottom w:val="0"/>
                                  <w:divBdr>
                                    <w:top w:val="none" w:sz="0" w:space="0" w:color="auto"/>
                                    <w:left w:val="none" w:sz="0" w:space="0" w:color="auto"/>
                                    <w:bottom w:val="none" w:sz="0" w:space="0" w:color="auto"/>
                                    <w:right w:val="none" w:sz="0" w:space="0" w:color="auto"/>
                                  </w:divBdr>
                                  <w:divsChild>
                                    <w:div w:id="557060338">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8515286">
      <w:bodyDiv w:val="1"/>
      <w:marLeft w:val="0"/>
      <w:marRight w:val="0"/>
      <w:marTop w:val="0"/>
      <w:marBottom w:val="0"/>
      <w:divBdr>
        <w:top w:val="none" w:sz="0" w:space="0" w:color="auto"/>
        <w:left w:val="none" w:sz="0" w:space="0" w:color="auto"/>
        <w:bottom w:val="none" w:sz="0" w:space="0" w:color="auto"/>
        <w:right w:val="none" w:sz="0" w:space="0" w:color="auto"/>
      </w:divBdr>
      <w:divsChild>
        <w:div w:id="1256860147">
          <w:marLeft w:val="0"/>
          <w:marRight w:val="0"/>
          <w:marTop w:val="0"/>
          <w:marBottom w:val="0"/>
          <w:divBdr>
            <w:top w:val="single" w:sz="6" w:space="0" w:color="678FC2"/>
            <w:left w:val="single" w:sz="6" w:space="0" w:color="678FC2"/>
            <w:bottom w:val="single" w:sz="6" w:space="0" w:color="678FC2"/>
            <w:right w:val="single" w:sz="6" w:space="0" w:color="678FC2"/>
          </w:divBdr>
          <w:divsChild>
            <w:div w:id="663506825">
              <w:marLeft w:val="0"/>
              <w:marRight w:val="0"/>
              <w:marTop w:val="0"/>
              <w:marBottom w:val="0"/>
              <w:divBdr>
                <w:top w:val="none" w:sz="0" w:space="0" w:color="auto"/>
                <w:left w:val="none" w:sz="0" w:space="0" w:color="auto"/>
                <w:bottom w:val="none" w:sz="0" w:space="0" w:color="auto"/>
                <w:right w:val="none" w:sz="0" w:space="0" w:color="auto"/>
              </w:divBdr>
              <w:divsChild>
                <w:div w:id="629359582">
                  <w:marLeft w:val="150"/>
                  <w:marRight w:val="150"/>
                  <w:marTop w:val="0"/>
                  <w:marBottom w:val="0"/>
                  <w:divBdr>
                    <w:top w:val="none" w:sz="0" w:space="0" w:color="auto"/>
                    <w:left w:val="none" w:sz="0" w:space="0" w:color="auto"/>
                    <w:bottom w:val="none" w:sz="0" w:space="0" w:color="auto"/>
                    <w:right w:val="none" w:sz="0" w:space="0" w:color="auto"/>
                  </w:divBdr>
                  <w:divsChild>
                    <w:div w:id="440146640">
                      <w:marLeft w:val="0"/>
                      <w:marRight w:val="0"/>
                      <w:marTop w:val="0"/>
                      <w:marBottom w:val="0"/>
                      <w:divBdr>
                        <w:top w:val="none" w:sz="0" w:space="0" w:color="auto"/>
                        <w:left w:val="none" w:sz="0" w:space="0" w:color="auto"/>
                        <w:bottom w:val="none" w:sz="0" w:space="0" w:color="auto"/>
                        <w:right w:val="none" w:sz="0" w:space="0" w:color="auto"/>
                      </w:divBdr>
                      <w:divsChild>
                        <w:div w:id="1237781799">
                          <w:marLeft w:val="0"/>
                          <w:marRight w:val="0"/>
                          <w:marTop w:val="0"/>
                          <w:marBottom w:val="0"/>
                          <w:divBdr>
                            <w:top w:val="none" w:sz="0" w:space="0" w:color="auto"/>
                            <w:left w:val="none" w:sz="0" w:space="0" w:color="auto"/>
                            <w:bottom w:val="none" w:sz="0" w:space="0" w:color="auto"/>
                            <w:right w:val="none" w:sz="0" w:space="0" w:color="auto"/>
                          </w:divBdr>
                          <w:divsChild>
                            <w:div w:id="1889105607">
                              <w:marLeft w:val="0"/>
                              <w:marRight w:val="0"/>
                              <w:marTop w:val="0"/>
                              <w:marBottom w:val="0"/>
                              <w:divBdr>
                                <w:top w:val="none" w:sz="0" w:space="0" w:color="auto"/>
                                <w:left w:val="none" w:sz="0" w:space="0" w:color="auto"/>
                                <w:bottom w:val="none" w:sz="0" w:space="0" w:color="auto"/>
                                <w:right w:val="none" w:sz="0" w:space="0" w:color="auto"/>
                              </w:divBdr>
                              <w:divsChild>
                                <w:div w:id="41447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042684">
      <w:bodyDiv w:val="1"/>
      <w:marLeft w:val="0"/>
      <w:marRight w:val="0"/>
      <w:marTop w:val="0"/>
      <w:marBottom w:val="0"/>
      <w:divBdr>
        <w:top w:val="none" w:sz="0" w:space="0" w:color="auto"/>
        <w:left w:val="none" w:sz="0" w:space="0" w:color="auto"/>
        <w:bottom w:val="none" w:sz="0" w:space="0" w:color="auto"/>
        <w:right w:val="none" w:sz="0" w:space="0" w:color="auto"/>
      </w:divBdr>
      <w:divsChild>
        <w:div w:id="1167209988">
          <w:marLeft w:val="0"/>
          <w:marRight w:val="0"/>
          <w:marTop w:val="0"/>
          <w:marBottom w:val="0"/>
          <w:divBdr>
            <w:top w:val="single" w:sz="6" w:space="0" w:color="678FC2"/>
            <w:left w:val="single" w:sz="6" w:space="0" w:color="678FC2"/>
            <w:bottom w:val="single" w:sz="6" w:space="0" w:color="678FC2"/>
            <w:right w:val="single" w:sz="6" w:space="0" w:color="678FC2"/>
          </w:divBdr>
          <w:divsChild>
            <w:div w:id="44455624">
              <w:marLeft w:val="0"/>
              <w:marRight w:val="0"/>
              <w:marTop w:val="0"/>
              <w:marBottom w:val="0"/>
              <w:divBdr>
                <w:top w:val="none" w:sz="0" w:space="0" w:color="auto"/>
                <w:left w:val="none" w:sz="0" w:space="0" w:color="auto"/>
                <w:bottom w:val="none" w:sz="0" w:space="0" w:color="auto"/>
                <w:right w:val="none" w:sz="0" w:space="0" w:color="auto"/>
              </w:divBdr>
              <w:divsChild>
                <w:div w:id="970550259">
                  <w:marLeft w:val="150"/>
                  <w:marRight w:val="150"/>
                  <w:marTop w:val="0"/>
                  <w:marBottom w:val="0"/>
                  <w:divBdr>
                    <w:top w:val="none" w:sz="0" w:space="0" w:color="auto"/>
                    <w:left w:val="none" w:sz="0" w:space="0" w:color="auto"/>
                    <w:bottom w:val="none" w:sz="0" w:space="0" w:color="auto"/>
                    <w:right w:val="none" w:sz="0" w:space="0" w:color="auto"/>
                  </w:divBdr>
                  <w:divsChild>
                    <w:div w:id="118034942">
                      <w:marLeft w:val="0"/>
                      <w:marRight w:val="0"/>
                      <w:marTop w:val="0"/>
                      <w:marBottom w:val="0"/>
                      <w:divBdr>
                        <w:top w:val="none" w:sz="0" w:space="0" w:color="auto"/>
                        <w:left w:val="none" w:sz="0" w:space="0" w:color="auto"/>
                        <w:bottom w:val="none" w:sz="0" w:space="0" w:color="auto"/>
                        <w:right w:val="none" w:sz="0" w:space="0" w:color="auto"/>
                      </w:divBdr>
                      <w:divsChild>
                        <w:div w:id="453790845">
                          <w:marLeft w:val="0"/>
                          <w:marRight w:val="0"/>
                          <w:marTop w:val="0"/>
                          <w:marBottom w:val="0"/>
                          <w:divBdr>
                            <w:top w:val="none" w:sz="0" w:space="0" w:color="auto"/>
                            <w:left w:val="none" w:sz="0" w:space="0" w:color="auto"/>
                            <w:bottom w:val="none" w:sz="0" w:space="0" w:color="auto"/>
                            <w:right w:val="none" w:sz="0" w:space="0" w:color="auto"/>
                          </w:divBdr>
                          <w:divsChild>
                            <w:div w:id="1924989873">
                              <w:marLeft w:val="0"/>
                              <w:marRight w:val="0"/>
                              <w:marTop w:val="0"/>
                              <w:marBottom w:val="0"/>
                              <w:divBdr>
                                <w:top w:val="none" w:sz="0" w:space="0" w:color="auto"/>
                                <w:left w:val="none" w:sz="0" w:space="0" w:color="auto"/>
                                <w:bottom w:val="none" w:sz="0" w:space="0" w:color="auto"/>
                                <w:right w:val="none" w:sz="0" w:space="0" w:color="auto"/>
                              </w:divBdr>
                              <w:divsChild>
                                <w:div w:id="112527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2901929">
      <w:bodyDiv w:val="1"/>
      <w:marLeft w:val="0"/>
      <w:marRight w:val="0"/>
      <w:marTop w:val="0"/>
      <w:marBottom w:val="0"/>
      <w:divBdr>
        <w:top w:val="none" w:sz="0" w:space="0" w:color="auto"/>
        <w:left w:val="none" w:sz="0" w:space="0" w:color="auto"/>
        <w:bottom w:val="none" w:sz="0" w:space="0" w:color="auto"/>
        <w:right w:val="none" w:sz="0" w:space="0" w:color="auto"/>
      </w:divBdr>
      <w:divsChild>
        <w:div w:id="674694067">
          <w:marLeft w:val="0"/>
          <w:marRight w:val="0"/>
          <w:marTop w:val="0"/>
          <w:marBottom w:val="0"/>
          <w:divBdr>
            <w:top w:val="single" w:sz="6" w:space="0" w:color="678FC2"/>
            <w:left w:val="single" w:sz="6" w:space="0" w:color="678FC2"/>
            <w:bottom w:val="single" w:sz="6" w:space="0" w:color="678FC2"/>
            <w:right w:val="single" w:sz="6" w:space="0" w:color="678FC2"/>
          </w:divBdr>
          <w:divsChild>
            <w:div w:id="1083916133">
              <w:marLeft w:val="0"/>
              <w:marRight w:val="0"/>
              <w:marTop w:val="0"/>
              <w:marBottom w:val="0"/>
              <w:divBdr>
                <w:top w:val="none" w:sz="0" w:space="0" w:color="auto"/>
                <w:left w:val="none" w:sz="0" w:space="0" w:color="auto"/>
                <w:bottom w:val="none" w:sz="0" w:space="0" w:color="auto"/>
                <w:right w:val="none" w:sz="0" w:space="0" w:color="auto"/>
              </w:divBdr>
              <w:divsChild>
                <w:div w:id="20252344">
                  <w:marLeft w:val="150"/>
                  <w:marRight w:val="150"/>
                  <w:marTop w:val="0"/>
                  <w:marBottom w:val="0"/>
                  <w:divBdr>
                    <w:top w:val="none" w:sz="0" w:space="0" w:color="auto"/>
                    <w:left w:val="none" w:sz="0" w:space="0" w:color="auto"/>
                    <w:bottom w:val="none" w:sz="0" w:space="0" w:color="auto"/>
                    <w:right w:val="none" w:sz="0" w:space="0" w:color="auto"/>
                  </w:divBdr>
                  <w:divsChild>
                    <w:div w:id="999117336">
                      <w:marLeft w:val="0"/>
                      <w:marRight w:val="0"/>
                      <w:marTop w:val="0"/>
                      <w:marBottom w:val="0"/>
                      <w:divBdr>
                        <w:top w:val="none" w:sz="0" w:space="0" w:color="auto"/>
                        <w:left w:val="none" w:sz="0" w:space="0" w:color="auto"/>
                        <w:bottom w:val="none" w:sz="0" w:space="0" w:color="auto"/>
                        <w:right w:val="none" w:sz="0" w:space="0" w:color="auto"/>
                      </w:divBdr>
                      <w:divsChild>
                        <w:div w:id="674695654">
                          <w:marLeft w:val="0"/>
                          <w:marRight w:val="0"/>
                          <w:marTop w:val="0"/>
                          <w:marBottom w:val="0"/>
                          <w:divBdr>
                            <w:top w:val="none" w:sz="0" w:space="0" w:color="auto"/>
                            <w:left w:val="none" w:sz="0" w:space="0" w:color="auto"/>
                            <w:bottom w:val="none" w:sz="0" w:space="0" w:color="auto"/>
                            <w:right w:val="none" w:sz="0" w:space="0" w:color="auto"/>
                          </w:divBdr>
                          <w:divsChild>
                            <w:div w:id="409087587">
                              <w:marLeft w:val="0"/>
                              <w:marRight w:val="0"/>
                              <w:marTop w:val="0"/>
                              <w:marBottom w:val="0"/>
                              <w:divBdr>
                                <w:top w:val="none" w:sz="0" w:space="0" w:color="auto"/>
                                <w:left w:val="none" w:sz="0" w:space="0" w:color="auto"/>
                                <w:bottom w:val="none" w:sz="0" w:space="0" w:color="auto"/>
                                <w:right w:val="none" w:sz="0" w:space="0" w:color="auto"/>
                              </w:divBdr>
                              <w:divsChild>
                                <w:div w:id="9791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1039008">
      <w:bodyDiv w:val="1"/>
      <w:marLeft w:val="0"/>
      <w:marRight w:val="0"/>
      <w:marTop w:val="0"/>
      <w:marBottom w:val="0"/>
      <w:divBdr>
        <w:top w:val="none" w:sz="0" w:space="0" w:color="auto"/>
        <w:left w:val="none" w:sz="0" w:space="0" w:color="auto"/>
        <w:bottom w:val="none" w:sz="0" w:space="0" w:color="auto"/>
        <w:right w:val="none" w:sz="0" w:space="0" w:color="auto"/>
      </w:divBdr>
      <w:divsChild>
        <w:div w:id="1025667583">
          <w:marLeft w:val="0"/>
          <w:marRight w:val="0"/>
          <w:marTop w:val="0"/>
          <w:marBottom w:val="0"/>
          <w:divBdr>
            <w:top w:val="single" w:sz="6" w:space="0" w:color="678FC2"/>
            <w:left w:val="single" w:sz="6" w:space="0" w:color="678FC2"/>
            <w:bottom w:val="single" w:sz="6" w:space="0" w:color="678FC2"/>
            <w:right w:val="single" w:sz="6" w:space="0" w:color="678FC2"/>
          </w:divBdr>
          <w:divsChild>
            <w:div w:id="728112261">
              <w:marLeft w:val="0"/>
              <w:marRight w:val="0"/>
              <w:marTop w:val="0"/>
              <w:marBottom w:val="0"/>
              <w:divBdr>
                <w:top w:val="none" w:sz="0" w:space="0" w:color="auto"/>
                <w:left w:val="none" w:sz="0" w:space="0" w:color="auto"/>
                <w:bottom w:val="none" w:sz="0" w:space="0" w:color="auto"/>
                <w:right w:val="none" w:sz="0" w:space="0" w:color="auto"/>
              </w:divBdr>
              <w:divsChild>
                <w:div w:id="286932964">
                  <w:marLeft w:val="150"/>
                  <w:marRight w:val="150"/>
                  <w:marTop w:val="0"/>
                  <w:marBottom w:val="0"/>
                  <w:divBdr>
                    <w:top w:val="none" w:sz="0" w:space="0" w:color="auto"/>
                    <w:left w:val="none" w:sz="0" w:space="0" w:color="auto"/>
                    <w:bottom w:val="none" w:sz="0" w:space="0" w:color="auto"/>
                    <w:right w:val="none" w:sz="0" w:space="0" w:color="auto"/>
                  </w:divBdr>
                  <w:divsChild>
                    <w:div w:id="52775838">
                      <w:marLeft w:val="0"/>
                      <w:marRight w:val="0"/>
                      <w:marTop w:val="0"/>
                      <w:marBottom w:val="0"/>
                      <w:divBdr>
                        <w:top w:val="none" w:sz="0" w:space="0" w:color="auto"/>
                        <w:left w:val="none" w:sz="0" w:space="0" w:color="auto"/>
                        <w:bottom w:val="none" w:sz="0" w:space="0" w:color="auto"/>
                        <w:right w:val="none" w:sz="0" w:space="0" w:color="auto"/>
                      </w:divBdr>
                      <w:divsChild>
                        <w:div w:id="1253472515">
                          <w:marLeft w:val="0"/>
                          <w:marRight w:val="0"/>
                          <w:marTop w:val="0"/>
                          <w:marBottom w:val="0"/>
                          <w:divBdr>
                            <w:top w:val="none" w:sz="0" w:space="0" w:color="auto"/>
                            <w:left w:val="none" w:sz="0" w:space="0" w:color="auto"/>
                            <w:bottom w:val="none" w:sz="0" w:space="0" w:color="auto"/>
                            <w:right w:val="none" w:sz="0" w:space="0" w:color="auto"/>
                          </w:divBdr>
                          <w:divsChild>
                            <w:div w:id="64462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332409">
      <w:bodyDiv w:val="1"/>
      <w:marLeft w:val="0"/>
      <w:marRight w:val="0"/>
      <w:marTop w:val="0"/>
      <w:marBottom w:val="0"/>
      <w:divBdr>
        <w:top w:val="none" w:sz="0" w:space="0" w:color="auto"/>
        <w:left w:val="none" w:sz="0" w:space="0" w:color="auto"/>
        <w:bottom w:val="none" w:sz="0" w:space="0" w:color="auto"/>
        <w:right w:val="none" w:sz="0" w:space="0" w:color="auto"/>
      </w:divBdr>
      <w:divsChild>
        <w:div w:id="1270963616">
          <w:marLeft w:val="0"/>
          <w:marRight w:val="0"/>
          <w:marTop w:val="0"/>
          <w:marBottom w:val="0"/>
          <w:divBdr>
            <w:top w:val="single" w:sz="6" w:space="0" w:color="678FC2"/>
            <w:left w:val="single" w:sz="6" w:space="0" w:color="678FC2"/>
            <w:bottom w:val="single" w:sz="6" w:space="0" w:color="678FC2"/>
            <w:right w:val="single" w:sz="6" w:space="0" w:color="678FC2"/>
          </w:divBdr>
          <w:divsChild>
            <w:div w:id="1855537155">
              <w:marLeft w:val="0"/>
              <w:marRight w:val="0"/>
              <w:marTop w:val="0"/>
              <w:marBottom w:val="0"/>
              <w:divBdr>
                <w:top w:val="none" w:sz="0" w:space="0" w:color="auto"/>
                <w:left w:val="none" w:sz="0" w:space="0" w:color="auto"/>
                <w:bottom w:val="none" w:sz="0" w:space="0" w:color="auto"/>
                <w:right w:val="none" w:sz="0" w:space="0" w:color="auto"/>
              </w:divBdr>
              <w:divsChild>
                <w:div w:id="449131583">
                  <w:marLeft w:val="150"/>
                  <w:marRight w:val="150"/>
                  <w:marTop w:val="0"/>
                  <w:marBottom w:val="0"/>
                  <w:divBdr>
                    <w:top w:val="none" w:sz="0" w:space="0" w:color="auto"/>
                    <w:left w:val="none" w:sz="0" w:space="0" w:color="auto"/>
                    <w:bottom w:val="none" w:sz="0" w:space="0" w:color="auto"/>
                    <w:right w:val="none" w:sz="0" w:space="0" w:color="auto"/>
                  </w:divBdr>
                  <w:divsChild>
                    <w:div w:id="1008212834">
                      <w:marLeft w:val="0"/>
                      <w:marRight w:val="0"/>
                      <w:marTop w:val="0"/>
                      <w:marBottom w:val="0"/>
                      <w:divBdr>
                        <w:top w:val="none" w:sz="0" w:space="0" w:color="auto"/>
                        <w:left w:val="none" w:sz="0" w:space="0" w:color="auto"/>
                        <w:bottom w:val="none" w:sz="0" w:space="0" w:color="auto"/>
                        <w:right w:val="none" w:sz="0" w:space="0" w:color="auto"/>
                      </w:divBdr>
                      <w:divsChild>
                        <w:div w:id="1798530253">
                          <w:marLeft w:val="0"/>
                          <w:marRight w:val="0"/>
                          <w:marTop w:val="0"/>
                          <w:marBottom w:val="0"/>
                          <w:divBdr>
                            <w:top w:val="none" w:sz="0" w:space="0" w:color="auto"/>
                            <w:left w:val="none" w:sz="0" w:space="0" w:color="auto"/>
                            <w:bottom w:val="none" w:sz="0" w:space="0" w:color="auto"/>
                            <w:right w:val="none" w:sz="0" w:space="0" w:color="auto"/>
                          </w:divBdr>
                          <w:divsChild>
                            <w:div w:id="16301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871756">
      <w:bodyDiv w:val="1"/>
      <w:marLeft w:val="0"/>
      <w:marRight w:val="0"/>
      <w:marTop w:val="0"/>
      <w:marBottom w:val="0"/>
      <w:divBdr>
        <w:top w:val="none" w:sz="0" w:space="0" w:color="auto"/>
        <w:left w:val="none" w:sz="0" w:space="0" w:color="auto"/>
        <w:bottom w:val="none" w:sz="0" w:space="0" w:color="auto"/>
        <w:right w:val="none" w:sz="0" w:space="0" w:color="auto"/>
      </w:divBdr>
      <w:divsChild>
        <w:div w:id="511577612">
          <w:marLeft w:val="0"/>
          <w:marRight w:val="0"/>
          <w:marTop w:val="0"/>
          <w:marBottom w:val="0"/>
          <w:divBdr>
            <w:top w:val="single" w:sz="6" w:space="0" w:color="678FC2"/>
            <w:left w:val="single" w:sz="6" w:space="0" w:color="678FC2"/>
            <w:bottom w:val="single" w:sz="6" w:space="0" w:color="678FC2"/>
            <w:right w:val="single" w:sz="6" w:space="0" w:color="678FC2"/>
          </w:divBdr>
          <w:divsChild>
            <w:div w:id="812450593">
              <w:marLeft w:val="0"/>
              <w:marRight w:val="0"/>
              <w:marTop w:val="0"/>
              <w:marBottom w:val="0"/>
              <w:divBdr>
                <w:top w:val="none" w:sz="0" w:space="0" w:color="auto"/>
                <w:left w:val="none" w:sz="0" w:space="0" w:color="auto"/>
                <w:bottom w:val="none" w:sz="0" w:space="0" w:color="auto"/>
                <w:right w:val="none" w:sz="0" w:space="0" w:color="auto"/>
              </w:divBdr>
              <w:divsChild>
                <w:div w:id="141119218">
                  <w:marLeft w:val="150"/>
                  <w:marRight w:val="150"/>
                  <w:marTop w:val="0"/>
                  <w:marBottom w:val="0"/>
                  <w:divBdr>
                    <w:top w:val="none" w:sz="0" w:space="0" w:color="auto"/>
                    <w:left w:val="none" w:sz="0" w:space="0" w:color="auto"/>
                    <w:bottom w:val="none" w:sz="0" w:space="0" w:color="auto"/>
                    <w:right w:val="none" w:sz="0" w:space="0" w:color="auto"/>
                  </w:divBdr>
                  <w:divsChild>
                    <w:div w:id="508756335">
                      <w:marLeft w:val="0"/>
                      <w:marRight w:val="0"/>
                      <w:marTop w:val="0"/>
                      <w:marBottom w:val="0"/>
                      <w:divBdr>
                        <w:top w:val="none" w:sz="0" w:space="0" w:color="auto"/>
                        <w:left w:val="none" w:sz="0" w:space="0" w:color="auto"/>
                        <w:bottom w:val="none" w:sz="0" w:space="0" w:color="auto"/>
                        <w:right w:val="none" w:sz="0" w:space="0" w:color="auto"/>
                      </w:divBdr>
                      <w:divsChild>
                        <w:div w:id="922908828">
                          <w:marLeft w:val="0"/>
                          <w:marRight w:val="0"/>
                          <w:marTop w:val="0"/>
                          <w:marBottom w:val="0"/>
                          <w:divBdr>
                            <w:top w:val="none" w:sz="0" w:space="0" w:color="auto"/>
                            <w:left w:val="none" w:sz="0" w:space="0" w:color="auto"/>
                            <w:bottom w:val="none" w:sz="0" w:space="0" w:color="auto"/>
                            <w:right w:val="none" w:sz="0" w:space="0" w:color="auto"/>
                          </w:divBdr>
                          <w:divsChild>
                            <w:div w:id="1455177810">
                              <w:marLeft w:val="0"/>
                              <w:marRight w:val="0"/>
                              <w:marTop w:val="0"/>
                              <w:marBottom w:val="0"/>
                              <w:divBdr>
                                <w:top w:val="none" w:sz="0" w:space="0" w:color="auto"/>
                                <w:left w:val="none" w:sz="0" w:space="0" w:color="auto"/>
                                <w:bottom w:val="none" w:sz="0" w:space="0" w:color="auto"/>
                                <w:right w:val="none" w:sz="0" w:space="0" w:color="auto"/>
                              </w:divBdr>
                              <w:divsChild>
                                <w:div w:id="409617351">
                                  <w:marLeft w:val="0"/>
                                  <w:marRight w:val="0"/>
                                  <w:marTop w:val="0"/>
                                  <w:marBottom w:val="0"/>
                                  <w:divBdr>
                                    <w:top w:val="none" w:sz="0" w:space="0" w:color="auto"/>
                                    <w:left w:val="none" w:sz="0" w:space="0" w:color="auto"/>
                                    <w:bottom w:val="none" w:sz="0" w:space="0" w:color="auto"/>
                                    <w:right w:val="none" w:sz="0" w:space="0" w:color="auto"/>
                                  </w:divBdr>
                                  <w:divsChild>
                                    <w:div w:id="58406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9693294">
      <w:bodyDiv w:val="1"/>
      <w:marLeft w:val="0"/>
      <w:marRight w:val="0"/>
      <w:marTop w:val="0"/>
      <w:marBottom w:val="0"/>
      <w:divBdr>
        <w:top w:val="none" w:sz="0" w:space="0" w:color="auto"/>
        <w:left w:val="none" w:sz="0" w:space="0" w:color="auto"/>
        <w:bottom w:val="none" w:sz="0" w:space="0" w:color="auto"/>
        <w:right w:val="none" w:sz="0" w:space="0" w:color="auto"/>
      </w:divBdr>
      <w:divsChild>
        <w:div w:id="384066920">
          <w:marLeft w:val="0"/>
          <w:marRight w:val="0"/>
          <w:marTop w:val="0"/>
          <w:marBottom w:val="0"/>
          <w:divBdr>
            <w:top w:val="single" w:sz="6" w:space="0" w:color="678FC2"/>
            <w:left w:val="single" w:sz="6" w:space="0" w:color="678FC2"/>
            <w:bottom w:val="single" w:sz="6" w:space="0" w:color="678FC2"/>
            <w:right w:val="single" w:sz="6" w:space="0" w:color="678FC2"/>
          </w:divBdr>
          <w:divsChild>
            <w:div w:id="1335569508">
              <w:marLeft w:val="0"/>
              <w:marRight w:val="0"/>
              <w:marTop w:val="0"/>
              <w:marBottom w:val="0"/>
              <w:divBdr>
                <w:top w:val="none" w:sz="0" w:space="0" w:color="auto"/>
                <w:left w:val="none" w:sz="0" w:space="0" w:color="auto"/>
                <w:bottom w:val="none" w:sz="0" w:space="0" w:color="auto"/>
                <w:right w:val="none" w:sz="0" w:space="0" w:color="auto"/>
              </w:divBdr>
              <w:divsChild>
                <w:div w:id="1996062551">
                  <w:marLeft w:val="150"/>
                  <w:marRight w:val="150"/>
                  <w:marTop w:val="0"/>
                  <w:marBottom w:val="0"/>
                  <w:divBdr>
                    <w:top w:val="none" w:sz="0" w:space="0" w:color="auto"/>
                    <w:left w:val="none" w:sz="0" w:space="0" w:color="auto"/>
                    <w:bottom w:val="none" w:sz="0" w:space="0" w:color="auto"/>
                    <w:right w:val="none" w:sz="0" w:space="0" w:color="auto"/>
                  </w:divBdr>
                  <w:divsChild>
                    <w:div w:id="1198272098">
                      <w:marLeft w:val="0"/>
                      <w:marRight w:val="0"/>
                      <w:marTop w:val="0"/>
                      <w:marBottom w:val="0"/>
                      <w:divBdr>
                        <w:top w:val="none" w:sz="0" w:space="0" w:color="auto"/>
                        <w:left w:val="none" w:sz="0" w:space="0" w:color="auto"/>
                        <w:bottom w:val="none" w:sz="0" w:space="0" w:color="auto"/>
                        <w:right w:val="none" w:sz="0" w:space="0" w:color="auto"/>
                      </w:divBdr>
                      <w:divsChild>
                        <w:div w:id="673847129">
                          <w:marLeft w:val="0"/>
                          <w:marRight w:val="0"/>
                          <w:marTop w:val="0"/>
                          <w:marBottom w:val="0"/>
                          <w:divBdr>
                            <w:top w:val="none" w:sz="0" w:space="0" w:color="auto"/>
                            <w:left w:val="none" w:sz="0" w:space="0" w:color="auto"/>
                            <w:bottom w:val="none" w:sz="0" w:space="0" w:color="auto"/>
                            <w:right w:val="none" w:sz="0" w:space="0" w:color="auto"/>
                          </w:divBdr>
                          <w:divsChild>
                            <w:div w:id="1511331816">
                              <w:marLeft w:val="0"/>
                              <w:marRight w:val="0"/>
                              <w:marTop w:val="0"/>
                              <w:marBottom w:val="0"/>
                              <w:divBdr>
                                <w:top w:val="none" w:sz="0" w:space="0" w:color="auto"/>
                                <w:left w:val="none" w:sz="0" w:space="0" w:color="auto"/>
                                <w:bottom w:val="none" w:sz="0" w:space="0" w:color="auto"/>
                                <w:right w:val="none" w:sz="0" w:space="0" w:color="auto"/>
                              </w:divBdr>
                              <w:divsChild>
                                <w:div w:id="769395101">
                                  <w:marLeft w:val="0"/>
                                  <w:marRight w:val="0"/>
                                  <w:marTop w:val="0"/>
                                  <w:marBottom w:val="0"/>
                                  <w:divBdr>
                                    <w:top w:val="none" w:sz="0" w:space="0" w:color="auto"/>
                                    <w:left w:val="none" w:sz="0" w:space="0" w:color="auto"/>
                                    <w:bottom w:val="none" w:sz="0" w:space="0" w:color="auto"/>
                                    <w:right w:val="none" w:sz="0" w:space="0" w:color="auto"/>
                                  </w:divBdr>
                                  <w:divsChild>
                                    <w:div w:id="1178229727">
                                      <w:marLeft w:val="30"/>
                                      <w:marRight w:val="480"/>
                                      <w:marTop w:val="0"/>
                                      <w:marBottom w:val="0"/>
                                      <w:divBdr>
                                        <w:top w:val="none" w:sz="0" w:space="0" w:color="auto"/>
                                        <w:left w:val="none" w:sz="0" w:space="0" w:color="auto"/>
                                        <w:bottom w:val="none" w:sz="0" w:space="0" w:color="auto"/>
                                        <w:right w:val="none" w:sz="0" w:space="0" w:color="auto"/>
                                      </w:divBdr>
                                      <w:divsChild>
                                        <w:div w:id="106117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97271245">
      <w:bodyDiv w:val="1"/>
      <w:marLeft w:val="0"/>
      <w:marRight w:val="0"/>
      <w:marTop w:val="0"/>
      <w:marBottom w:val="0"/>
      <w:divBdr>
        <w:top w:val="none" w:sz="0" w:space="0" w:color="auto"/>
        <w:left w:val="none" w:sz="0" w:space="0" w:color="auto"/>
        <w:bottom w:val="none" w:sz="0" w:space="0" w:color="auto"/>
        <w:right w:val="none" w:sz="0" w:space="0" w:color="auto"/>
      </w:divBdr>
      <w:divsChild>
        <w:div w:id="779956900">
          <w:marLeft w:val="0"/>
          <w:marRight w:val="0"/>
          <w:marTop w:val="0"/>
          <w:marBottom w:val="0"/>
          <w:divBdr>
            <w:top w:val="single" w:sz="6" w:space="0" w:color="678FC2"/>
            <w:left w:val="single" w:sz="6" w:space="0" w:color="678FC2"/>
            <w:bottom w:val="single" w:sz="6" w:space="0" w:color="678FC2"/>
            <w:right w:val="single" w:sz="6" w:space="0" w:color="678FC2"/>
          </w:divBdr>
          <w:divsChild>
            <w:div w:id="237330246">
              <w:marLeft w:val="0"/>
              <w:marRight w:val="0"/>
              <w:marTop w:val="0"/>
              <w:marBottom w:val="0"/>
              <w:divBdr>
                <w:top w:val="none" w:sz="0" w:space="0" w:color="auto"/>
                <w:left w:val="none" w:sz="0" w:space="0" w:color="auto"/>
                <w:bottom w:val="none" w:sz="0" w:space="0" w:color="auto"/>
                <w:right w:val="none" w:sz="0" w:space="0" w:color="auto"/>
              </w:divBdr>
              <w:divsChild>
                <w:div w:id="1230847107">
                  <w:marLeft w:val="150"/>
                  <w:marRight w:val="150"/>
                  <w:marTop w:val="0"/>
                  <w:marBottom w:val="0"/>
                  <w:divBdr>
                    <w:top w:val="none" w:sz="0" w:space="0" w:color="auto"/>
                    <w:left w:val="none" w:sz="0" w:space="0" w:color="auto"/>
                    <w:bottom w:val="none" w:sz="0" w:space="0" w:color="auto"/>
                    <w:right w:val="none" w:sz="0" w:space="0" w:color="auto"/>
                  </w:divBdr>
                  <w:divsChild>
                    <w:div w:id="1675761194">
                      <w:marLeft w:val="0"/>
                      <w:marRight w:val="0"/>
                      <w:marTop w:val="0"/>
                      <w:marBottom w:val="0"/>
                      <w:divBdr>
                        <w:top w:val="none" w:sz="0" w:space="0" w:color="auto"/>
                        <w:left w:val="none" w:sz="0" w:space="0" w:color="auto"/>
                        <w:bottom w:val="none" w:sz="0" w:space="0" w:color="auto"/>
                        <w:right w:val="none" w:sz="0" w:space="0" w:color="auto"/>
                      </w:divBdr>
                      <w:divsChild>
                        <w:div w:id="336808601">
                          <w:marLeft w:val="0"/>
                          <w:marRight w:val="0"/>
                          <w:marTop w:val="0"/>
                          <w:marBottom w:val="0"/>
                          <w:divBdr>
                            <w:top w:val="none" w:sz="0" w:space="0" w:color="auto"/>
                            <w:left w:val="none" w:sz="0" w:space="0" w:color="auto"/>
                            <w:bottom w:val="none" w:sz="0" w:space="0" w:color="auto"/>
                            <w:right w:val="none" w:sz="0" w:space="0" w:color="auto"/>
                          </w:divBdr>
                          <w:divsChild>
                            <w:div w:id="1035038938">
                              <w:marLeft w:val="0"/>
                              <w:marRight w:val="0"/>
                              <w:marTop w:val="0"/>
                              <w:marBottom w:val="0"/>
                              <w:divBdr>
                                <w:top w:val="none" w:sz="0" w:space="0" w:color="auto"/>
                                <w:left w:val="none" w:sz="0" w:space="0" w:color="auto"/>
                                <w:bottom w:val="none" w:sz="0" w:space="0" w:color="auto"/>
                                <w:right w:val="none" w:sz="0" w:space="0" w:color="auto"/>
                              </w:divBdr>
                              <w:divsChild>
                                <w:div w:id="1840080601">
                                  <w:marLeft w:val="0"/>
                                  <w:marRight w:val="0"/>
                                  <w:marTop w:val="0"/>
                                  <w:marBottom w:val="0"/>
                                  <w:divBdr>
                                    <w:top w:val="none" w:sz="0" w:space="0" w:color="auto"/>
                                    <w:left w:val="none" w:sz="0" w:space="0" w:color="auto"/>
                                    <w:bottom w:val="none" w:sz="0" w:space="0" w:color="auto"/>
                                    <w:right w:val="none" w:sz="0" w:space="0" w:color="auto"/>
                                  </w:divBdr>
                                  <w:divsChild>
                                    <w:div w:id="607585540">
                                      <w:marLeft w:val="30"/>
                                      <w:marRight w:val="480"/>
                                      <w:marTop w:val="0"/>
                                      <w:marBottom w:val="0"/>
                                      <w:divBdr>
                                        <w:top w:val="none" w:sz="0" w:space="0" w:color="auto"/>
                                        <w:left w:val="none" w:sz="0" w:space="0" w:color="auto"/>
                                        <w:bottom w:val="none" w:sz="0" w:space="0" w:color="auto"/>
                                        <w:right w:val="none" w:sz="0" w:space="0" w:color="auto"/>
                                      </w:divBdr>
                                      <w:divsChild>
                                        <w:div w:id="1957985573">
                                          <w:marLeft w:val="30"/>
                                          <w:marRight w:val="480"/>
                                          <w:marTop w:val="0"/>
                                          <w:marBottom w:val="0"/>
                                          <w:divBdr>
                                            <w:top w:val="none" w:sz="0" w:space="0" w:color="auto"/>
                                            <w:left w:val="none" w:sz="0" w:space="0" w:color="auto"/>
                                            <w:bottom w:val="none" w:sz="0" w:space="0" w:color="auto"/>
                                            <w:right w:val="none" w:sz="0" w:space="0" w:color="auto"/>
                                          </w:divBdr>
                                          <w:divsChild>
                                            <w:div w:id="122560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5083066">
      <w:bodyDiv w:val="1"/>
      <w:marLeft w:val="0"/>
      <w:marRight w:val="0"/>
      <w:marTop w:val="0"/>
      <w:marBottom w:val="0"/>
      <w:divBdr>
        <w:top w:val="none" w:sz="0" w:space="0" w:color="auto"/>
        <w:left w:val="none" w:sz="0" w:space="0" w:color="auto"/>
        <w:bottom w:val="none" w:sz="0" w:space="0" w:color="auto"/>
        <w:right w:val="none" w:sz="0" w:space="0" w:color="auto"/>
      </w:divBdr>
      <w:divsChild>
        <w:div w:id="1065028621">
          <w:marLeft w:val="0"/>
          <w:marRight w:val="0"/>
          <w:marTop w:val="0"/>
          <w:marBottom w:val="0"/>
          <w:divBdr>
            <w:top w:val="single" w:sz="6" w:space="0" w:color="678FC2"/>
            <w:left w:val="single" w:sz="6" w:space="0" w:color="678FC2"/>
            <w:bottom w:val="single" w:sz="6" w:space="0" w:color="678FC2"/>
            <w:right w:val="single" w:sz="6" w:space="0" w:color="678FC2"/>
          </w:divBdr>
          <w:divsChild>
            <w:div w:id="1473206026">
              <w:marLeft w:val="0"/>
              <w:marRight w:val="0"/>
              <w:marTop w:val="0"/>
              <w:marBottom w:val="0"/>
              <w:divBdr>
                <w:top w:val="none" w:sz="0" w:space="0" w:color="auto"/>
                <w:left w:val="none" w:sz="0" w:space="0" w:color="auto"/>
                <w:bottom w:val="none" w:sz="0" w:space="0" w:color="auto"/>
                <w:right w:val="none" w:sz="0" w:space="0" w:color="auto"/>
              </w:divBdr>
              <w:divsChild>
                <w:div w:id="1429082459">
                  <w:marLeft w:val="150"/>
                  <w:marRight w:val="150"/>
                  <w:marTop w:val="0"/>
                  <w:marBottom w:val="0"/>
                  <w:divBdr>
                    <w:top w:val="none" w:sz="0" w:space="0" w:color="auto"/>
                    <w:left w:val="none" w:sz="0" w:space="0" w:color="auto"/>
                    <w:bottom w:val="none" w:sz="0" w:space="0" w:color="auto"/>
                    <w:right w:val="none" w:sz="0" w:space="0" w:color="auto"/>
                  </w:divBdr>
                  <w:divsChild>
                    <w:div w:id="1925456137">
                      <w:marLeft w:val="0"/>
                      <w:marRight w:val="0"/>
                      <w:marTop w:val="0"/>
                      <w:marBottom w:val="0"/>
                      <w:divBdr>
                        <w:top w:val="none" w:sz="0" w:space="0" w:color="auto"/>
                        <w:left w:val="none" w:sz="0" w:space="0" w:color="auto"/>
                        <w:bottom w:val="none" w:sz="0" w:space="0" w:color="auto"/>
                        <w:right w:val="none" w:sz="0" w:space="0" w:color="auto"/>
                      </w:divBdr>
                      <w:divsChild>
                        <w:div w:id="469786186">
                          <w:marLeft w:val="0"/>
                          <w:marRight w:val="0"/>
                          <w:marTop w:val="0"/>
                          <w:marBottom w:val="0"/>
                          <w:divBdr>
                            <w:top w:val="none" w:sz="0" w:space="0" w:color="auto"/>
                            <w:left w:val="none" w:sz="0" w:space="0" w:color="auto"/>
                            <w:bottom w:val="none" w:sz="0" w:space="0" w:color="auto"/>
                            <w:right w:val="none" w:sz="0" w:space="0" w:color="auto"/>
                          </w:divBdr>
                          <w:divsChild>
                            <w:div w:id="584530555">
                              <w:marLeft w:val="0"/>
                              <w:marRight w:val="0"/>
                              <w:marTop w:val="0"/>
                              <w:marBottom w:val="0"/>
                              <w:divBdr>
                                <w:top w:val="none" w:sz="0" w:space="0" w:color="auto"/>
                                <w:left w:val="none" w:sz="0" w:space="0" w:color="auto"/>
                                <w:bottom w:val="none" w:sz="0" w:space="0" w:color="auto"/>
                                <w:right w:val="none" w:sz="0" w:space="0" w:color="auto"/>
                              </w:divBdr>
                              <w:divsChild>
                                <w:div w:id="1931890871">
                                  <w:marLeft w:val="0"/>
                                  <w:marRight w:val="0"/>
                                  <w:marTop w:val="0"/>
                                  <w:marBottom w:val="0"/>
                                  <w:divBdr>
                                    <w:top w:val="none" w:sz="0" w:space="0" w:color="auto"/>
                                    <w:left w:val="none" w:sz="0" w:space="0" w:color="auto"/>
                                    <w:bottom w:val="none" w:sz="0" w:space="0" w:color="auto"/>
                                    <w:right w:val="none" w:sz="0" w:space="0" w:color="auto"/>
                                  </w:divBdr>
                                  <w:divsChild>
                                    <w:div w:id="1026908066">
                                      <w:marLeft w:val="30"/>
                                      <w:marRight w:val="480"/>
                                      <w:marTop w:val="0"/>
                                      <w:marBottom w:val="0"/>
                                      <w:divBdr>
                                        <w:top w:val="none" w:sz="0" w:space="0" w:color="auto"/>
                                        <w:left w:val="none" w:sz="0" w:space="0" w:color="auto"/>
                                        <w:bottom w:val="none" w:sz="0" w:space="0" w:color="auto"/>
                                        <w:right w:val="none" w:sz="0" w:space="0" w:color="auto"/>
                                      </w:divBdr>
                                      <w:divsChild>
                                        <w:div w:id="87635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7919110">
      <w:bodyDiv w:val="1"/>
      <w:marLeft w:val="0"/>
      <w:marRight w:val="0"/>
      <w:marTop w:val="0"/>
      <w:marBottom w:val="0"/>
      <w:divBdr>
        <w:top w:val="none" w:sz="0" w:space="0" w:color="auto"/>
        <w:left w:val="none" w:sz="0" w:space="0" w:color="auto"/>
        <w:bottom w:val="none" w:sz="0" w:space="0" w:color="auto"/>
        <w:right w:val="none" w:sz="0" w:space="0" w:color="auto"/>
      </w:divBdr>
      <w:divsChild>
        <w:div w:id="1304773956">
          <w:marLeft w:val="0"/>
          <w:marRight w:val="0"/>
          <w:marTop w:val="0"/>
          <w:marBottom w:val="0"/>
          <w:divBdr>
            <w:top w:val="single" w:sz="6" w:space="0" w:color="678FC2"/>
            <w:left w:val="single" w:sz="6" w:space="0" w:color="678FC2"/>
            <w:bottom w:val="single" w:sz="6" w:space="0" w:color="678FC2"/>
            <w:right w:val="single" w:sz="6" w:space="0" w:color="678FC2"/>
          </w:divBdr>
          <w:divsChild>
            <w:div w:id="511065034">
              <w:marLeft w:val="0"/>
              <w:marRight w:val="0"/>
              <w:marTop w:val="0"/>
              <w:marBottom w:val="0"/>
              <w:divBdr>
                <w:top w:val="none" w:sz="0" w:space="0" w:color="auto"/>
                <w:left w:val="none" w:sz="0" w:space="0" w:color="auto"/>
                <w:bottom w:val="none" w:sz="0" w:space="0" w:color="auto"/>
                <w:right w:val="none" w:sz="0" w:space="0" w:color="auto"/>
              </w:divBdr>
              <w:divsChild>
                <w:div w:id="541475472">
                  <w:marLeft w:val="150"/>
                  <w:marRight w:val="150"/>
                  <w:marTop w:val="0"/>
                  <w:marBottom w:val="0"/>
                  <w:divBdr>
                    <w:top w:val="none" w:sz="0" w:space="0" w:color="auto"/>
                    <w:left w:val="none" w:sz="0" w:space="0" w:color="auto"/>
                    <w:bottom w:val="none" w:sz="0" w:space="0" w:color="auto"/>
                    <w:right w:val="none" w:sz="0" w:space="0" w:color="auto"/>
                  </w:divBdr>
                  <w:divsChild>
                    <w:div w:id="120728586">
                      <w:marLeft w:val="0"/>
                      <w:marRight w:val="0"/>
                      <w:marTop w:val="0"/>
                      <w:marBottom w:val="0"/>
                      <w:divBdr>
                        <w:top w:val="none" w:sz="0" w:space="0" w:color="auto"/>
                        <w:left w:val="none" w:sz="0" w:space="0" w:color="auto"/>
                        <w:bottom w:val="none" w:sz="0" w:space="0" w:color="auto"/>
                        <w:right w:val="none" w:sz="0" w:space="0" w:color="auto"/>
                      </w:divBdr>
                      <w:divsChild>
                        <w:div w:id="1099253014">
                          <w:marLeft w:val="0"/>
                          <w:marRight w:val="0"/>
                          <w:marTop w:val="0"/>
                          <w:marBottom w:val="0"/>
                          <w:divBdr>
                            <w:top w:val="none" w:sz="0" w:space="0" w:color="auto"/>
                            <w:left w:val="none" w:sz="0" w:space="0" w:color="auto"/>
                            <w:bottom w:val="none" w:sz="0" w:space="0" w:color="auto"/>
                            <w:right w:val="none" w:sz="0" w:space="0" w:color="auto"/>
                          </w:divBdr>
                          <w:divsChild>
                            <w:div w:id="877476489">
                              <w:marLeft w:val="0"/>
                              <w:marRight w:val="0"/>
                              <w:marTop w:val="0"/>
                              <w:marBottom w:val="0"/>
                              <w:divBdr>
                                <w:top w:val="none" w:sz="0" w:space="0" w:color="auto"/>
                                <w:left w:val="none" w:sz="0" w:space="0" w:color="auto"/>
                                <w:bottom w:val="none" w:sz="0" w:space="0" w:color="auto"/>
                                <w:right w:val="none" w:sz="0" w:space="0" w:color="auto"/>
                              </w:divBdr>
                              <w:divsChild>
                                <w:div w:id="514808316">
                                  <w:marLeft w:val="0"/>
                                  <w:marRight w:val="0"/>
                                  <w:marTop w:val="0"/>
                                  <w:marBottom w:val="0"/>
                                  <w:divBdr>
                                    <w:top w:val="none" w:sz="0" w:space="0" w:color="auto"/>
                                    <w:left w:val="none" w:sz="0" w:space="0" w:color="auto"/>
                                    <w:bottom w:val="none" w:sz="0" w:space="0" w:color="auto"/>
                                    <w:right w:val="none" w:sz="0" w:space="0" w:color="auto"/>
                                  </w:divBdr>
                                  <w:divsChild>
                                    <w:div w:id="1234050574">
                                      <w:marLeft w:val="30"/>
                                      <w:marRight w:val="480"/>
                                      <w:marTop w:val="0"/>
                                      <w:marBottom w:val="0"/>
                                      <w:divBdr>
                                        <w:top w:val="none" w:sz="0" w:space="0" w:color="auto"/>
                                        <w:left w:val="none" w:sz="0" w:space="0" w:color="auto"/>
                                        <w:bottom w:val="none" w:sz="0" w:space="0" w:color="auto"/>
                                        <w:right w:val="none" w:sz="0" w:space="0" w:color="auto"/>
                                      </w:divBdr>
                                      <w:divsChild>
                                        <w:div w:id="103580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8674031">
      <w:bodyDiv w:val="1"/>
      <w:marLeft w:val="0"/>
      <w:marRight w:val="0"/>
      <w:marTop w:val="0"/>
      <w:marBottom w:val="0"/>
      <w:divBdr>
        <w:top w:val="none" w:sz="0" w:space="0" w:color="auto"/>
        <w:left w:val="none" w:sz="0" w:space="0" w:color="auto"/>
        <w:bottom w:val="none" w:sz="0" w:space="0" w:color="auto"/>
        <w:right w:val="none" w:sz="0" w:space="0" w:color="auto"/>
      </w:divBdr>
      <w:divsChild>
        <w:div w:id="242569805">
          <w:marLeft w:val="0"/>
          <w:marRight w:val="0"/>
          <w:marTop w:val="0"/>
          <w:marBottom w:val="0"/>
          <w:divBdr>
            <w:top w:val="single" w:sz="6" w:space="0" w:color="678FC2"/>
            <w:left w:val="single" w:sz="6" w:space="0" w:color="678FC2"/>
            <w:bottom w:val="single" w:sz="6" w:space="0" w:color="678FC2"/>
            <w:right w:val="single" w:sz="6" w:space="0" w:color="678FC2"/>
          </w:divBdr>
          <w:divsChild>
            <w:div w:id="2143420563">
              <w:marLeft w:val="0"/>
              <w:marRight w:val="0"/>
              <w:marTop w:val="0"/>
              <w:marBottom w:val="0"/>
              <w:divBdr>
                <w:top w:val="none" w:sz="0" w:space="0" w:color="auto"/>
                <w:left w:val="none" w:sz="0" w:space="0" w:color="auto"/>
                <w:bottom w:val="none" w:sz="0" w:space="0" w:color="auto"/>
                <w:right w:val="none" w:sz="0" w:space="0" w:color="auto"/>
              </w:divBdr>
              <w:divsChild>
                <w:div w:id="558245747">
                  <w:marLeft w:val="150"/>
                  <w:marRight w:val="150"/>
                  <w:marTop w:val="0"/>
                  <w:marBottom w:val="0"/>
                  <w:divBdr>
                    <w:top w:val="none" w:sz="0" w:space="0" w:color="auto"/>
                    <w:left w:val="none" w:sz="0" w:space="0" w:color="auto"/>
                    <w:bottom w:val="none" w:sz="0" w:space="0" w:color="auto"/>
                    <w:right w:val="none" w:sz="0" w:space="0" w:color="auto"/>
                  </w:divBdr>
                  <w:divsChild>
                    <w:div w:id="1927225160">
                      <w:marLeft w:val="0"/>
                      <w:marRight w:val="0"/>
                      <w:marTop w:val="0"/>
                      <w:marBottom w:val="0"/>
                      <w:divBdr>
                        <w:top w:val="none" w:sz="0" w:space="0" w:color="auto"/>
                        <w:left w:val="none" w:sz="0" w:space="0" w:color="auto"/>
                        <w:bottom w:val="none" w:sz="0" w:space="0" w:color="auto"/>
                        <w:right w:val="none" w:sz="0" w:space="0" w:color="auto"/>
                      </w:divBdr>
                      <w:divsChild>
                        <w:div w:id="1661538989">
                          <w:marLeft w:val="0"/>
                          <w:marRight w:val="0"/>
                          <w:marTop w:val="0"/>
                          <w:marBottom w:val="0"/>
                          <w:divBdr>
                            <w:top w:val="none" w:sz="0" w:space="0" w:color="auto"/>
                            <w:left w:val="none" w:sz="0" w:space="0" w:color="auto"/>
                            <w:bottom w:val="none" w:sz="0" w:space="0" w:color="auto"/>
                            <w:right w:val="none" w:sz="0" w:space="0" w:color="auto"/>
                          </w:divBdr>
                          <w:divsChild>
                            <w:div w:id="1902206348">
                              <w:marLeft w:val="0"/>
                              <w:marRight w:val="0"/>
                              <w:marTop w:val="0"/>
                              <w:marBottom w:val="0"/>
                              <w:divBdr>
                                <w:top w:val="none" w:sz="0" w:space="0" w:color="auto"/>
                                <w:left w:val="none" w:sz="0" w:space="0" w:color="auto"/>
                                <w:bottom w:val="none" w:sz="0" w:space="0" w:color="auto"/>
                                <w:right w:val="none" w:sz="0" w:space="0" w:color="auto"/>
                              </w:divBdr>
                              <w:divsChild>
                                <w:div w:id="834495378">
                                  <w:marLeft w:val="0"/>
                                  <w:marRight w:val="0"/>
                                  <w:marTop w:val="0"/>
                                  <w:marBottom w:val="0"/>
                                  <w:divBdr>
                                    <w:top w:val="none" w:sz="0" w:space="0" w:color="auto"/>
                                    <w:left w:val="none" w:sz="0" w:space="0" w:color="auto"/>
                                    <w:bottom w:val="none" w:sz="0" w:space="0" w:color="auto"/>
                                    <w:right w:val="none" w:sz="0" w:space="0" w:color="auto"/>
                                  </w:divBdr>
                                  <w:divsChild>
                                    <w:div w:id="668214659">
                                      <w:marLeft w:val="30"/>
                                      <w:marRight w:val="480"/>
                                      <w:marTop w:val="0"/>
                                      <w:marBottom w:val="0"/>
                                      <w:divBdr>
                                        <w:top w:val="none" w:sz="0" w:space="0" w:color="auto"/>
                                        <w:left w:val="none" w:sz="0" w:space="0" w:color="auto"/>
                                        <w:bottom w:val="none" w:sz="0" w:space="0" w:color="auto"/>
                                        <w:right w:val="none" w:sz="0" w:space="0" w:color="auto"/>
                                      </w:divBdr>
                                      <w:divsChild>
                                        <w:div w:id="849484753">
                                          <w:marLeft w:val="3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626265">
      <w:bodyDiv w:val="1"/>
      <w:marLeft w:val="0"/>
      <w:marRight w:val="0"/>
      <w:marTop w:val="0"/>
      <w:marBottom w:val="0"/>
      <w:divBdr>
        <w:top w:val="none" w:sz="0" w:space="0" w:color="auto"/>
        <w:left w:val="none" w:sz="0" w:space="0" w:color="auto"/>
        <w:bottom w:val="none" w:sz="0" w:space="0" w:color="auto"/>
        <w:right w:val="none" w:sz="0" w:space="0" w:color="auto"/>
      </w:divBdr>
      <w:divsChild>
        <w:div w:id="235286524">
          <w:marLeft w:val="0"/>
          <w:marRight w:val="0"/>
          <w:marTop w:val="0"/>
          <w:marBottom w:val="0"/>
          <w:divBdr>
            <w:top w:val="single" w:sz="6" w:space="0" w:color="678FC2"/>
            <w:left w:val="single" w:sz="6" w:space="0" w:color="678FC2"/>
            <w:bottom w:val="single" w:sz="6" w:space="0" w:color="678FC2"/>
            <w:right w:val="single" w:sz="6" w:space="0" w:color="678FC2"/>
          </w:divBdr>
          <w:divsChild>
            <w:div w:id="741870443">
              <w:marLeft w:val="0"/>
              <w:marRight w:val="0"/>
              <w:marTop w:val="0"/>
              <w:marBottom w:val="0"/>
              <w:divBdr>
                <w:top w:val="none" w:sz="0" w:space="0" w:color="auto"/>
                <w:left w:val="none" w:sz="0" w:space="0" w:color="auto"/>
                <w:bottom w:val="none" w:sz="0" w:space="0" w:color="auto"/>
                <w:right w:val="none" w:sz="0" w:space="0" w:color="auto"/>
              </w:divBdr>
              <w:divsChild>
                <w:div w:id="1295864926">
                  <w:marLeft w:val="150"/>
                  <w:marRight w:val="150"/>
                  <w:marTop w:val="0"/>
                  <w:marBottom w:val="0"/>
                  <w:divBdr>
                    <w:top w:val="none" w:sz="0" w:space="0" w:color="auto"/>
                    <w:left w:val="none" w:sz="0" w:space="0" w:color="auto"/>
                    <w:bottom w:val="none" w:sz="0" w:space="0" w:color="auto"/>
                    <w:right w:val="none" w:sz="0" w:space="0" w:color="auto"/>
                  </w:divBdr>
                  <w:divsChild>
                    <w:div w:id="265117741">
                      <w:marLeft w:val="0"/>
                      <w:marRight w:val="0"/>
                      <w:marTop w:val="0"/>
                      <w:marBottom w:val="0"/>
                      <w:divBdr>
                        <w:top w:val="none" w:sz="0" w:space="0" w:color="auto"/>
                        <w:left w:val="none" w:sz="0" w:space="0" w:color="auto"/>
                        <w:bottom w:val="none" w:sz="0" w:space="0" w:color="auto"/>
                        <w:right w:val="none" w:sz="0" w:space="0" w:color="auto"/>
                      </w:divBdr>
                      <w:divsChild>
                        <w:div w:id="1821655662">
                          <w:marLeft w:val="0"/>
                          <w:marRight w:val="0"/>
                          <w:marTop w:val="0"/>
                          <w:marBottom w:val="0"/>
                          <w:divBdr>
                            <w:top w:val="none" w:sz="0" w:space="0" w:color="auto"/>
                            <w:left w:val="none" w:sz="0" w:space="0" w:color="auto"/>
                            <w:bottom w:val="none" w:sz="0" w:space="0" w:color="auto"/>
                            <w:right w:val="none" w:sz="0" w:space="0" w:color="auto"/>
                          </w:divBdr>
                          <w:divsChild>
                            <w:div w:id="46709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6465601">
      <w:bodyDiv w:val="1"/>
      <w:marLeft w:val="0"/>
      <w:marRight w:val="0"/>
      <w:marTop w:val="0"/>
      <w:marBottom w:val="0"/>
      <w:divBdr>
        <w:top w:val="none" w:sz="0" w:space="0" w:color="auto"/>
        <w:left w:val="none" w:sz="0" w:space="0" w:color="auto"/>
        <w:bottom w:val="none" w:sz="0" w:space="0" w:color="auto"/>
        <w:right w:val="none" w:sz="0" w:space="0" w:color="auto"/>
      </w:divBdr>
      <w:divsChild>
        <w:div w:id="2049992407">
          <w:marLeft w:val="0"/>
          <w:marRight w:val="0"/>
          <w:marTop w:val="0"/>
          <w:marBottom w:val="0"/>
          <w:divBdr>
            <w:top w:val="single" w:sz="6" w:space="0" w:color="678FC2"/>
            <w:left w:val="single" w:sz="6" w:space="0" w:color="678FC2"/>
            <w:bottom w:val="single" w:sz="6" w:space="0" w:color="678FC2"/>
            <w:right w:val="single" w:sz="6" w:space="0" w:color="678FC2"/>
          </w:divBdr>
          <w:divsChild>
            <w:div w:id="594363587">
              <w:marLeft w:val="0"/>
              <w:marRight w:val="0"/>
              <w:marTop w:val="0"/>
              <w:marBottom w:val="0"/>
              <w:divBdr>
                <w:top w:val="none" w:sz="0" w:space="0" w:color="auto"/>
                <w:left w:val="none" w:sz="0" w:space="0" w:color="auto"/>
                <w:bottom w:val="none" w:sz="0" w:space="0" w:color="auto"/>
                <w:right w:val="none" w:sz="0" w:space="0" w:color="auto"/>
              </w:divBdr>
              <w:divsChild>
                <w:div w:id="494997292">
                  <w:marLeft w:val="150"/>
                  <w:marRight w:val="150"/>
                  <w:marTop w:val="0"/>
                  <w:marBottom w:val="0"/>
                  <w:divBdr>
                    <w:top w:val="none" w:sz="0" w:space="0" w:color="auto"/>
                    <w:left w:val="none" w:sz="0" w:space="0" w:color="auto"/>
                    <w:bottom w:val="none" w:sz="0" w:space="0" w:color="auto"/>
                    <w:right w:val="none" w:sz="0" w:space="0" w:color="auto"/>
                  </w:divBdr>
                  <w:divsChild>
                    <w:div w:id="1624773103">
                      <w:marLeft w:val="0"/>
                      <w:marRight w:val="0"/>
                      <w:marTop w:val="0"/>
                      <w:marBottom w:val="0"/>
                      <w:divBdr>
                        <w:top w:val="none" w:sz="0" w:space="0" w:color="auto"/>
                        <w:left w:val="none" w:sz="0" w:space="0" w:color="auto"/>
                        <w:bottom w:val="none" w:sz="0" w:space="0" w:color="auto"/>
                        <w:right w:val="none" w:sz="0" w:space="0" w:color="auto"/>
                      </w:divBdr>
                      <w:divsChild>
                        <w:div w:id="1085150575">
                          <w:marLeft w:val="0"/>
                          <w:marRight w:val="0"/>
                          <w:marTop w:val="0"/>
                          <w:marBottom w:val="0"/>
                          <w:divBdr>
                            <w:top w:val="none" w:sz="0" w:space="0" w:color="auto"/>
                            <w:left w:val="none" w:sz="0" w:space="0" w:color="auto"/>
                            <w:bottom w:val="none" w:sz="0" w:space="0" w:color="auto"/>
                            <w:right w:val="none" w:sz="0" w:space="0" w:color="auto"/>
                          </w:divBdr>
                          <w:divsChild>
                            <w:div w:id="1617524676">
                              <w:marLeft w:val="0"/>
                              <w:marRight w:val="0"/>
                              <w:marTop w:val="0"/>
                              <w:marBottom w:val="0"/>
                              <w:divBdr>
                                <w:top w:val="none" w:sz="0" w:space="0" w:color="auto"/>
                                <w:left w:val="none" w:sz="0" w:space="0" w:color="auto"/>
                                <w:bottom w:val="none" w:sz="0" w:space="0" w:color="auto"/>
                                <w:right w:val="none" w:sz="0" w:space="0" w:color="auto"/>
                              </w:divBdr>
                              <w:divsChild>
                                <w:div w:id="543366018">
                                  <w:marLeft w:val="0"/>
                                  <w:marRight w:val="0"/>
                                  <w:marTop w:val="0"/>
                                  <w:marBottom w:val="0"/>
                                  <w:divBdr>
                                    <w:top w:val="none" w:sz="0" w:space="0" w:color="auto"/>
                                    <w:left w:val="none" w:sz="0" w:space="0" w:color="auto"/>
                                    <w:bottom w:val="none" w:sz="0" w:space="0" w:color="auto"/>
                                    <w:right w:val="none" w:sz="0" w:space="0" w:color="auto"/>
                                  </w:divBdr>
                                  <w:divsChild>
                                    <w:div w:id="757019068">
                                      <w:marLeft w:val="30"/>
                                      <w:marRight w:val="480"/>
                                      <w:marTop w:val="0"/>
                                      <w:marBottom w:val="0"/>
                                      <w:divBdr>
                                        <w:top w:val="none" w:sz="0" w:space="0" w:color="auto"/>
                                        <w:left w:val="none" w:sz="0" w:space="0" w:color="auto"/>
                                        <w:bottom w:val="none" w:sz="0" w:space="0" w:color="auto"/>
                                        <w:right w:val="none" w:sz="0" w:space="0" w:color="auto"/>
                                      </w:divBdr>
                                      <w:divsChild>
                                        <w:div w:id="208405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9585826">
      <w:bodyDiv w:val="1"/>
      <w:marLeft w:val="0"/>
      <w:marRight w:val="0"/>
      <w:marTop w:val="0"/>
      <w:marBottom w:val="0"/>
      <w:divBdr>
        <w:top w:val="none" w:sz="0" w:space="0" w:color="auto"/>
        <w:left w:val="none" w:sz="0" w:space="0" w:color="auto"/>
        <w:bottom w:val="none" w:sz="0" w:space="0" w:color="auto"/>
        <w:right w:val="none" w:sz="0" w:space="0" w:color="auto"/>
      </w:divBdr>
      <w:divsChild>
        <w:div w:id="1400248354">
          <w:marLeft w:val="0"/>
          <w:marRight w:val="0"/>
          <w:marTop w:val="0"/>
          <w:marBottom w:val="0"/>
          <w:divBdr>
            <w:top w:val="single" w:sz="6" w:space="0" w:color="678FC2"/>
            <w:left w:val="single" w:sz="6" w:space="0" w:color="678FC2"/>
            <w:bottom w:val="single" w:sz="6" w:space="0" w:color="678FC2"/>
            <w:right w:val="single" w:sz="6" w:space="0" w:color="678FC2"/>
          </w:divBdr>
          <w:divsChild>
            <w:div w:id="2033845627">
              <w:marLeft w:val="0"/>
              <w:marRight w:val="0"/>
              <w:marTop w:val="0"/>
              <w:marBottom w:val="0"/>
              <w:divBdr>
                <w:top w:val="none" w:sz="0" w:space="0" w:color="auto"/>
                <w:left w:val="none" w:sz="0" w:space="0" w:color="auto"/>
                <w:bottom w:val="none" w:sz="0" w:space="0" w:color="auto"/>
                <w:right w:val="none" w:sz="0" w:space="0" w:color="auto"/>
              </w:divBdr>
              <w:divsChild>
                <w:div w:id="55327081">
                  <w:marLeft w:val="150"/>
                  <w:marRight w:val="150"/>
                  <w:marTop w:val="0"/>
                  <w:marBottom w:val="0"/>
                  <w:divBdr>
                    <w:top w:val="none" w:sz="0" w:space="0" w:color="auto"/>
                    <w:left w:val="none" w:sz="0" w:space="0" w:color="auto"/>
                    <w:bottom w:val="none" w:sz="0" w:space="0" w:color="auto"/>
                    <w:right w:val="none" w:sz="0" w:space="0" w:color="auto"/>
                  </w:divBdr>
                  <w:divsChild>
                    <w:div w:id="2146654951">
                      <w:marLeft w:val="0"/>
                      <w:marRight w:val="0"/>
                      <w:marTop w:val="0"/>
                      <w:marBottom w:val="0"/>
                      <w:divBdr>
                        <w:top w:val="none" w:sz="0" w:space="0" w:color="auto"/>
                        <w:left w:val="none" w:sz="0" w:space="0" w:color="auto"/>
                        <w:bottom w:val="none" w:sz="0" w:space="0" w:color="auto"/>
                        <w:right w:val="none" w:sz="0" w:space="0" w:color="auto"/>
                      </w:divBdr>
                      <w:divsChild>
                        <w:div w:id="1834639533">
                          <w:marLeft w:val="0"/>
                          <w:marRight w:val="0"/>
                          <w:marTop w:val="0"/>
                          <w:marBottom w:val="0"/>
                          <w:divBdr>
                            <w:top w:val="none" w:sz="0" w:space="0" w:color="auto"/>
                            <w:left w:val="none" w:sz="0" w:space="0" w:color="auto"/>
                            <w:bottom w:val="none" w:sz="0" w:space="0" w:color="auto"/>
                            <w:right w:val="none" w:sz="0" w:space="0" w:color="auto"/>
                          </w:divBdr>
                          <w:divsChild>
                            <w:div w:id="1753816863">
                              <w:marLeft w:val="0"/>
                              <w:marRight w:val="0"/>
                              <w:marTop w:val="0"/>
                              <w:marBottom w:val="0"/>
                              <w:divBdr>
                                <w:top w:val="none" w:sz="0" w:space="0" w:color="auto"/>
                                <w:left w:val="none" w:sz="0" w:space="0" w:color="auto"/>
                                <w:bottom w:val="none" w:sz="0" w:space="0" w:color="auto"/>
                                <w:right w:val="none" w:sz="0" w:space="0" w:color="auto"/>
                              </w:divBdr>
                              <w:divsChild>
                                <w:div w:id="1718698391">
                                  <w:marLeft w:val="0"/>
                                  <w:marRight w:val="0"/>
                                  <w:marTop w:val="0"/>
                                  <w:marBottom w:val="0"/>
                                  <w:divBdr>
                                    <w:top w:val="none" w:sz="0" w:space="0" w:color="auto"/>
                                    <w:left w:val="none" w:sz="0" w:space="0" w:color="auto"/>
                                    <w:bottom w:val="none" w:sz="0" w:space="0" w:color="auto"/>
                                    <w:right w:val="none" w:sz="0" w:space="0" w:color="auto"/>
                                  </w:divBdr>
                                  <w:divsChild>
                                    <w:div w:id="138109344">
                                      <w:marLeft w:val="30"/>
                                      <w:marRight w:val="480"/>
                                      <w:marTop w:val="0"/>
                                      <w:marBottom w:val="0"/>
                                      <w:divBdr>
                                        <w:top w:val="none" w:sz="0" w:space="0" w:color="auto"/>
                                        <w:left w:val="none" w:sz="0" w:space="0" w:color="auto"/>
                                        <w:bottom w:val="none" w:sz="0" w:space="0" w:color="auto"/>
                                        <w:right w:val="none" w:sz="0" w:space="0" w:color="auto"/>
                                      </w:divBdr>
                                      <w:divsChild>
                                        <w:div w:id="47221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10387982">
      <w:bodyDiv w:val="1"/>
      <w:marLeft w:val="0"/>
      <w:marRight w:val="0"/>
      <w:marTop w:val="0"/>
      <w:marBottom w:val="0"/>
      <w:divBdr>
        <w:top w:val="none" w:sz="0" w:space="0" w:color="auto"/>
        <w:left w:val="none" w:sz="0" w:space="0" w:color="auto"/>
        <w:bottom w:val="none" w:sz="0" w:space="0" w:color="auto"/>
        <w:right w:val="none" w:sz="0" w:space="0" w:color="auto"/>
      </w:divBdr>
      <w:divsChild>
        <w:div w:id="1926261794">
          <w:marLeft w:val="0"/>
          <w:marRight w:val="0"/>
          <w:marTop w:val="0"/>
          <w:marBottom w:val="0"/>
          <w:divBdr>
            <w:top w:val="single" w:sz="6" w:space="0" w:color="678FC2"/>
            <w:left w:val="single" w:sz="6" w:space="0" w:color="678FC2"/>
            <w:bottom w:val="single" w:sz="6" w:space="0" w:color="678FC2"/>
            <w:right w:val="single" w:sz="6" w:space="0" w:color="678FC2"/>
          </w:divBdr>
          <w:divsChild>
            <w:div w:id="1952667891">
              <w:marLeft w:val="0"/>
              <w:marRight w:val="0"/>
              <w:marTop w:val="0"/>
              <w:marBottom w:val="0"/>
              <w:divBdr>
                <w:top w:val="none" w:sz="0" w:space="0" w:color="auto"/>
                <w:left w:val="none" w:sz="0" w:space="0" w:color="auto"/>
                <w:bottom w:val="none" w:sz="0" w:space="0" w:color="auto"/>
                <w:right w:val="none" w:sz="0" w:space="0" w:color="auto"/>
              </w:divBdr>
              <w:divsChild>
                <w:div w:id="793138652">
                  <w:marLeft w:val="150"/>
                  <w:marRight w:val="150"/>
                  <w:marTop w:val="0"/>
                  <w:marBottom w:val="0"/>
                  <w:divBdr>
                    <w:top w:val="none" w:sz="0" w:space="0" w:color="auto"/>
                    <w:left w:val="none" w:sz="0" w:space="0" w:color="auto"/>
                    <w:bottom w:val="none" w:sz="0" w:space="0" w:color="auto"/>
                    <w:right w:val="none" w:sz="0" w:space="0" w:color="auto"/>
                  </w:divBdr>
                  <w:divsChild>
                    <w:div w:id="851800907">
                      <w:marLeft w:val="0"/>
                      <w:marRight w:val="0"/>
                      <w:marTop w:val="0"/>
                      <w:marBottom w:val="0"/>
                      <w:divBdr>
                        <w:top w:val="none" w:sz="0" w:space="0" w:color="auto"/>
                        <w:left w:val="none" w:sz="0" w:space="0" w:color="auto"/>
                        <w:bottom w:val="none" w:sz="0" w:space="0" w:color="auto"/>
                        <w:right w:val="none" w:sz="0" w:space="0" w:color="auto"/>
                      </w:divBdr>
                      <w:divsChild>
                        <w:div w:id="1127043319">
                          <w:marLeft w:val="0"/>
                          <w:marRight w:val="0"/>
                          <w:marTop w:val="0"/>
                          <w:marBottom w:val="0"/>
                          <w:divBdr>
                            <w:top w:val="none" w:sz="0" w:space="0" w:color="auto"/>
                            <w:left w:val="none" w:sz="0" w:space="0" w:color="auto"/>
                            <w:bottom w:val="none" w:sz="0" w:space="0" w:color="auto"/>
                            <w:right w:val="none" w:sz="0" w:space="0" w:color="auto"/>
                          </w:divBdr>
                          <w:divsChild>
                            <w:div w:id="1746150778">
                              <w:marLeft w:val="0"/>
                              <w:marRight w:val="0"/>
                              <w:marTop w:val="0"/>
                              <w:marBottom w:val="0"/>
                              <w:divBdr>
                                <w:top w:val="none" w:sz="0" w:space="0" w:color="auto"/>
                                <w:left w:val="none" w:sz="0" w:space="0" w:color="auto"/>
                                <w:bottom w:val="none" w:sz="0" w:space="0" w:color="auto"/>
                                <w:right w:val="none" w:sz="0" w:space="0" w:color="auto"/>
                              </w:divBdr>
                              <w:divsChild>
                                <w:div w:id="337657126">
                                  <w:marLeft w:val="0"/>
                                  <w:marRight w:val="0"/>
                                  <w:marTop w:val="0"/>
                                  <w:marBottom w:val="0"/>
                                  <w:divBdr>
                                    <w:top w:val="none" w:sz="0" w:space="0" w:color="auto"/>
                                    <w:left w:val="none" w:sz="0" w:space="0" w:color="auto"/>
                                    <w:bottom w:val="none" w:sz="0" w:space="0" w:color="auto"/>
                                    <w:right w:val="none" w:sz="0" w:space="0" w:color="auto"/>
                                  </w:divBdr>
                                  <w:divsChild>
                                    <w:div w:id="1759328754">
                                      <w:marLeft w:val="30"/>
                                      <w:marRight w:val="480"/>
                                      <w:marTop w:val="0"/>
                                      <w:marBottom w:val="0"/>
                                      <w:divBdr>
                                        <w:top w:val="none" w:sz="0" w:space="0" w:color="auto"/>
                                        <w:left w:val="none" w:sz="0" w:space="0" w:color="auto"/>
                                        <w:bottom w:val="none" w:sz="0" w:space="0" w:color="auto"/>
                                        <w:right w:val="none" w:sz="0" w:space="0" w:color="auto"/>
                                      </w:divBdr>
                                      <w:divsChild>
                                        <w:div w:id="20436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5672381">
      <w:bodyDiv w:val="1"/>
      <w:marLeft w:val="0"/>
      <w:marRight w:val="0"/>
      <w:marTop w:val="0"/>
      <w:marBottom w:val="0"/>
      <w:divBdr>
        <w:top w:val="none" w:sz="0" w:space="0" w:color="auto"/>
        <w:left w:val="none" w:sz="0" w:space="0" w:color="auto"/>
        <w:bottom w:val="none" w:sz="0" w:space="0" w:color="auto"/>
        <w:right w:val="none" w:sz="0" w:space="0" w:color="auto"/>
      </w:divBdr>
      <w:divsChild>
        <w:div w:id="1941059661">
          <w:marLeft w:val="0"/>
          <w:marRight w:val="0"/>
          <w:marTop w:val="0"/>
          <w:marBottom w:val="0"/>
          <w:divBdr>
            <w:top w:val="single" w:sz="6" w:space="0" w:color="678FC2"/>
            <w:left w:val="single" w:sz="6" w:space="0" w:color="678FC2"/>
            <w:bottom w:val="single" w:sz="6" w:space="0" w:color="678FC2"/>
            <w:right w:val="single" w:sz="6" w:space="0" w:color="678FC2"/>
          </w:divBdr>
          <w:divsChild>
            <w:div w:id="1593514379">
              <w:marLeft w:val="0"/>
              <w:marRight w:val="0"/>
              <w:marTop w:val="0"/>
              <w:marBottom w:val="0"/>
              <w:divBdr>
                <w:top w:val="none" w:sz="0" w:space="0" w:color="auto"/>
                <w:left w:val="none" w:sz="0" w:space="0" w:color="auto"/>
                <w:bottom w:val="none" w:sz="0" w:space="0" w:color="auto"/>
                <w:right w:val="none" w:sz="0" w:space="0" w:color="auto"/>
              </w:divBdr>
              <w:divsChild>
                <w:div w:id="609318319">
                  <w:marLeft w:val="150"/>
                  <w:marRight w:val="150"/>
                  <w:marTop w:val="0"/>
                  <w:marBottom w:val="0"/>
                  <w:divBdr>
                    <w:top w:val="none" w:sz="0" w:space="0" w:color="auto"/>
                    <w:left w:val="none" w:sz="0" w:space="0" w:color="auto"/>
                    <w:bottom w:val="none" w:sz="0" w:space="0" w:color="auto"/>
                    <w:right w:val="none" w:sz="0" w:space="0" w:color="auto"/>
                  </w:divBdr>
                  <w:divsChild>
                    <w:div w:id="193270432">
                      <w:marLeft w:val="0"/>
                      <w:marRight w:val="0"/>
                      <w:marTop w:val="0"/>
                      <w:marBottom w:val="0"/>
                      <w:divBdr>
                        <w:top w:val="none" w:sz="0" w:space="0" w:color="auto"/>
                        <w:left w:val="none" w:sz="0" w:space="0" w:color="auto"/>
                        <w:bottom w:val="none" w:sz="0" w:space="0" w:color="auto"/>
                        <w:right w:val="none" w:sz="0" w:space="0" w:color="auto"/>
                      </w:divBdr>
                      <w:divsChild>
                        <w:div w:id="1147435320">
                          <w:marLeft w:val="0"/>
                          <w:marRight w:val="0"/>
                          <w:marTop w:val="0"/>
                          <w:marBottom w:val="0"/>
                          <w:divBdr>
                            <w:top w:val="none" w:sz="0" w:space="0" w:color="auto"/>
                            <w:left w:val="none" w:sz="0" w:space="0" w:color="auto"/>
                            <w:bottom w:val="none" w:sz="0" w:space="0" w:color="auto"/>
                            <w:right w:val="none" w:sz="0" w:space="0" w:color="auto"/>
                          </w:divBdr>
                          <w:divsChild>
                            <w:div w:id="158683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8878790">
      <w:bodyDiv w:val="1"/>
      <w:marLeft w:val="0"/>
      <w:marRight w:val="0"/>
      <w:marTop w:val="0"/>
      <w:marBottom w:val="0"/>
      <w:divBdr>
        <w:top w:val="none" w:sz="0" w:space="0" w:color="auto"/>
        <w:left w:val="none" w:sz="0" w:space="0" w:color="auto"/>
        <w:bottom w:val="none" w:sz="0" w:space="0" w:color="auto"/>
        <w:right w:val="none" w:sz="0" w:space="0" w:color="auto"/>
      </w:divBdr>
      <w:divsChild>
        <w:div w:id="992101067">
          <w:marLeft w:val="0"/>
          <w:marRight w:val="0"/>
          <w:marTop w:val="0"/>
          <w:marBottom w:val="0"/>
          <w:divBdr>
            <w:top w:val="single" w:sz="6" w:space="0" w:color="678FC2"/>
            <w:left w:val="single" w:sz="6" w:space="0" w:color="678FC2"/>
            <w:bottom w:val="single" w:sz="6" w:space="0" w:color="678FC2"/>
            <w:right w:val="single" w:sz="6" w:space="0" w:color="678FC2"/>
          </w:divBdr>
          <w:divsChild>
            <w:div w:id="1229614836">
              <w:marLeft w:val="0"/>
              <w:marRight w:val="0"/>
              <w:marTop w:val="0"/>
              <w:marBottom w:val="0"/>
              <w:divBdr>
                <w:top w:val="none" w:sz="0" w:space="0" w:color="auto"/>
                <w:left w:val="none" w:sz="0" w:space="0" w:color="auto"/>
                <w:bottom w:val="none" w:sz="0" w:space="0" w:color="auto"/>
                <w:right w:val="none" w:sz="0" w:space="0" w:color="auto"/>
              </w:divBdr>
              <w:divsChild>
                <w:div w:id="787433579">
                  <w:marLeft w:val="150"/>
                  <w:marRight w:val="150"/>
                  <w:marTop w:val="0"/>
                  <w:marBottom w:val="0"/>
                  <w:divBdr>
                    <w:top w:val="none" w:sz="0" w:space="0" w:color="auto"/>
                    <w:left w:val="none" w:sz="0" w:space="0" w:color="auto"/>
                    <w:bottom w:val="none" w:sz="0" w:space="0" w:color="auto"/>
                    <w:right w:val="none" w:sz="0" w:space="0" w:color="auto"/>
                  </w:divBdr>
                  <w:divsChild>
                    <w:div w:id="1377045726">
                      <w:marLeft w:val="0"/>
                      <w:marRight w:val="0"/>
                      <w:marTop w:val="0"/>
                      <w:marBottom w:val="0"/>
                      <w:divBdr>
                        <w:top w:val="none" w:sz="0" w:space="0" w:color="auto"/>
                        <w:left w:val="none" w:sz="0" w:space="0" w:color="auto"/>
                        <w:bottom w:val="none" w:sz="0" w:space="0" w:color="auto"/>
                        <w:right w:val="none" w:sz="0" w:space="0" w:color="auto"/>
                      </w:divBdr>
                      <w:divsChild>
                        <w:div w:id="1860585005">
                          <w:marLeft w:val="0"/>
                          <w:marRight w:val="0"/>
                          <w:marTop w:val="0"/>
                          <w:marBottom w:val="0"/>
                          <w:divBdr>
                            <w:top w:val="none" w:sz="0" w:space="0" w:color="auto"/>
                            <w:left w:val="none" w:sz="0" w:space="0" w:color="auto"/>
                            <w:bottom w:val="none" w:sz="0" w:space="0" w:color="auto"/>
                            <w:right w:val="none" w:sz="0" w:space="0" w:color="auto"/>
                          </w:divBdr>
                          <w:divsChild>
                            <w:div w:id="58528755">
                              <w:marLeft w:val="0"/>
                              <w:marRight w:val="0"/>
                              <w:marTop w:val="0"/>
                              <w:marBottom w:val="0"/>
                              <w:divBdr>
                                <w:top w:val="none" w:sz="0" w:space="0" w:color="auto"/>
                                <w:left w:val="none" w:sz="0" w:space="0" w:color="auto"/>
                                <w:bottom w:val="none" w:sz="0" w:space="0" w:color="auto"/>
                                <w:right w:val="none" w:sz="0" w:space="0" w:color="auto"/>
                              </w:divBdr>
                              <w:divsChild>
                                <w:div w:id="1685521198">
                                  <w:marLeft w:val="0"/>
                                  <w:marRight w:val="0"/>
                                  <w:marTop w:val="0"/>
                                  <w:marBottom w:val="0"/>
                                  <w:divBdr>
                                    <w:top w:val="none" w:sz="0" w:space="0" w:color="auto"/>
                                    <w:left w:val="none" w:sz="0" w:space="0" w:color="auto"/>
                                    <w:bottom w:val="none" w:sz="0" w:space="0" w:color="auto"/>
                                    <w:right w:val="none" w:sz="0" w:space="0" w:color="auto"/>
                                  </w:divBdr>
                                  <w:divsChild>
                                    <w:div w:id="312225985">
                                      <w:marLeft w:val="0"/>
                                      <w:marRight w:val="0"/>
                                      <w:marTop w:val="0"/>
                                      <w:marBottom w:val="0"/>
                                      <w:divBdr>
                                        <w:top w:val="none" w:sz="0" w:space="0" w:color="auto"/>
                                        <w:left w:val="none" w:sz="0" w:space="0" w:color="auto"/>
                                        <w:bottom w:val="none" w:sz="0" w:space="0" w:color="auto"/>
                                        <w:right w:val="none" w:sz="0" w:space="0" w:color="auto"/>
                                      </w:divBdr>
                                      <w:divsChild>
                                        <w:div w:id="140622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541346">
      <w:bodyDiv w:val="1"/>
      <w:marLeft w:val="0"/>
      <w:marRight w:val="0"/>
      <w:marTop w:val="0"/>
      <w:marBottom w:val="0"/>
      <w:divBdr>
        <w:top w:val="none" w:sz="0" w:space="0" w:color="auto"/>
        <w:left w:val="none" w:sz="0" w:space="0" w:color="auto"/>
        <w:bottom w:val="none" w:sz="0" w:space="0" w:color="auto"/>
        <w:right w:val="none" w:sz="0" w:space="0" w:color="auto"/>
      </w:divBdr>
      <w:divsChild>
        <w:div w:id="637879564">
          <w:marLeft w:val="0"/>
          <w:marRight w:val="0"/>
          <w:marTop w:val="0"/>
          <w:marBottom w:val="0"/>
          <w:divBdr>
            <w:top w:val="single" w:sz="6" w:space="0" w:color="678FC2"/>
            <w:left w:val="single" w:sz="6" w:space="0" w:color="678FC2"/>
            <w:bottom w:val="single" w:sz="6" w:space="0" w:color="678FC2"/>
            <w:right w:val="single" w:sz="6" w:space="0" w:color="678FC2"/>
          </w:divBdr>
          <w:divsChild>
            <w:div w:id="459107593">
              <w:marLeft w:val="0"/>
              <w:marRight w:val="0"/>
              <w:marTop w:val="0"/>
              <w:marBottom w:val="0"/>
              <w:divBdr>
                <w:top w:val="none" w:sz="0" w:space="0" w:color="auto"/>
                <w:left w:val="none" w:sz="0" w:space="0" w:color="auto"/>
                <w:bottom w:val="none" w:sz="0" w:space="0" w:color="auto"/>
                <w:right w:val="none" w:sz="0" w:space="0" w:color="auto"/>
              </w:divBdr>
              <w:divsChild>
                <w:div w:id="454062832">
                  <w:marLeft w:val="150"/>
                  <w:marRight w:val="150"/>
                  <w:marTop w:val="0"/>
                  <w:marBottom w:val="0"/>
                  <w:divBdr>
                    <w:top w:val="none" w:sz="0" w:space="0" w:color="auto"/>
                    <w:left w:val="none" w:sz="0" w:space="0" w:color="auto"/>
                    <w:bottom w:val="none" w:sz="0" w:space="0" w:color="auto"/>
                    <w:right w:val="none" w:sz="0" w:space="0" w:color="auto"/>
                  </w:divBdr>
                  <w:divsChild>
                    <w:div w:id="199633530">
                      <w:marLeft w:val="0"/>
                      <w:marRight w:val="0"/>
                      <w:marTop w:val="0"/>
                      <w:marBottom w:val="0"/>
                      <w:divBdr>
                        <w:top w:val="none" w:sz="0" w:space="0" w:color="auto"/>
                        <w:left w:val="none" w:sz="0" w:space="0" w:color="auto"/>
                        <w:bottom w:val="none" w:sz="0" w:space="0" w:color="auto"/>
                        <w:right w:val="none" w:sz="0" w:space="0" w:color="auto"/>
                      </w:divBdr>
                      <w:divsChild>
                        <w:div w:id="1526093407">
                          <w:marLeft w:val="0"/>
                          <w:marRight w:val="0"/>
                          <w:marTop w:val="0"/>
                          <w:marBottom w:val="0"/>
                          <w:divBdr>
                            <w:top w:val="none" w:sz="0" w:space="0" w:color="auto"/>
                            <w:left w:val="none" w:sz="0" w:space="0" w:color="auto"/>
                            <w:bottom w:val="none" w:sz="0" w:space="0" w:color="auto"/>
                            <w:right w:val="none" w:sz="0" w:space="0" w:color="auto"/>
                          </w:divBdr>
                          <w:divsChild>
                            <w:div w:id="1036351849">
                              <w:marLeft w:val="0"/>
                              <w:marRight w:val="0"/>
                              <w:marTop w:val="0"/>
                              <w:marBottom w:val="0"/>
                              <w:divBdr>
                                <w:top w:val="none" w:sz="0" w:space="0" w:color="auto"/>
                                <w:left w:val="none" w:sz="0" w:space="0" w:color="auto"/>
                                <w:bottom w:val="none" w:sz="0" w:space="0" w:color="auto"/>
                                <w:right w:val="none" w:sz="0" w:space="0" w:color="auto"/>
                              </w:divBdr>
                              <w:divsChild>
                                <w:div w:id="1730960836">
                                  <w:marLeft w:val="0"/>
                                  <w:marRight w:val="0"/>
                                  <w:marTop w:val="0"/>
                                  <w:marBottom w:val="0"/>
                                  <w:divBdr>
                                    <w:top w:val="none" w:sz="0" w:space="0" w:color="auto"/>
                                    <w:left w:val="none" w:sz="0" w:space="0" w:color="auto"/>
                                    <w:bottom w:val="none" w:sz="0" w:space="0" w:color="auto"/>
                                    <w:right w:val="none" w:sz="0" w:space="0" w:color="auto"/>
                                  </w:divBdr>
                                  <w:divsChild>
                                    <w:div w:id="1397781985">
                                      <w:marLeft w:val="30"/>
                                      <w:marRight w:val="480"/>
                                      <w:marTop w:val="0"/>
                                      <w:marBottom w:val="0"/>
                                      <w:divBdr>
                                        <w:top w:val="none" w:sz="0" w:space="0" w:color="auto"/>
                                        <w:left w:val="none" w:sz="0" w:space="0" w:color="auto"/>
                                        <w:bottom w:val="none" w:sz="0" w:space="0" w:color="auto"/>
                                        <w:right w:val="none" w:sz="0" w:space="0" w:color="auto"/>
                                      </w:divBdr>
                                      <w:divsChild>
                                        <w:div w:id="1160460771">
                                          <w:marLeft w:val="30"/>
                                          <w:marRight w:val="480"/>
                                          <w:marTop w:val="0"/>
                                          <w:marBottom w:val="0"/>
                                          <w:divBdr>
                                            <w:top w:val="none" w:sz="0" w:space="0" w:color="auto"/>
                                            <w:left w:val="none" w:sz="0" w:space="0" w:color="auto"/>
                                            <w:bottom w:val="none" w:sz="0" w:space="0" w:color="auto"/>
                                            <w:right w:val="none" w:sz="0" w:space="0" w:color="auto"/>
                                          </w:divBdr>
                                          <w:divsChild>
                                            <w:div w:id="509299902">
                                              <w:marLeft w:val="30"/>
                                              <w:marRight w:val="480"/>
                                              <w:marTop w:val="0"/>
                                              <w:marBottom w:val="0"/>
                                              <w:divBdr>
                                                <w:top w:val="none" w:sz="0" w:space="0" w:color="auto"/>
                                                <w:left w:val="none" w:sz="0" w:space="0" w:color="auto"/>
                                                <w:bottom w:val="none" w:sz="0" w:space="0" w:color="auto"/>
                                                <w:right w:val="none" w:sz="0" w:space="0" w:color="auto"/>
                                              </w:divBdr>
                                              <w:divsChild>
                                                <w:div w:id="146342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2198091">
      <w:bodyDiv w:val="1"/>
      <w:marLeft w:val="0"/>
      <w:marRight w:val="0"/>
      <w:marTop w:val="0"/>
      <w:marBottom w:val="0"/>
      <w:divBdr>
        <w:top w:val="none" w:sz="0" w:space="0" w:color="auto"/>
        <w:left w:val="none" w:sz="0" w:space="0" w:color="auto"/>
        <w:bottom w:val="none" w:sz="0" w:space="0" w:color="auto"/>
        <w:right w:val="none" w:sz="0" w:space="0" w:color="auto"/>
      </w:divBdr>
      <w:divsChild>
        <w:div w:id="1349260840">
          <w:marLeft w:val="0"/>
          <w:marRight w:val="0"/>
          <w:marTop w:val="0"/>
          <w:marBottom w:val="0"/>
          <w:divBdr>
            <w:top w:val="single" w:sz="6" w:space="0" w:color="678FC2"/>
            <w:left w:val="single" w:sz="6" w:space="0" w:color="678FC2"/>
            <w:bottom w:val="single" w:sz="6" w:space="0" w:color="678FC2"/>
            <w:right w:val="single" w:sz="6" w:space="0" w:color="678FC2"/>
          </w:divBdr>
          <w:divsChild>
            <w:div w:id="1451782037">
              <w:marLeft w:val="0"/>
              <w:marRight w:val="0"/>
              <w:marTop w:val="0"/>
              <w:marBottom w:val="0"/>
              <w:divBdr>
                <w:top w:val="none" w:sz="0" w:space="0" w:color="auto"/>
                <w:left w:val="none" w:sz="0" w:space="0" w:color="auto"/>
                <w:bottom w:val="none" w:sz="0" w:space="0" w:color="auto"/>
                <w:right w:val="none" w:sz="0" w:space="0" w:color="auto"/>
              </w:divBdr>
              <w:divsChild>
                <w:div w:id="1552110143">
                  <w:marLeft w:val="150"/>
                  <w:marRight w:val="150"/>
                  <w:marTop w:val="0"/>
                  <w:marBottom w:val="0"/>
                  <w:divBdr>
                    <w:top w:val="none" w:sz="0" w:space="0" w:color="auto"/>
                    <w:left w:val="none" w:sz="0" w:space="0" w:color="auto"/>
                    <w:bottom w:val="none" w:sz="0" w:space="0" w:color="auto"/>
                    <w:right w:val="none" w:sz="0" w:space="0" w:color="auto"/>
                  </w:divBdr>
                  <w:divsChild>
                    <w:div w:id="30036403">
                      <w:marLeft w:val="0"/>
                      <w:marRight w:val="0"/>
                      <w:marTop w:val="0"/>
                      <w:marBottom w:val="0"/>
                      <w:divBdr>
                        <w:top w:val="none" w:sz="0" w:space="0" w:color="auto"/>
                        <w:left w:val="none" w:sz="0" w:space="0" w:color="auto"/>
                        <w:bottom w:val="none" w:sz="0" w:space="0" w:color="auto"/>
                        <w:right w:val="none" w:sz="0" w:space="0" w:color="auto"/>
                      </w:divBdr>
                      <w:divsChild>
                        <w:div w:id="1798142431">
                          <w:marLeft w:val="0"/>
                          <w:marRight w:val="0"/>
                          <w:marTop w:val="0"/>
                          <w:marBottom w:val="0"/>
                          <w:divBdr>
                            <w:top w:val="none" w:sz="0" w:space="0" w:color="auto"/>
                            <w:left w:val="none" w:sz="0" w:space="0" w:color="auto"/>
                            <w:bottom w:val="none" w:sz="0" w:space="0" w:color="auto"/>
                            <w:right w:val="none" w:sz="0" w:space="0" w:color="auto"/>
                          </w:divBdr>
                          <w:divsChild>
                            <w:div w:id="665280221">
                              <w:marLeft w:val="0"/>
                              <w:marRight w:val="0"/>
                              <w:marTop w:val="0"/>
                              <w:marBottom w:val="0"/>
                              <w:divBdr>
                                <w:top w:val="none" w:sz="0" w:space="0" w:color="auto"/>
                                <w:left w:val="none" w:sz="0" w:space="0" w:color="auto"/>
                                <w:bottom w:val="none" w:sz="0" w:space="0" w:color="auto"/>
                                <w:right w:val="none" w:sz="0" w:space="0" w:color="auto"/>
                              </w:divBdr>
                              <w:divsChild>
                                <w:div w:id="1094788320">
                                  <w:marLeft w:val="0"/>
                                  <w:marRight w:val="0"/>
                                  <w:marTop w:val="0"/>
                                  <w:marBottom w:val="0"/>
                                  <w:divBdr>
                                    <w:top w:val="none" w:sz="0" w:space="0" w:color="auto"/>
                                    <w:left w:val="none" w:sz="0" w:space="0" w:color="auto"/>
                                    <w:bottom w:val="none" w:sz="0" w:space="0" w:color="auto"/>
                                    <w:right w:val="none" w:sz="0" w:space="0" w:color="auto"/>
                                  </w:divBdr>
                                  <w:divsChild>
                                    <w:div w:id="1089428138">
                                      <w:marLeft w:val="30"/>
                                      <w:marRight w:val="480"/>
                                      <w:marTop w:val="0"/>
                                      <w:marBottom w:val="0"/>
                                      <w:divBdr>
                                        <w:top w:val="none" w:sz="0" w:space="0" w:color="auto"/>
                                        <w:left w:val="none" w:sz="0" w:space="0" w:color="auto"/>
                                        <w:bottom w:val="none" w:sz="0" w:space="0" w:color="auto"/>
                                        <w:right w:val="none" w:sz="0" w:space="0" w:color="auto"/>
                                      </w:divBdr>
                                      <w:divsChild>
                                        <w:div w:id="70857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4746222">
      <w:bodyDiv w:val="1"/>
      <w:marLeft w:val="0"/>
      <w:marRight w:val="0"/>
      <w:marTop w:val="0"/>
      <w:marBottom w:val="0"/>
      <w:divBdr>
        <w:top w:val="none" w:sz="0" w:space="0" w:color="auto"/>
        <w:left w:val="none" w:sz="0" w:space="0" w:color="auto"/>
        <w:bottom w:val="none" w:sz="0" w:space="0" w:color="auto"/>
        <w:right w:val="none" w:sz="0" w:space="0" w:color="auto"/>
      </w:divBdr>
      <w:divsChild>
        <w:div w:id="1345937835">
          <w:marLeft w:val="0"/>
          <w:marRight w:val="0"/>
          <w:marTop w:val="0"/>
          <w:marBottom w:val="0"/>
          <w:divBdr>
            <w:top w:val="single" w:sz="6" w:space="0" w:color="678FC2"/>
            <w:left w:val="single" w:sz="6" w:space="0" w:color="678FC2"/>
            <w:bottom w:val="single" w:sz="6" w:space="0" w:color="678FC2"/>
            <w:right w:val="single" w:sz="6" w:space="0" w:color="678FC2"/>
          </w:divBdr>
          <w:divsChild>
            <w:div w:id="1475953871">
              <w:marLeft w:val="0"/>
              <w:marRight w:val="0"/>
              <w:marTop w:val="0"/>
              <w:marBottom w:val="0"/>
              <w:divBdr>
                <w:top w:val="none" w:sz="0" w:space="0" w:color="auto"/>
                <w:left w:val="none" w:sz="0" w:space="0" w:color="auto"/>
                <w:bottom w:val="none" w:sz="0" w:space="0" w:color="auto"/>
                <w:right w:val="none" w:sz="0" w:space="0" w:color="auto"/>
              </w:divBdr>
              <w:divsChild>
                <w:div w:id="1493988769">
                  <w:marLeft w:val="150"/>
                  <w:marRight w:val="150"/>
                  <w:marTop w:val="0"/>
                  <w:marBottom w:val="0"/>
                  <w:divBdr>
                    <w:top w:val="none" w:sz="0" w:space="0" w:color="auto"/>
                    <w:left w:val="none" w:sz="0" w:space="0" w:color="auto"/>
                    <w:bottom w:val="none" w:sz="0" w:space="0" w:color="auto"/>
                    <w:right w:val="none" w:sz="0" w:space="0" w:color="auto"/>
                  </w:divBdr>
                  <w:divsChild>
                    <w:div w:id="2086292891">
                      <w:marLeft w:val="0"/>
                      <w:marRight w:val="0"/>
                      <w:marTop w:val="0"/>
                      <w:marBottom w:val="0"/>
                      <w:divBdr>
                        <w:top w:val="none" w:sz="0" w:space="0" w:color="auto"/>
                        <w:left w:val="none" w:sz="0" w:space="0" w:color="auto"/>
                        <w:bottom w:val="none" w:sz="0" w:space="0" w:color="auto"/>
                        <w:right w:val="none" w:sz="0" w:space="0" w:color="auto"/>
                      </w:divBdr>
                      <w:divsChild>
                        <w:div w:id="1759447507">
                          <w:marLeft w:val="0"/>
                          <w:marRight w:val="0"/>
                          <w:marTop w:val="0"/>
                          <w:marBottom w:val="0"/>
                          <w:divBdr>
                            <w:top w:val="none" w:sz="0" w:space="0" w:color="auto"/>
                            <w:left w:val="none" w:sz="0" w:space="0" w:color="auto"/>
                            <w:bottom w:val="none" w:sz="0" w:space="0" w:color="auto"/>
                            <w:right w:val="none" w:sz="0" w:space="0" w:color="auto"/>
                          </w:divBdr>
                          <w:divsChild>
                            <w:div w:id="424569476">
                              <w:marLeft w:val="0"/>
                              <w:marRight w:val="0"/>
                              <w:marTop w:val="0"/>
                              <w:marBottom w:val="0"/>
                              <w:divBdr>
                                <w:top w:val="none" w:sz="0" w:space="0" w:color="auto"/>
                                <w:left w:val="none" w:sz="0" w:space="0" w:color="auto"/>
                                <w:bottom w:val="none" w:sz="0" w:space="0" w:color="auto"/>
                                <w:right w:val="none" w:sz="0" w:space="0" w:color="auto"/>
                              </w:divBdr>
                              <w:divsChild>
                                <w:div w:id="1800486470">
                                  <w:marLeft w:val="0"/>
                                  <w:marRight w:val="0"/>
                                  <w:marTop w:val="0"/>
                                  <w:marBottom w:val="0"/>
                                  <w:divBdr>
                                    <w:top w:val="none" w:sz="0" w:space="0" w:color="auto"/>
                                    <w:left w:val="none" w:sz="0" w:space="0" w:color="auto"/>
                                    <w:bottom w:val="none" w:sz="0" w:space="0" w:color="auto"/>
                                    <w:right w:val="none" w:sz="0" w:space="0" w:color="auto"/>
                                  </w:divBdr>
                                  <w:divsChild>
                                    <w:div w:id="1847210100">
                                      <w:marLeft w:val="30"/>
                                      <w:marRight w:val="480"/>
                                      <w:marTop w:val="0"/>
                                      <w:marBottom w:val="0"/>
                                      <w:divBdr>
                                        <w:top w:val="none" w:sz="0" w:space="0" w:color="auto"/>
                                        <w:left w:val="none" w:sz="0" w:space="0" w:color="auto"/>
                                        <w:bottom w:val="none" w:sz="0" w:space="0" w:color="auto"/>
                                        <w:right w:val="none" w:sz="0" w:space="0" w:color="auto"/>
                                      </w:divBdr>
                                      <w:divsChild>
                                        <w:div w:id="93586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64477640">
      <w:bodyDiv w:val="1"/>
      <w:marLeft w:val="0"/>
      <w:marRight w:val="0"/>
      <w:marTop w:val="0"/>
      <w:marBottom w:val="0"/>
      <w:divBdr>
        <w:top w:val="none" w:sz="0" w:space="0" w:color="auto"/>
        <w:left w:val="none" w:sz="0" w:space="0" w:color="auto"/>
        <w:bottom w:val="none" w:sz="0" w:space="0" w:color="auto"/>
        <w:right w:val="none" w:sz="0" w:space="0" w:color="auto"/>
      </w:divBdr>
      <w:divsChild>
        <w:div w:id="363556401">
          <w:marLeft w:val="0"/>
          <w:marRight w:val="0"/>
          <w:marTop w:val="0"/>
          <w:marBottom w:val="0"/>
          <w:divBdr>
            <w:top w:val="single" w:sz="6" w:space="0" w:color="678FC2"/>
            <w:left w:val="single" w:sz="6" w:space="0" w:color="678FC2"/>
            <w:bottom w:val="single" w:sz="6" w:space="0" w:color="678FC2"/>
            <w:right w:val="single" w:sz="6" w:space="0" w:color="678FC2"/>
          </w:divBdr>
          <w:divsChild>
            <w:div w:id="1753509192">
              <w:marLeft w:val="0"/>
              <w:marRight w:val="0"/>
              <w:marTop w:val="0"/>
              <w:marBottom w:val="0"/>
              <w:divBdr>
                <w:top w:val="none" w:sz="0" w:space="0" w:color="auto"/>
                <w:left w:val="none" w:sz="0" w:space="0" w:color="auto"/>
                <w:bottom w:val="none" w:sz="0" w:space="0" w:color="auto"/>
                <w:right w:val="none" w:sz="0" w:space="0" w:color="auto"/>
              </w:divBdr>
              <w:divsChild>
                <w:div w:id="1355770086">
                  <w:marLeft w:val="150"/>
                  <w:marRight w:val="150"/>
                  <w:marTop w:val="0"/>
                  <w:marBottom w:val="0"/>
                  <w:divBdr>
                    <w:top w:val="none" w:sz="0" w:space="0" w:color="auto"/>
                    <w:left w:val="none" w:sz="0" w:space="0" w:color="auto"/>
                    <w:bottom w:val="none" w:sz="0" w:space="0" w:color="auto"/>
                    <w:right w:val="none" w:sz="0" w:space="0" w:color="auto"/>
                  </w:divBdr>
                  <w:divsChild>
                    <w:div w:id="1884294487">
                      <w:marLeft w:val="0"/>
                      <w:marRight w:val="0"/>
                      <w:marTop w:val="0"/>
                      <w:marBottom w:val="0"/>
                      <w:divBdr>
                        <w:top w:val="none" w:sz="0" w:space="0" w:color="auto"/>
                        <w:left w:val="none" w:sz="0" w:space="0" w:color="auto"/>
                        <w:bottom w:val="none" w:sz="0" w:space="0" w:color="auto"/>
                        <w:right w:val="none" w:sz="0" w:space="0" w:color="auto"/>
                      </w:divBdr>
                      <w:divsChild>
                        <w:div w:id="952713490">
                          <w:marLeft w:val="0"/>
                          <w:marRight w:val="0"/>
                          <w:marTop w:val="0"/>
                          <w:marBottom w:val="0"/>
                          <w:divBdr>
                            <w:top w:val="none" w:sz="0" w:space="0" w:color="auto"/>
                            <w:left w:val="none" w:sz="0" w:space="0" w:color="auto"/>
                            <w:bottom w:val="none" w:sz="0" w:space="0" w:color="auto"/>
                            <w:right w:val="none" w:sz="0" w:space="0" w:color="auto"/>
                          </w:divBdr>
                          <w:divsChild>
                            <w:div w:id="1231427157">
                              <w:marLeft w:val="0"/>
                              <w:marRight w:val="0"/>
                              <w:marTop w:val="0"/>
                              <w:marBottom w:val="0"/>
                              <w:divBdr>
                                <w:top w:val="none" w:sz="0" w:space="0" w:color="auto"/>
                                <w:left w:val="none" w:sz="0" w:space="0" w:color="auto"/>
                                <w:bottom w:val="none" w:sz="0" w:space="0" w:color="auto"/>
                                <w:right w:val="none" w:sz="0" w:space="0" w:color="auto"/>
                              </w:divBdr>
                              <w:divsChild>
                                <w:div w:id="909267986">
                                  <w:marLeft w:val="0"/>
                                  <w:marRight w:val="0"/>
                                  <w:marTop w:val="0"/>
                                  <w:marBottom w:val="0"/>
                                  <w:divBdr>
                                    <w:top w:val="none" w:sz="0" w:space="0" w:color="auto"/>
                                    <w:left w:val="none" w:sz="0" w:space="0" w:color="auto"/>
                                    <w:bottom w:val="none" w:sz="0" w:space="0" w:color="auto"/>
                                    <w:right w:val="none" w:sz="0" w:space="0" w:color="auto"/>
                                  </w:divBdr>
                                  <w:divsChild>
                                    <w:div w:id="1914581133">
                                      <w:marLeft w:val="30"/>
                                      <w:marRight w:val="480"/>
                                      <w:marTop w:val="0"/>
                                      <w:marBottom w:val="0"/>
                                      <w:divBdr>
                                        <w:top w:val="none" w:sz="0" w:space="0" w:color="auto"/>
                                        <w:left w:val="none" w:sz="0" w:space="0" w:color="auto"/>
                                        <w:bottom w:val="none" w:sz="0" w:space="0" w:color="auto"/>
                                        <w:right w:val="none" w:sz="0" w:space="0" w:color="auto"/>
                                      </w:divBdr>
                                      <w:divsChild>
                                        <w:div w:id="536283920">
                                          <w:marLeft w:val="30"/>
                                          <w:marRight w:val="480"/>
                                          <w:marTop w:val="0"/>
                                          <w:marBottom w:val="0"/>
                                          <w:divBdr>
                                            <w:top w:val="none" w:sz="0" w:space="0" w:color="auto"/>
                                            <w:left w:val="none" w:sz="0" w:space="0" w:color="auto"/>
                                            <w:bottom w:val="none" w:sz="0" w:space="0" w:color="auto"/>
                                            <w:right w:val="none" w:sz="0" w:space="0" w:color="auto"/>
                                          </w:divBdr>
                                          <w:divsChild>
                                            <w:div w:id="8953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9230326">
      <w:bodyDiv w:val="1"/>
      <w:marLeft w:val="0"/>
      <w:marRight w:val="0"/>
      <w:marTop w:val="0"/>
      <w:marBottom w:val="0"/>
      <w:divBdr>
        <w:top w:val="none" w:sz="0" w:space="0" w:color="auto"/>
        <w:left w:val="none" w:sz="0" w:space="0" w:color="auto"/>
        <w:bottom w:val="none" w:sz="0" w:space="0" w:color="auto"/>
        <w:right w:val="none" w:sz="0" w:space="0" w:color="auto"/>
      </w:divBdr>
      <w:divsChild>
        <w:div w:id="43069924">
          <w:marLeft w:val="0"/>
          <w:marRight w:val="0"/>
          <w:marTop w:val="0"/>
          <w:marBottom w:val="0"/>
          <w:divBdr>
            <w:top w:val="single" w:sz="6" w:space="0" w:color="678FC2"/>
            <w:left w:val="single" w:sz="6" w:space="0" w:color="678FC2"/>
            <w:bottom w:val="single" w:sz="6" w:space="0" w:color="678FC2"/>
            <w:right w:val="single" w:sz="6" w:space="0" w:color="678FC2"/>
          </w:divBdr>
          <w:divsChild>
            <w:div w:id="1169635482">
              <w:marLeft w:val="0"/>
              <w:marRight w:val="0"/>
              <w:marTop w:val="0"/>
              <w:marBottom w:val="0"/>
              <w:divBdr>
                <w:top w:val="none" w:sz="0" w:space="0" w:color="auto"/>
                <w:left w:val="none" w:sz="0" w:space="0" w:color="auto"/>
                <w:bottom w:val="none" w:sz="0" w:space="0" w:color="auto"/>
                <w:right w:val="none" w:sz="0" w:space="0" w:color="auto"/>
              </w:divBdr>
              <w:divsChild>
                <w:div w:id="1588536421">
                  <w:marLeft w:val="150"/>
                  <w:marRight w:val="150"/>
                  <w:marTop w:val="0"/>
                  <w:marBottom w:val="0"/>
                  <w:divBdr>
                    <w:top w:val="none" w:sz="0" w:space="0" w:color="auto"/>
                    <w:left w:val="none" w:sz="0" w:space="0" w:color="auto"/>
                    <w:bottom w:val="none" w:sz="0" w:space="0" w:color="auto"/>
                    <w:right w:val="none" w:sz="0" w:space="0" w:color="auto"/>
                  </w:divBdr>
                  <w:divsChild>
                    <w:div w:id="362363250">
                      <w:marLeft w:val="0"/>
                      <w:marRight w:val="0"/>
                      <w:marTop w:val="0"/>
                      <w:marBottom w:val="0"/>
                      <w:divBdr>
                        <w:top w:val="none" w:sz="0" w:space="0" w:color="auto"/>
                        <w:left w:val="none" w:sz="0" w:space="0" w:color="auto"/>
                        <w:bottom w:val="none" w:sz="0" w:space="0" w:color="auto"/>
                        <w:right w:val="none" w:sz="0" w:space="0" w:color="auto"/>
                      </w:divBdr>
                      <w:divsChild>
                        <w:div w:id="110784941">
                          <w:marLeft w:val="0"/>
                          <w:marRight w:val="0"/>
                          <w:marTop w:val="0"/>
                          <w:marBottom w:val="0"/>
                          <w:divBdr>
                            <w:top w:val="none" w:sz="0" w:space="0" w:color="auto"/>
                            <w:left w:val="none" w:sz="0" w:space="0" w:color="auto"/>
                            <w:bottom w:val="none" w:sz="0" w:space="0" w:color="auto"/>
                            <w:right w:val="none" w:sz="0" w:space="0" w:color="auto"/>
                          </w:divBdr>
                          <w:divsChild>
                            <w:div w:id="710348007">
                              <w:marLeft w:val="0"/>
                              <w:marRight w:val="0"/>
                              <w:marTop w:val="0"/>
                              <w:marBottom w:val="0"/>
                              <w:divBdr>
                                <w:top w:val="none" w:sz="0" w:space="0" w:color="auto"/>
                                <w:left w:val="none" w:sz="0" w:space="0" w:color="auto"/>
                                <w:bottom w:val="none" w:sz="0" w:space="0" w:color="auto"/>
                                <w:right w:val="none" w:sz="0" w:space="0" w:color="auto"/>
                              </w:divBdr>
                              <w:divsChild>
                                <w:div w:id="926158360">
                                  <w:marLeft w:val="0"/>
                                  <w:marRight w:val="0"/>
                                  <w:marTop w:val="0"/>
                                  <w:marBottom w:val="0"/>
                                  <w:divBdr>
                                    <w:top w:val="none" w:sz="0" w:space="0" w:color="auto"/>
                                    <w:left w:val="none" w:sz="0" w:space="0" w:color="auto"/>
                                    <w:bottom w:val="none" w:sz="0" w:space="0" w:color="auto"/>
                                    <w:right w:val="none" w:sz="0" w:space="0" w:color="auto"/>
                                  </w:divBdr>
                                  <w:divsChild>
                                    <w:div w:id="826480283">
                                      <w:marLeft w:val="30"/>
                                      <w:marRight w:val="480"/>
                                      <w:marTop w:val="0"/>
                                      <w:marBottom w:val="0"/>
                                      <w:divBdr>
                                        <w:top w:val="none" w:sz="0" w:space="0" w:color="auto"/>
                                        <w:left w:val="none" w:sz="0" w:space="0" w:color="auto"/>
                                        <w:bottom w:val="none" w:sz="0" w:space="0" w:color="auto"/>
                                        <w:right w:val="none" w:sz="0" w:space="0" w:color="auto"/>
                                      </w:divBdr>
                                      <w:divsChild>
                                        <w:div w:id="567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egory.gill@ssa.gov?subject=Training%20Material%20Feedback"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learning.ba.ssa.gov/OL/ewd/JAWSCurriculum.asp"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OTApps\OT%20Templates\OLC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B9F245D6E25E04683D678013ABB8218" ma:contentTypeVersion="0" ma:contentTypeDescription="Create a new document." ma:contentTypeScope="" ma:versionID="07cd1b59d14eb576f456c6e6e378e123">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A46001-49EE-44F5-B82F-7B8166E4FC32}">
  <ds:schemaRefs>
    <ds:schemaRef ds:uri="http://schemas.microsoft.com/sharepoint/v3/contenttype/forms"/>
  </ds:schemaRefs>
</ds:datastoreItem>
</file>

<file path=customXml/itemProps2.xml><?xml version="1.0" encoding="utf-8"?>
<ds:datastoreItem xmlns:ds="http://schemas.openxmlformats.org/officeDocument/2006/customXml" ds:itemID="{2D6C1BFA-12D0-4B70-AAB9-5D6045310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D35D2BA-465D-4024-9857-5A94B0CF2203}">
  <ds:schemaRefs>
    <ds:schemaRef ds:uri="http://purl.org/dc/terms/"/>
    <ds:schemaRef ds:uri="http://schemas.microsoft.com/office/2006/documentManagement/types"/>
    <ds:schemaRef ds:uri="http://purl.org/dc/dcmitype/"/>
    <ds:schemaRef ds:uri="http://purl.org/dc/elements/1.1/"/>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OLCT.dotm</Template>
  <TotalTime>5</TotalTime>
  <Pages>52</Pages>
  <Words>8845</Words>
  <Characters>46443</Characters>
  <Application>Microsoft Office Word</Application>
  <DocSecurity>0</DocSecurity>
  <Lines>1290</Lines>
  <Paragraphs>1023</Paragraphs>
  <ScaleCrop>false</ScaleCrop>
  <HeadingPairs>
    <vt:vector size="2" baseType="variant">
      <vt:variant>
        <vt:lpstr>Title</vt:lpstr>
      </vt:variant>
      <vt:variant>
        <vt:i4>1</vt:i4>
      </vt:variant>
    </vt:vector>
  </HeadingPairs>
  <TitlesOfParts>
    <vt:vector size="1" baseType="lpstr">
      <vt:lpstr>Keyboard Shortcuts for Microsoft Access 2010</vt:lpstr>
    </vt:vector>
  </TitlesOfParts>
  <Company>SOCIAL SECURITY ADMINISTRATION</Company>
  <LinksUpToDate>false</LinksUpToDate>
  <CharactersWithSpaces>54265</CharactersWithSpaces>
  <SharedDoc>false</SharedDoc>
  <HyperlinkBase/>
  <HLinks>
    <vt:vector size="414" baseType="variant">
      <vt:variant>
        <vt:i4>4325428</vt:i4>
      </vt:variant>
      <vt:variant>
        <vt:i4>408</vt:i4>
      </vt:variant>
      <vt:variant>
        <vt:i4>0</vt:i4>
      </vt:variant>
      <vt:variant>
        <vt:i4>5</vt:i4>
      </vt:variant>
      <vt:variant>
        <vt:lpwstr>mailto:gregory.gill@ssa.gov?subject=Training%20Material%20Feedback</vt:lpwstr>
      </vt:variant>
      <vt:variant>
        <vt:lpwstr/>
      </vt:variant>
      <vt:variant>
        <vt:i4>6422577</vt:i4>
      </vt:variant>
      <vt:variant>
        <vt:i4>405</vt:i4>
      </vt:variant>
      <vt:variant>
        <vt:i4>0</vt:i4>
      </vt:variant>
      <vt:variant>
        <vt:i4>5</vt:i4>
      </vt:variant>
      <vt:variant>
        <vt:lpwstr>http://ssahost.ba.ssa.gov/dcscewd/cadre.htm</vt:lpwstr>
      </vt:variant>
      <vt:variant>
        <vt:lpwstr/>
      </vt:variant>
      <vt:variant>
        <vt:i4>1310774</vt:i4>
      </vt:variant>
      <vt:variant>
        <vt:i4>398</vt:i4>
      </vt:variant>
      <vt:variant>
        <vt:i4>0</vt:i4>
      </vt:variant>
      <vt:variant>
        <vt:i4>5</vt:i4>
      </vt:variant>
      <vt:variant>
        <vt:lpwstr/>
      </vt:variant>
      <vt:variant>
        <vt:lpwstr>_Toc158687779</vt:lpwstr>
      </vt:variant>
      <vt:variant>
        <vt:i4>1310774</vt:i4>
      </vt:variant>
      <vt:variant>
        <vt:i4>392</vt:i4>
      </vt:variant>
      <vt:variant>
        <vt:i4>0</vt:i4>
      </vt:variant>
      <vt:variant>
        <vt:i4>5</vt:i4>
      </vt:variant>
      <vt:variant>
        <vt:lpwstr/>
      </vt:variant>
      <vt:variant>
        <vt:lpwstr>_Toc158687778</vt:lpwstr>
      </vt:variant>
      <vt:variant>
        <vt:i4>1310774</vt:i4>
      </vt:variant>
      <vt:variant>
        <vt:i4>386</vt:i4>
      </vt:variant>
      <vt:variant>
        <vt:i4>0</vt:i4>
      </vt:variant>
      <vt:variant>
        <vt:i4>5</vt:i4>
      </vt:variant>
      <vt:variant>
        <vt:lpwstr/>
      </vt:variant>
      <vt:variant>
        <vt:lpwstr>_Toc158687777</vt:lpwstr>
      </vt:variant>
      <vt:variant>
        <vt:i4>1310774</vt:i4>
      </vt:variant>
      <vt:variant>
        <vt:i4>380</vt:i4>
      </vt:variant>
      <vt:variant>
        <vt:i4>0</vt:i4>
      </vt:variant>
      <vt:variant>
        <vt:i4>5</vt:i4>
      </vt:variant>
      <vt:variant>
        <vt:lpwstr/>
      </vt:variant>
      <vt:variant>
        <vt:lpwstr>_Toc158687776</vt:lpwstr>
      </vt:variant>
      <vt:variant>
        <vt:i4>1310774</vt:i4>
      </vt:variant>
      <vt:variant>
        <vt:i4>374</vt:i4>
      </vt:variant>
      <vt:variant>
        <vt:i4>0</vt:i4>
      </vt:variant>
      <vt:variant>
        <vt:i4>5</vt:i4>
      </vt:variant>
      <vt:variant>
        <vt:lpwstr/>
      </vt:variant>
      <vt:variant>
        <vt:lpwstr>_Toc158687775</vt:lpwstr>
      </vt:variant>
      <vt:variant>
        <vt:i4>1310774</vt:i4>
      </vt:variant>
      <vt:variant>
        <vt:i4>368</vt:i4>
      </vt:variant>
      <vt:variant>
        <vt:i4>0</vt:i4>
      </vt:variant>
      <vt:variant>
        <vt:i4>5</vt:i4>
      </vt:variant>
      <vt:variant>
        <vt:lpwstr/>
      </vt:variant>
      <vt:variant>
        <vt:lpwstr>_Toc158687774</vt:lpwstr>
      </vt:variant>
      <vt:variant>
        <vt:i4>1310774</vt:i4>
      </vt:variant>
      <vt:variant>
        <vt:i4>362</vt:i4>
      </vt:variant>
      <vt:variant>
        <vt:i4>0</vt:i4>
      </vt:variant>
      <vt:variant>
        <vt:i4>5</vt:i4>
      </vt:variant>
      <vt:variant>
        <vt:lpwstr/>
      </vt:variant>
      <vt:variant>
        <vt:lpwstr>_Toc158687773</vt:lpwstr>
      </vt:variant>
      <vt:variant>
        <vt:i4>1310774</vt:i4>
      </vt:variant>
      <vt:variant>
        <vt:i4>356</vt:i4>
      </vt:variant>
      <vt:variant>
        <vt:i4>0</vt:i4>
      </vt:variant>
      <vt:variant>
        <vt:i4>5</vt:i4>
      </vt:variant>
      <vt:variant>
        <vt:lpwstr/>
      </vt:variant>
      <vt:variant>
        <vt:lpwstr>_Toc158687772</vt:lpwstr>
      </vt:variant>
      <vt:variant>
        <vt:i4>1310774</vt:i4>
      </vt:variant>
      <vt:variant>
        <vt:i4>350</vt:i4>
      </vt:variant>
      <vt:variant>
        <vt:i4>0</vt:i4>
      </vt:variant>
      <vt:variant>
        <vt:i4>5</vt:i4>
      </vt:variant>
      <vt:variant>
        <vt:lpwstr/>
      </vt:variant>
      <vt:variant>
        <vt:lpwstr>_Toc158687771</vt:lpwstr>
      </vt:variant>
      <vt:variant>
        <vt:i4>1310774</vt:i4>
      </vt:variant>
      <vt:variant>
        <vt:i4>344</vt:i4>
      </vt:variant>
      <vt:variant>
        <vt:i4>0</vt:i4>
      </vt:variant>
      <vt:variant>
        <vt:i4>5</vt:i4>
      </vt:variant>
      <vt:variant>
        <vt:lpwstr/>
      </vt:variant>
      <vt:variant>
        <vt:lpwstr>_Toc158687770</vt:lpwstr>
      </vt:variant>
      <vt:variant>
        <vt:i4>1376310</vt:i4>
      </vt:variant>
      <vt:variant>
        <vt:i4>338</vt:i4>
      </vt:variant>
      <vt:variant>
        <vt:i4>0</vt:i4>
      </vt:variant>
      <vt:variant>
        <vt:i4>5</vt:i4>
      </vt:variant>
      <vt:variant>
        <vt:lpwstr/>
      </vt:variant>
      <vt:variant>
        <vt:lpwstr>_Toc158687769</vt:lpwstr>
      </vt:variant>
      <vt:variant>
        <vt:i4>1376310</vt:i4>
      </vt:variant>
      <vt:variant>
        <vt:i4>332</vt:i4>
      </vt:variant>
      <vt:variant>
        <vt:i4>0</vt:i4>
      </vt:variant>
      <vt:variant>
        <vt:i4>5</vt:i4>
      </vt:variant>
      <vt:variant>
        <vt:lpwstr/>
      </vt:variant>
      <vt:variant>
        <vt:lpwstr>_Toc158687768</vt:lpwstr>
      </vt:variant>
      <vt:variant>
        <vt:i4>1376310</vt:i4>
      </vt:variant>
      <vt:variant>
        <vt:i4>326</vt:i4>
      </vt:variant>
      <vt:variant>
        <vt:i4>0</vt:i4>
      </vt:variant>
      <vt:variant>
        <vt:i4>5</vt:i4>
      </vt:variant>
      <vt:variant>
        <vt:lpwstr/>
      </vt:variant>
      <vt:variant>
        <vt:lpwstr>_Toc158687767</vt:lpwstr>
      </vt:variant>
      <vt:variant>
        <vt:i4>1376310</vt:i4>
      </vt:variant>
      <vt:variant>
        <vt:i4>320</vt:i4>
      </vt:variant>
      <vt:variant>
        <vt:i4>0</vt:i4>
      </vt:variant>
      <vt:variant>
        <vt:i4>5</vt:i4>
      </vt:variant>
      <vt:variant>
        <vt:lpwstr/>
      </vt:variant>
      <vt:variant>
        <vt:lpwstr>_Toc158687766</vt:lpwstr>
      </vt:variant>
      <vt:variant>
        <vt:i4>1376310</vt:i4>
      </vt:variant>
      <vt:variant>
        <vt:i4>314</vt:i4>
      </vt:variant>
      <vt:variant>
        <vt:i4>0</vt:i4>
      </vt:variant>
      <vt:variant>
        <vt:i4>5</vt:i4>
      </vt:variant>
      <vt:variant>
        <vt:lpwstr/>
      </vt:variant>
      <vt:variant>
        <vt:lpwstr>_Toc158687765</vt:lpwstr>
      </vt:variant>
      <vt:variant>
        <vt:i4>1376310</vt:i4>
      </vt:variant>
      <vt:variant>
        <vt:i4>308</vt:i4>
      </vt:variant>
      <vt:variant>
        <vt:i4>0</vt:i4>
      </vt:variant>
      <vt:variant>
        <vt:i4>5</vt:i4>
      </vt:variant>
      <vt:variant>
        <vt:lpwstr/>
      </vt:variant>
      <vt:variant>
        <vt:lpwstr>_Toc158687764</vt:lpwstr>
      </vt:variant>
      <vt:variant>
        <vt:i4>1376310</vt:i4>
      </vt:variant>
      <vt:variant>
        <vt:i4>302</vt:i4>
      </vt:variant>
      <vt:variant>
        <vt:i4>0</vt:i4>
      </vt:variant>
      <vt:variant>
        <vt:i4>5</vt:i4>
      </vt:variant>
      <vt:variant>
        <vt:lpwstr/>
      </vt:variant>
      <vt:variant>
        <vt:lpwstr>_Toc158687763</vt:lpwstr>
      </vt:variant>
      <vt:variant>
        <vt:i4>1376310</vt:i4>
      </vt:variant>
      <vt:variant>
        <vt:i4>296</vt:i4>
      </vt:variant>
      <vt:variant>
        <vt:i4>0</vt:i4>
      </vt:variant>
      <vt:variant>
        <vt:i4>5</vt:i4>
      </vt:variant>
      <vt:variant>
        <vt:lpwstr/>
      </vt:variant>
      <vt:variant>
        <vt:lpwstr>_Toc158687762</vt:lpwstr>
      </vt:variant>
      <vt:variant>
        <vt:i4>1376310</vt:i4>
      </vt:variant>
      <vt:variant>
        <vt:i4>290</vt:i4>
      </vt:variant>
      <vt:variant>
        <vt:i4>0</vt:i4>
      </vt:variant>
      <vt:variant>
        <vt:i4>5</vt:i4>
      </vt:variant>
      <vt:variant>
        <vt:lpwstr/>
      </vt:variant>
      <vt:variant>
        <vt:lpwstr>_Toc158687761</vt:lpwstr>
      </vt:variant>
      <vt:variant>
        <vt:i4>1376310</vt:i4>
      </vt:variant>
      <vt:variant>
        <vt:i4>284</vt:i4>
      </vt:variant>
      <vt:variant>
        <vt:i4>0</vt:i4>
      </vt:variant>
      <vt:variant>
        <vt:i4>5</vt:i4>
      </vt:variant>
      <vt:variant>
        <vt:lpwstr/>
      </vt:variant>
      <vt:variant>
        <vt:lpwstr>_Toc158687760</vt:lpwstr>
      </vt:variant>
      <vt:variant>
        <vt:i4>1441846</vt:i4>
      </vt:variant>
      <vt:variant>
        <vt:i4>278</vt:i4>
      </vt:variant>
      <vt:variant>
        <vt:i4>0</vt:i4>
      </vt:variant>
      <vt:variant>
        <vt:i4>5</vt:i4>
      </vt:variant>
      <vt:variant>
        <vt:lpwstr/>
      </vt:variant>
      <vt:variant>
        <vt:lpwstr>_Toc158687759</vt:lpwstr>
      </vt:variant>
      <vt:variant>
        <vt:i4>1441846</vt:i4>
      </vt:variant>
      <vt:variant>
        <vt:i4>272</vt:i4>
      </vt:variant>
      <vt:variant>
        <vt:i4>0</vt:i4>
      </vt:variant>
      <vt:variant>
        <vt:i4>5</vt:i4>
      </vt:variant>
      <vt:variant>
        <vt:lpwstr/>
      </vt:variant>
      <vt:variant>
        <vt:lpwstr>_Toc158687758</vt:lpwstr>
      </vt:variant>
      <vt:variant>
        <vt:i4>1441846</vt:i4>
      </vt:variant>
      <vt:variant>
        <vt:i4>266</vt:i4>
      </vt:variant>
      <vt:variant>
        <vt:i4>0</vt:i4>
      </vt:variant>
      <vt:variant>
        <vt:i4>5</vt:i4>
      </vt:variant>
      <vt:variant>
        <vt:lpwstr/>
      </vt:variant>
      <vt:variant>
        <vt:lpwstr>_Toc158687757</vt:lpwstr>
      </vt:variant>
      <vt:variant>
        <vt:i4>1441846</vt:i4>
      </vt:variant>
      <vt:variant>
        <vt:i4>260</vt:i4>
      </vt:variant>
      <vt:variant>
        <vt:i4>0</vt:i4>
      </vt:variant>
      <vt:variant>
        <vt:i4>5</vt:i4>
      </vt:variant>
      <vt:variant>
        <vt:lpwstr/>
      </vt:variant>
      <vt:variant>
        <vt:lpwstr>_Toc158687756</vt:lpwstr>
      </vt:variant>
      <vt:variant>
        <vt:i4>1441846</vt:i4>
      </vt:variant>
      <vt:variant>
        <vt:i4>254</vt:i4>
      </vt:variant>
      <vt:variant>
        <vt:i4>0</vt:i4>
      </vt:variant>
      <vt:variant>
        <vt:i4>5</vt:i4>
      </vt:variant>
      <vt:variant>
        <vt:lpwstr/>
      </vt:variant>
      <vt:variant>
        <vt:lpwstr>_Toc158687755</vt:lpwstr>
      </vt:variant>
      <vt:variant>
        <vt:i4>1441846</vt:i4>
      </vt:variant>
      <vt:variant>
        <vt:i4>248</vt:i4>
      </vt:variant>
      <vt:variant>
        <vt:i4>0</vt:i4>
      </vt:variant>
      <vt:variant>
        <vt:i4>5</vt:i4>
      </vt:variant>
      <vt:variant>
        <vt:lpwstr/>
      </vt:variant>
      <vt:variant>
        <vt:lpwstr>_Toc158687754</vt:lpwstr>
      </vt:variant>
      <vt:variant>
        <vt:i4>1441846</vt:i4>
      </vt:variant>
      <vt:variant>
        <vt:i4>242</vt:i4>
      </vt:variant>
      <vt:variant>
        <vt:i4>0</vt:i4>
      </vt:variant>
      <vt:variant>
        <vt:i4>5</vt:i4>
      </vt:variant>
      <vt:variant>
        <vt:lpwstr/>
      </vt:variant>
      <vt:variant>
        <vt:lpwstr>_Toc158687753</vt:lpwstr>
      </vt:variant>
      <vt:variant>
        <vt:i4>1441846</vt:i4>
      </vt:variant>
      <vt:variant>
        <vt:i4>236</vt:i4>
      </vt:variant>
      <vt:variant>
        <vt:i4>0</vt:i4>
      </vt:variant>
      <vt:variant>
        <vt:i4>5</vt:i4>
      </vt:variant>
      <vt:variant>
        <vt:lpwstr/>
      </vt:variant>
      <vt:variant>
        <vt:lpwstr>_Toc158687752</vt:lpwstr>
      </vt:variant>
      <vt:variant>
        <vt:i4>1441846</vt:i4>
      </vt:variant>
      <vt:variant>
        <vt:i4>230</vt:i4>
      </vt:variant>
      <vt:variant>
        <vt:i4>0</vt:i4>
      </vt:variant>
      <vt:variant>
        <vt:i4>5</vt:i4>
      </vt:variant>
      <vt:variant>
        <vt:lpwstr/>
      </vt:variant>
      <vt:variant>
        <vt:lpwstr>_Toc158687751</vt:lpwstr>
      </vt:variant>
      <vt:variant>
        <vt:i4>1441846</vt:i4>
      </vt:variant>
      <vt:variant>
        <vt:i4>224</vt:i4>
      </vt:variant>
      <vt:variant>
        <vt:i4>0</vt:i4>
      </vt:variant>
      <vt:variant>
        <vt:i4>5</vt:i4>
      </vt:variant>
      <vt:variant>
        <vt:lpwstr/>
      </vt:variant>
      <vt:variant>
        <vt:lpwstr>_Toc158687750</vt:lpwstr>
      </vt:variant>
      <vt:variant>
        <vt:i4>1507382</vt:i4>
      </vt:variant>
      <vt:variant>
        <vt:i4>218</vt:i4>
      </vt:variant>
      <vt:variant>
        <vt:i4>0</vt:i4>
      </vt:variant>
      <vt:variant>
        <vt:i4>5</vt:i4>
      </vt:variant>
      <vt:variant>
        <vt:lpwstr/>
      </vt:variant>
      <vt:variant>
        <vt:lpwstr>_Toc158687749</vt:lpwstr>
      </vt:variant>
      <vt:variant>
        <vt:i4>1507382</vt:i4>
      </vt:variant>
      <vt:variant>
        <vt:i4>212</vt:i4>
      </vt:variant>
      <vt:variant>
        <vt:i4>0</vt:i4>
      </vt:variant>
      <vt:variant>
        <vt:i4>5</vt:i4>
      </vt:variant>
      <vt:variant>
        <vt:lpwstr/>
      </vt:variant>
      <vt:variant>
        <vt:lpwstr>_Toc158687748</vt:lpwstr>
      </vt:variant>
      <vt:variant>
        <vt:i4>1507382</vt:i4>
      </vt:variant>
      <vt:variant>
        <vt:i4>206</vt:i4>
      </vt:variant>
      <vt:variant>
        <vt:i4>0</vt:i4>
      </vt:variant>
      <vt:variant>
        <vt:i4>5</vt:i4>
      </vt:variant>
      <vt:variant>
        <vt:lpwstr/>
      </vt:variant>
      <vt:variant>
        <vt:lpwstr>_Toc158687747</vt:lpwstr>
      </vt:variant>
      <vt:variant>
        <vt:i4>1507382</vt:i4>
      </vt:variant>
      <vt:variant>
        <vt:i4>200</vt:i4>
      </vt:variant>
      <vt:variant>
        <vt:i4>0</vt:i4>
      </vt:variant>
      <vt:variant>
        <vt:i4>5</vt:i4>
      </vt:variant>
      <vt:variant>
        <vt:lpwstr/>
      </vt:variant>
      <vt:variant>
        <vt:lpwstr>_Toc158687746</vt:lpwstr>
      </vt:variant>
      <vt:variant>
        <vt:i4>1507382</vt:i4>
      </vt:variant>
      <vt:variant>
        <vt:i4>194</vt:i4>
      </vt:variant>
      <vt:variant>
        <vt:i4>0</vt:i4>
      </vt:variant>
      <vt:variant>
        <vt:i4>5</vt:i4>
      </vt:variant>
      <vt:variant>
        <vt:lpwstr/>
      </vt:variant>
      <vt:variant>
        <vt:lpwstr>_Toc158687745</vt:lpwstr>
      </vt:variant>
      <vt:variant>
        <vt:i4>1507382</vt:i4>
      </vt:variant>
      <vt:variant>
        <vt:i4>188</vt:i4>
      </vt:variant>
      <vt:variant>
        <vt:i4>0</vt:i4>
      </vt:variant>
      <vt:variant>
        <vt:i4>5</vt:i4>
      </vt:variant>
      <vt:variant>
        <vt:lpwstr/>
      </vt:variant>
      <vt:variant>
        <vt:lpwstr>_Toc158687744</vt:lpwstr>
      </vt:variant>
      <vt:variant>
        <vt:i4>1507382</vt:i4>
      </vt:variant>
      <vt:variant>
        <vt:i4>182</vt:i4>
      </vt:variant>
      <vt:variant>
        <vt:i4>0</vt:i4>
      </vt:variant>
      <vt:variant>
        <vt:i4>5</vt:i4>
      </vt:variant>
      <vt:variant>
        <vt:lpwstr/>
      </vt:variant>
      <vt:variant>
        <vt:lpwstr>_Toc158687743</vt:lpwstr>
      </vt:variant>
      <vt:variant>
        <vt:i4>1507382</vt:i4>
      </vt:variant>
      <vt:variant>
        <vt:i4>176</vt:i4>
      </vt:variant>
      <vt:variant>
        <vt:i4>0</vt:i4>
      </vt:variant>
      <vt:variant>
        <vt:i4>5</vt:i4>
      </vt:variant>
      <vt:variant>
        <vt:lpwstr/>
      </vt:variant>
      <vt:variant>
        <vt:lpwstr>_Toc158687742</vt:lpwstr>
      </vt:variant>
      <vt:variant>
        <vt:i4>1507382</vt:i4>
      </vt:variant>
      <vt:variant>
        <vt:i4>170</vt:i4>
      </vt:variant>
      <vt:variant>
        <vt:i4>0</vt:i4>
      </vt:variant>
      <vt:variant>
        <vt:i4>5</vt:i4>
      </vt:variant>
      <vt:variant>
        <vt:lpwstr/>
      </vt:variant>
      <vt:variant>
        <vt:lpwstr>_Toc158687741</vt:lpwstr>
      </vt:variant>
      <vt:variant>
        <vt:i4>1507382</vt:i4>
      </vt:variant>
      <vt:variant>
        <vt:i4>164</vt:i4>
      </vt:variant>
      <vt:variant>
        <vt:i4>0</vt:i4>
      </vt:variant>
      <vt:variant>
        <vt:i4>5</vt:i4>
      </vt:variant>
      <vt:variant>
        <vt:lpwstr/>
      </vt:variant>
      <vt:variant>
        <vt:lpwstr>_Toc158687740</vt:lpwstr>
      </vt:variant>
      <vt:variant>
        <vt:i4>1048630</vt:i4>
      </vt:variant>
      <vt:variant>
        <vt:i4>158</vt:i4>
      </vt:variant>
      <vt:variant>
        <vt:i4>0</vt:i4>
      </vt:variant>
      <vt:variant>
        <vt:i4>5</vt:i4>
      </vt:variant>
      <vt:variant>
        <vt:lpwstr/>
      </vt:variant>
      <vt:variant>
        <vt:lpwstr>_Toc158687739</vt:lpwstr>
      </vt:variant>
      <vt:variant>
        <vt:i4>1048630</vt:i4>
      </vt:variant>
      <vt:variant>
        <vt:i4>152</vt:i4>
      </vt:variant>
      <vt:variant>
        <vt:i4>0</vt:i4>
      </vt:variant>
      <vt:variant>
        <vt:i4>5</vt:i4>
      </vt:variant>
      <vt:variant>
        <vt:lpwstr/>
      </vt:variant>
      <vt:variant>
        <vt:lpwstr>_Toc158687738</vt:lpwstr>
      </vt:variant>
      <vt:variant>
        <vt:i4>1048630</vt:i4>
      </vt:variant>
      <vt:variant>
        <vt:i4>146</vt:i4>
      </vt:variant>
      <vt:variant>
        <vt:i4>0</vt:i4>
      </vt:variant>
      <vt:variant>
        <vt:i4>5</vt:i4>
      </vt:variant>
      <vt:variant>
        <vt:lpwstr/>
      </vt:variant>
      <vt:variant>
        <vt:lpwstr>_Toc158687737</vt:lpwstr>
      </vt:variant>
      <vt:variant>
        <vt:i4>1048630</vt:i4>
      </vt:variant>
      <vt:variant>
        <vt:i4>140</vt:i4>
      </vt:variant>
      <vt:variant>
        <vt:i4>0</vt:i4>
      </vt:variant>
      <vt:variant>
        <vt:i4>5</vt:i4>
      </vt:variant>
      <vt:variant>
        <vt:lpwstr/>
      </vt:variant>
      <vt:variant>
        <vt:lpwstr>_Toc158687736</vt:lpwstr>
      </vt:variant>
      <vt:variant>
        <vt:i4>1048630</vt:i4>
      </vt:variant>
      <vt:variant>
        <vt:i4>134</vt:i4>
      </vt:variant>
      <vt:variant>
        <vt:i4>0</vt:i4>
      </vt:variant>
      <vt:variant>
        <vt:i4>5</vt:i4>
      </vt:variant>
      <vt:variant>
        <vt:lpwstr/>
      </vt:variant>
      <vt:variant>
        <vt:lpwstr>_Toc158687735</vt:lpwstr>
      </vt:variant>
      <vt:variant>
        <vt:i4>1048630</vt:i4>
      </vt:variant>
      <vt:variant>
        <vt:i4>128</vt:i4>
      </vt:variant>
      <vt:variant>
        <vt:i4>0</vt:i4>
      </vt:variant>
      <vt:variant>
        <vt:i4>5</vt:i4>
      </vt:variant>
      <vt:variant>
        <vt:lpwstr/>
      </vt:variant>
      <vt:variant>
        <vt:lpwstr>_Toc158687734</vt:lpwstr>
      </vt:variant>
      <vt:variant>
        <vt:i4>1048630</vt:i4>
      </vt:variant>
      <vt:variant>
        <vt:i4>122</vt:i4>
      </vt:variant>
      <vt:variant>
        <vt:i4>0</vt:i4>
      </vt:variant>
      <vt:variant>
        <vt:i4>5</vt:i4>
      </vt:variant>
      <vt:variant>
        <vt:lpwstr/>
      </vt:variant>
      <vt:variant>
        <vt:lpwstr>_Toc158687733</vt:lpwstr>
      </vt:variant>
      <vt:variant>
        <vt:i4>1048630</vt:i4>
      </vt:variant>
      <vt:variant>
        <vt:i4>116</vt:i4>
      </vt:variant>
      <vt:variant>
        <vt:i4>0</vt:i4>
      </vt:variant>
      <vt:variant>
        <vt:i4>5</vt:i4>
      </vt:variant>
      <vt:variant>
        <vt:lpwstr/>
      </vt:variant>
      <vt:variant>
        <vt:lpwstr>_Toc158687732</vt:lpwstr>
      </vt:variant>
      <vt:variant>
        <vt:i4>1048630</vt:i4>
      </vt:variant>
      <vt:variant>
        <vt:i4>110</vt:i4>
      </vt:variant>
      <vt:variant>
        <vt:i4>0</vt:i4>
      </vt:variant>
      <vt:variant>
        <vt:i4>5</vt:i4>
      </vt:variant>
      <vt:variant>
        <vt:lpwstr/>
      </vt:variant>
      <vt:variant>
        <vt:lpwstr>_Toc158687731</vt:lpwstr>
      </vt:variant>
      <vt:variant>
        <vt:i4>1048630</vt:i4>
      </vt:variant>
      <vt:variant>
        <vt:i4>104</vt:i4>
      </vt:variant>
      <vt:variant>
        <vt:i4>0</vt:i4>
      </vt:variant>
      <vt:variant>
        <vt:i4>5</vt:i4>
      </vt:variant>
      <vt:variant>
        <vt:lpwstr/>
      </vt:variant>
      <vt:variant>
        <vt:lpwstr>_Toc158687730</vt:lpwstr>
      </vt:variant>
      <vt:variant>
        <vt:i4>1114166</vt:i4>
      </vt:variant>
      <vt:variant>
        <vt:i4>98</vt:i4>
      </vt:variant>
      <vt:variant>
        <vt:i4>0</vt:i4>
      </vt:variant>
      <vt:variant>
        <vt:i4>5</vt:i4>
      </vt:variant>
      <vt:variant>
        <vt:lpwstr/>
      </vt:variant>
      <vt:variant>
        <vt:lpwstr>_Toc158687729</vt:lpwstr>
      </vt:variant>
      <vt:variant>
        <vt:i4>1114166</vt:i4>
      </vt:variant>
      <vt:variant>
        <vt:i4>92</vt:i4>
      </vt:variant>
      <vt:variant>
        <vt:i4>0</vt:i4>
      </vt:variant>
      <vt:variant>
        <vt:i4>5</vt:i4>
      </vt:variant>
      <vt:variant>
        <vt:lpwstr/>
      </vt:variant>
      <vt:variant>
        <vt:lpwstr>_Toc158687728</vt:lpwstr>
      </vt:variant>
      <vt:variant>
        <vt:i4>1114166</vt:i4>
      </vt:variant>
      <vt:variant>
        <vt:i4>86</vt:i4>
      </vt:variant>
      <vt:variant>
        <vt:i4>0</vt:i4>
      </vt:variant>
      <vt:variant>
        <vt:i4>5</vt:i4>
      </vt:variant>
      <vt:variant>
        <vt:lpwstr/>
      </vt:variant>
      <vt:variant>
        <vt:lpwstr>_Toc158687727</vt:lpwstr>
      </vt:variant>
      <vt:variant>
        <vt:i4>1114166</vt:i4>
      </vt:variant>
      <vt:variant>
        <vt:i4>80</vt:i4>
      </vt:variant>
      <vt:variant>
        <vt:i4>0</vt:i4>
      </vt:variant>
      <vt:variant>
        <vt:i4>5</vt:i4>
      </vt:variant>
      <vt:variant>
        <vt:lpwstr/>
      </vt:variant>
      <vt:variant>
        <vt:lpwstr>_Toc158687726</vt:lpwstr>
      </vt:variant>
      <vt:variant>
        <vt:i4>1114166</vt:i4>
      </vt:variant>
      <vt:variant>
        <vt:i4>74</vt:i4>
      </vt:variant>
      <vt:variant>
        <vt:i4>0</vt:i4>
      </vt:variant>
      <vt:variant>
        <vt:i4>5</vt:i4>
      </vt:variant>
      <vt:variant>
        <vt:lpwstr/>
      </vt:variant>
      <vt:variant>
        <vt:lpwstr>_Toc158687725</vt:lpwstr>
      </vt:variant>
      <vt:variant>
        <vt:i4>1114166</vt:i4>
      </vt:variant>
      <vt:variant>
        <vt:i4>68</vt:i4>
      </vt:variant>
      <vt:variant>
        <vt:i4>0</vt:i4>
      </vt:variant>
      <vt:variant>
        <vt:i4>5</vt:i4>
      </vt:variant>
      <vt:variant>
        <vt:lpwstr/>
      </vt:variant>
      <vt:variant>
        <vt:lpwstr>_Toc158687724</vt:lpwstr>
      </vt:variant>
      <vt:variant>
        <vt:i4>1114166</vt:i4>
      </vt:variant>
      <vt:variant>
        <vt:i4>62</vt:i4>
      </vt:variant>
      <vt:variant>
        <vt:i4>0</vt:i4>
      </vt:variant>
      <vt:variant>
        <vt:i4>5</vt:i4>
      </vt:variant>
      <vt:variant>
        <vt:lpwstr/>
      </vt:variant>
      <vt:variant>
        <vt:lpwstr>_Toc158687723</vt:lpwstr>
      </vt:variant>
      <vt:variant>
        <vt:i4>1114166</vt:i4>
      </vt:variant>
      <vt:variant>
        <vt:i4>56</vt:i4>
      </vt:variant>
      <vt:variant>
        <vt:i4>0</vt:i4>
      </vt:variant>
      <vt:variant>
        <vt:i4>5</vt:i4>
      </vt:variant>
      <vt:variant>
        <vt:lpwstr/>
      </vt:variant>
      <vt:variant>
        <vt:lpwstr>_Toc158687722</vt:lpwstr>
      </vt:variant>
      <vt:variant>
        <vt:i4>1114166</vt:i4>
      </vt:variant>
      <vt:variant>
        <vt:i4>50</vt:i4>
      </vt:variant>
      <vt:variant>
        <vt:i4>0</vt:i4>
      </vt:variant>
      <vt:variant>
        <vt:i4>5</vt:i4>
      </vt:variant>
      <vt:variant>
        <vt:lpwstr/>
      </vt:variant>
      <vt:variant>
        <vt:lpwstr>_Toc158687721</vt:lpwstr>
      </vt:variant>
      <vt:variant>
        <vt:i4>1114166</vt:i4>
      </vt:variant>
      <vt:variant>
        <vt:i4>44</vt:i4>
      </vt:variant>
      <vt:variant>
        <vt:i4>0</vt:i4>
      </vt:variant>
      <vt:variant>
        <vt:i4>5</vt:i4>
      </vt:variant>
      <vt:variant>
        <vt:lpwstr/>
      </vt:variant>
      <vt:variant>
        <vt:lpwstr>_Toc158687720</vt:lpwstr>
      </vt:variant>
      <vt:variant>
        <vt:i4>1179702</vt:i4>
      </vt:variant>
      <vt:variant>
        <vt:i4>38</vt:i4>
      </vt:variant>
      <vt:variant>
        <vt:i4>0</vt:i4>
      </vt:variant>
      <vt:variant>
        <vt:i4>5</vt:i4>
      </vt:variant>
      <vt:variant>
        <vt:lpwstr/>
      </vt:variant>
      <vt:variant>
        <vt:lpwstr>_Toc158687719</vt:lpwstr>
      </vt:variant>
      <vt:variant>
        <vt:i4>1179702</vt:i4>
      </vt:variant>
      <vt:variant>
        <vt:i4>32</vt:i4>
      </vt:variant>
      <vt:variant>
        <vt:i4>0</vt:i4>
      </vt:variant>
      <vt:variant>
        <vt:i4>5</vt:i4>
      </vt:variant>
      <vt:variant>
        <vt:lpwstr/>
      </vt:variant>
      <vt:variant>
        <vt:lpwstr>_Toc158687718</vt:lpwstr>
      </vt:variant>
      <vt:variant>
        <vt:i4>1179702</vt:i4>
      </vt:variant>
      <vt:variant>
        <vt:i4>26</vt:i4>
      </vt:variant>
      <vt:variant>
        <vt:i4>0</vt:i4>
      </vt:variant>
      <vt:variant>
        <vt:i4>5</vt:i4>
      </vt:variant>
      <vt:variant>
        <vt:lpwstr/>
      </vt:variant>
      <vt:variant>
        <vt:lpwstr>_Toc158687717</vt:lpwstr>
      </vt:variant>
      <vt:variant>
        <vt:i4>1179702</vt:i4>
      </vt:variant>
      <vt:variant>
        <vt:i4>20</vt:i4>
      </vt:variant>
      <vt:variant>
        <vt:i4>0</vt:i4>
      </vt:variant>
      <vt:variant>
        <vt:i4>5</vt:i4>
      </vt:variant>
      <vt:variant>
        <vt:lpwstr/>
      </vt:variant>
      <vt:variant>
        <vt:lpwstr>_Toc158687716</vt:lpwstr>
      </vt:variant>
      <vt:variant>
        <vt:i4>1179702</vt:i4>
      </vt:variant>
      <vt:variant>
        <vt:i4>14</vt:i4>
      </vt:variant>
      <vt:variant>
        <vt:i4>0</vt:i4>
      </vt:variant>
      <vt:variant>
        <vt:i4>5</vt:i4>
      </vt:variant>
      <vt:variant>
        <vt:lpwstr/>
      </vt:variant>
      <vt:variant>
        <vt:lpwstr>_Toc158687715</vt:lpwstr>
      </vt:variant>
      <vt:variant>
        <vt:i4>1179702</vt:i4>
      </vt:variant>
      <vt:variant>
        <vt:i4>8</vt:i4>
      </vt:variant>
      <vt:variant>
        <vt:i4>0</vt:i4>
      </vt:variant>
      <vt:variant>
        <vt:i4>5</vt:i4>
      </vt:variant>
      <vt:variant>
        <vt:lpwstr/>
      </vt:variant>
      <vt:variant>
        <vt:lpwstr>_Toc158687714</vt:lpwstr>
      </vt:variant>
      <vt:variant>
        <vt:i4>1179702</vt:i4>
      </vt:variant>
      <vt:variant>
        <vt:i4>2</vt:i4>
      </vt:variant>
      <vt:variant>
        <vt:i4>0</vt:i4>
      </vt:variant>
      <vt:variant>
        <vt:i4>5</vt:i4>
      </vt:variant>
      <vt:variant>
        <vt:lpwstr/>
      </vt:variant>
      <vt:variant>
        <vt:lpwstr>_Toc158687713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Keyboard Shortcuts for Microsoft Access 2010</dc:title>
  <dc:subject>Keyboard Shortcuts</dc:subject>
  <dc:creator>Office of Learning (CDT/TDS/EWD</dc:creator>
  <cp:keywords>JAWS, Jobs Access with Speech, Access, Blind, Visually Impaired, Keyboard Shortcuts, Windows 7, Microsoft Office 2010, Access 2010</cp:keywords>
  <dc:description>WIN 704
Microsoft Access 2010
JAWS 13.0.604</dc:description>
  <cp:lastModifiedBy>Reich, Bruce   Contractor</cp:lastModifiedBy>
  <cp:revision>5</cp:revision>
  <cp:lastPrinted>2002-09-18T10:40:00Z</cp:lastPrinted>
  <dcterms:created xsi:type="dcterms:W3CDTF">2012-06-04T19:53:00Z</dcterms:created>
  <dcterms:modified xsi:type="dcterms:W3CDTF">2012-06-04T20:09:00Z</dcterms:modified>
  <cp:category>Office of Learning Visual Impairment Curriculum</cp:category>
  <cp:contentStatus>Final</cp:contentStatus>
</cp:coreProperties>
</file>